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E4B" w:rsidRPr="00834E4B" w:rsidRDefault="00976AC6" w:rsidP="00834E4B">
      <w:pPr>
        <w:jc w:val="both"/>
        <w:rPr>
          <w:rFonts w:ascii="Times New Roman" w:hAnsi="Times New Roman" w:cs="Times New Roman"/>
          <w:lang w:val="en-US"/>
        </w:rPr>
      </w:pPr>
      <w:r w:rsidRPr="00976AC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34E4B" w:rsidRDefault="00834E4B" w:rsidP="00834E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34E4B" w:rsidRDefault="00834E4B" w:rsidP="00834E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4E4B" w:rsidRDefault="00834E4B" w:rsidP="00834E4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4E4B" w:rsidRDefault="00834E4B" w:rsidP="00834E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4E4B" w:rsidRDefault="00834E4B" w:rsidP="00834E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34E4B" w:rsidRDefault="00834E4B" w:rsidP="00834E4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34E4B" w:rsidRDefault="00834E4B" w:rsidP="00834E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34E4B" w:rsidRDefault="00834E4B" w:rsidP="00834E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34E4B" w:rsidRDefault="00834E4B" w:rsidP="00834E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4E4B" w:rsidRDefault="00834E4B" w:rsidP="00834E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34E4B" w:rsidRDefault="00834E4B" w:rsidP="00834E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34E4B" w:rsidRDefault="00834E4B" w:rsidP="00834E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34E4B" w:rsidRDefault="00834E4B" w:rsidP="00834E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34E4B" w:rsidRDefault="00834E4B" w:rsidP="00834E4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34E4B" w:rsidRDefault="00834E4B" w:rsidP="00834E4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№33</w:t>
      </w:r>
    </w:p>
    <w:p w:rsidR="00834E4B" w:rsidRPr="00870506" w:rsidRDefault="00834E4B" w:rsidP="00834E4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34E4B" w:rsidRPr="00870506" w:rsidRDefault="00834E4B" w:rsidP="00834E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34E4B" w:rsidRPr="00870506" w:rsidRDefault="00834E4B" w:rsidP="00834E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34E4B" w:rsidRPr="00870506" w:rsidRDefault="00834E4B" w:rsidP="00834E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834E4B" w:rsidRPr="00870506" w:rsidRDefault="00834E4B" w:rsidP="00834E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Загородньої Л.Б.</w:t>
      </w:r>
    </w:p>
    <w:p w:rsidR="00834E4B" w:rsidRPr="00870506" w:rsidRDefault="00834E4B" w:rsidP="00834E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34E4B" w:rsidRPr="00870506" w:rsidRDefault="00834E4B" w:rsidP="00834E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Загородньої Л.Б.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834E4B" w:rsidRPr="00870506" w:rsidRDefault="00834E4B" w:rsidP="00834E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34E4B" w:rsidRPr="00870506" w:rsidRDefault="00834E4B" w:rsidP="00834E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Загородній Людмилі Борисівні, яка зареєстрована за адресою: </w:t>
      </w:r>
      <w:r w:rsidR="00081888" w:rsidRPr="000818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0,40 га,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hAnsi="Times New Roman" w:cs="Times New Roman"/>
          <w:sz w:val="24"/>
          <w:szCs w:val="24"/>
        </w:rPr>
        <w:t xml:space="preserve">за межами населеного пункту </w:t>
      </w:r>
      <w:proofErr w:type="spellStart"/>
      <w:r w:rsidRPr="00870506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7050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70506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870506">
        <w:rPr>
          <w:rFonts w:ascii="Times New Roman" w:hAnsi="Times New Roman" w:cs="Times New Roman"/>
          <w:sz w:val="24"/>
          <w:szCs w:val="24"/>
        </w:rPr>
        <w:t xml:space="preserve"> на території Крупецької сільської ради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834E4B" w:rsidRPr="00870506" w:rsidRDefault="00834E4B" w:rsidP="00834E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. Загородній Л.Б.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834E4B" w:rsidRPr="00870506" w:rsidRDefault="00834E4B" w:rsidP="00834E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834E4B" w:rsidRPr="00870506" w:rsidRDefault="00834E4B" w:rsidP="00834E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34E4B" w:rsidRPr="00870506" w:rsidRDefault="00834E4B" w:rsidP="00834E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34E4B" w:rsidRPr="00870506" w:rsidRDefault="00834E4B" w:rsidP="00834E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34E4B" w:rsidRPr="00081888" w:rsidRDefault="00834E4B" w:rsidP="00834E4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C76F2" w:rsidRPr="00081888" w:rsidRDefault="00834E4B" w:rsidP="00834E4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5C76F2" w:rsidRPr="00081888" w:rsidSect="005C76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34E4B"/>
    <w:rsid w:val="00081888"/>
    <w:rsid w:val="00171A2E"/>
    <w:rsid w:val="002845E8"/>
    <w:rsid w:val="002A7B7E"/>
    <w:rsid w:val="00304C90"/>
    <w:rsid w:val="00505B6D"/>
    <w:rsid w:val="005C76F2"/>
    <w:rsid w:val="006D3977"/>
    <w:rsid w:val="007D6C18"/>
    <w:rsid w:val="00834E4B"/>
    <w:rsid w:val="00976AC6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E4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240</Words>
  <Characters>1373</Characters>
  <Application>Microsoft Office Word</Application>
  <DocSecurity>0</DocSecurity>
  <Lines>11</Lines>
  <Paragraphs>3</Paragraphs>
  <ScaleCrop>false</ScaleCrop>
  <Company>Microsoft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2019-12-17T13:48:00Z</dcterms:created>
  <dcterms:modified xsi:type="dcterms:W3CDTF">2019-12-18T06:41:00Z</dcterms:modified>
</cp:coreProperties>
</file>