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9A9" w:rsidRPr="00E9508A" w:rsidRDefault="006B39A9" w:rsidP="006B39A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2239A2" wp14:editId="2D09AF4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39A9" w:rsidRDefault="006B39A9" w:rsidP="006B39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39A9" w:rsidRDefault="006B39A9" w:rsidP="006B39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39A9" w:rsidRDefault="006B39A9" w:rsidP="006B39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39A9" w:rsidRDefault="006B39A9" w:rsidP="006B39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B39A9" w:rsidRDefault="006B39A9" w:rsidP="006B39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39A9" w:rsidRPr="00B613B3" w:rsidRDefault="006B39A9" w:rsidP="006B39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№80</w:t>
      </w:r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A71AA4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>Бережному П.Я.</w:t>
      </w:r>
    </w:p>
    <w:p w:rsidR="006B39A9" w:rsidRPr="00A71AA4" w:rsidRDefault="006B39A9" w:rsidP="006B39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B39A9" w:rsidRPr="00A71AA4" w:rsidRDefault="006B39A9" w:rsidP="006B39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>Бережного П.Я.,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B39A9" w:rsidRPr="00A71AA4" w:rsidRDefault="006B39A9" w:rsidP="006B39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B39A9" w:rsidRPr="00A71AA4" w:rsidRDefault="006B39A9" w:rsidP="006B39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1</w:t>
      </w:r>
      <w:r w:rsidRPr="00A71AA4">
        <w:rPr>
          <w:rFonts w:ascii="Times New Roman" w:eastAsia="Calibri" w:hAnsi="Times New Roman" w:cs="Times New Roman"/>
          <w:color w:val="FF0000"/>
          <w:sz w:val="24"/>
          <w:szCs w:val="24"/>
        </w:rPr>
        <w:t>.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Надати Бережному Петру Яковичу,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643A7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>0,25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га, 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Кринична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 31.</w:t>
      </w:r>
    </w:p>
    <w:p w:rsidR="006B39A9" w:rsidRPr="00A71AA4" w:rsidRDefault="006B39A9" w:rsidP="006B39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2.Бережному П.Я.,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B39A9" w:rsidRPr="00A71AA4" w:rsidRDefault="006B39A9" w:rsidP="006B39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3. Даний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</w:p>
    <w:p w:rsidR="006B39A9" w:rsidRPr="00A71AA4" w:rsidRDefault="006B39A9" w:rsidP="006B39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     4. Контроль за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6B39A9" w:rsidRPr="00A71AA4" w:rsidRDefault="006B39A9" w:rsidP="006B39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B39A9" w:rsidRPr="006B39A9" w:rsidRDefault="006B39A9" w:rsidP="006B39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BD3A96" w:rsidRPr="006B39A9" w:rsidRDefault="006B39A9" w:rsidP="006B39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D3A96" w:rsidRPr="006B39A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2585" w:rsidRDefault="00DD2585">
      <w:pPr>
        <w:spacing w:after="0" w:line="240" w:lineRule="auto"/>
      </w:pPr>
      <w:r>
        <w:separator/>
      </w:r>
    </w:p>
  </w:endnote>
  <w:endnote w:type="continuationSeparator" w:id="0">
    <w:p w:rsidR="00DD2585" w:rsidRDefault="00DD2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2585" w:rsidRDefault="00DD2585">
      <w:pPr>
        <w:spacing w:after="0" w:line="240" w:lineRule="auto"/>
      </w:pPr>
      <w:r>
        <w:separator/>
      </w:r>
    </w:p>
  </w:footnote>
  <w:footnote w:type="continuationSeparator" w:id="0">
    <w:p w:rsidR="00DD2585" w:rsidRDefault="00DD2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9A9"/>
    <w:rsid w:val="00445845"/>
    <w:rsid w:val="006B39A9"/>
    <w:rsid w:val="00BD3A96"/>
    <w:rsid w:val="00C643A7"/>
    <w:rsid w:val="00DD2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A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39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39A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B39A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9A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39A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39A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B39A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255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2021-02-01T07:21:00Z</dcterms:created>
  <dcterms:modified xsi:type="dcterms:W3CDTF">2021-02-01T07:51:00Z</dcterms:modified>
</cp:coreProperties>
</file>