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860" w:rsidRDefault="00430860" w:rsidP="0043086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860" w:rsidRDefault="00430860" w:rsidP="00430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0860" w:rsidRDefault="00430860" w:rsidP="00430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860" w:rsidRDefault="00430860" w:rsidP="00430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0860" w:rsidRDefault="00430860" w:rsidP="00430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860" w:rsidRDefault="00430860" w:rsidP="00430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0860" w:rsidRDefault="00430860" w:rsidP="00430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860" w:rsidRDefault="00430860" w:rsidP="00430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0860" w:rsidRDefault="00430860" w:rsidP="00430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860" w:rsidRDefault="00430860" w:rsidP="00430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0860" w:rsidRDefault="00430860" w:rsidP="00430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860" w:rsidRDefault="00430860" w:rsidP="00430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0860" w:rsidRDefault="00430860" w:rsidP="00430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860" w:rsidRDefault="00430860" w:rsidP="00430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0860" w:rsidRDefault="00430860" w:rsidP="00430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860" w:rsidRDefault="00430860" w:rsidP="00430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0860" w:rsidRDefault="00430860" w:rsidP="00430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860" w:rsidRDefault="00430860" w:rsidP="00430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0860" w:rsidRDefault="00430860" w:rsidP="00430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860" w:rsidRDefault="00430860" w:rsidP="00430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0860" w:rsidRDefault="00430860" w:rsidP="00430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860" w:rsidRDefault="00430860" w:rsidP="00430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860" w:rsidRDefault="00430860" w:rsidP="00430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860" w:rsidRDefault="00430860" w:rsidP="00430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860" w:rsidRDefault="00430860" w:rsidP="00430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860" w:rsidRDefault="00430860" w:rsidP="00430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860" w:rsidRDefault="00430860" w:rsidP="00430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860" w:rsidRDefault="00430860" w:rsidP="00430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860" w:rsidRDefault="00430860" w:rsidP="00430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860" w:rsidRDefault="00430860" w:rsidP="00430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860" w:rsidRDefault="00430860" w:rsidP="0043086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30860" w:rsidRDefault="00430860" w:rsidP="00430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30860" w:rsidRDefault="00430860" w:rsidP="00430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30860" w:rsidRDefault="00430860" w:rsidP="00430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30860" w:rsidRDefault="00430860" w:rsidP="00430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30860" w:rsidRDefault="00430860" w:rsidP="00430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30860" w:rsidRDefault="00430860" w:rsidP="00430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30860" w:rsidRDefault="00430860" w:rsidP="00430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30860" w:rsidRDefault="00430860" w:rsidP="00430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30860" w:rsidRDefault="00430860" w:rsidP="00430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30860" w:rsidRDefault="00430860" w:rsidP="00430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30860" w:rsidRDefault="00430860" w:rsidP="00430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30860" w:rsidRDefault="00430860" w:rsidP="00430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30860" w:rsidRDefault="00430860" w:rsidP="00430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30860" w:rsidRDefault="00430860" w:rsidP="00430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30860" w:rsidRDefault="00430860" w:rsidP="00430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30860" w:rsidRDefault="00430860" w:rsidP="00430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30860" w:rsidRDefault="00430860" w:rsidP="00430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30860" w:rsidRDefault="00430860" w:rsidP="00430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30860" w:rsidRDefault="00430860" w:rsidP="00430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30860" w:rsidRDefault="00430860" w:rsidP="00430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430860" w:rsidRDefault="00430860" w:rsidP="00430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30860" w:rsidRDefault="00430860" w:rsidP="00430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30860" w:rsidRDefault="00430860" w:rsidP="00430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30860" w:rsidRDefault="00430860" w:rsidP="00430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30860" w:rsidRDefault="00430860" w:rsidP="00430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30860" w:rsidRDefault="00430860" w:rsidP="00430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30860" w:rsidRDefault="00430860" w:rsidP="00430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430860" w:rsidRDefault="00430860" w:rsidP="00430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30860" w:rsidRDefault="00430860" w:rsidP="00430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30860" w:rsidRDefault="00430860" w:rsidP="0043086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30860" w:rsidRDefault="00430860" w:rsidP="004308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30860" w:rsidRDefault="00430860" w:rsidP="004308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30860" w:rsidRDefault="00430860" w:rsidP="0043086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30860" w:rsidRDefault="00430860" w:rsidP="004308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30860" w:rsidRDefault="00430860" w:rsidP="0043086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30860" w:rsidRDefault="00430860" w:rsidP="004308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30860" w:rsidRDefault="00430860" w:rsidP="004308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30860" w:rsidRDefault="00430860" w:rsidP="004308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30860" w:rsidRDefault="00430860" w:rsidP="004308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30860" w:rsidRDefault="00430860" w:rsidP="004308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30860" w:rsidRDefault="00430860" w:rsidP="0043086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30860" w:rsidRDefault="00430860" w:rsidP="0043086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30860" w:rsidRDefault="00430860" w:rsidP="0043086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№29</w:t>
      </w:r>
    </w:p>
    <w:p w:rsidR="00430860" w:rsidRPr="00637AF8" w:rsidRDefault="00430860" w:rsidP="00430860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430860" w:rsidRPr="00637AF8" w:rsidRDefault="00430860" w:rsidP="0043086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37AF8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637AF8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637AF8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430860" w:rsidRPr="00637AF8" w:rsidRDefault="00430860" w:rsidP="0043086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37AF8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430860" w:rsidRPr="00637AF8" w:rsidRDefault="00430860" w:rsidP="0043086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37AF8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  <w:r w:rsidRPr="00637AF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Шуст В.В.</w:t>
      </w:r>
    </w:p>
    <w:p w:rsidR="00430860" w:rsidRPr="00637AF8" w:rsidRDefault="00430860" w:rsidP="0043086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0860" w:rsidRPr="00637AF8" w:rsidRDefault="00430860" w:rsidP="0043086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</w:t>
      </w:r>
      <w:r w:rsidRPr="00637AF8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637AF8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637AF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Шуст В.В.,  </w:t>
      </w:r>
      <w:r w:rsidRPr="00637AF8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430860" w:rsidRPr="00637AF8" w:rsidRDefault="00430860" w:rsidP="0043086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7AF8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430860" w:rsidRPr="00637AF8" w:rsidRDefault="00430860" w:rsidP="0043086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7AF8">
        <w:rPr>
          <w:rFonts w:ascii="Times New Roman" w:eastAsia="Calibri" w:hAnsi="Times New Roman" w:cs="Times New Roman"/>
          <w:sz w:val="24"/>
          <w:szCs w:val="24"/>
        </w:rPr>
        <w:t xml:space="preserve">          1. Затвердити </w:t>
      </w:r>
      <w:r w:rsidRPr="00637AF8">
        <w:rPr>
          <w:rFonts w:ascii="Times New Roman" w:eastAsia="Arial Unicode MS" w:hAnsi="Times New Roman" w:cs="Times New Roman"/>
          <w:color w:val="000000"/>
          <w:sz w:val="24"/>
          <w:szCs w:val="24"/>
        </w:rPr>
        <w:t>Шуст Валентині Віталіївні</w:t>
      </w:r>
      <w:r w:rsidRPr="00637AF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37AF8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637AF8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селянського господарства, площею 0,9000 га, яка розташована Хмельницька область </w:t>
      </w:r>
      <w:proofErr w:type="spellStart"/>
      <w:r w:rsidRPr="00637AF8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637AF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637AF8">
        <w:rPr>
          <w:rFonts w:ascii="Times New Roman" w:eastAsia="Calibri" w:hAnsi="Times New Roman" w:cs="Times New Roman"/>
          <w:sz w:val="24"/>
          <w:szCs w:val="24"/>
        </w:rPr>
        <w:t xml:space="preserve"> район,  за межами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37AF8">
        <w:rPr>
          <w:rFonts w:ascii="Times New Roman" w:eastAsia="Calibri" w:hAnsi="Times New Roman" w:cs="Times New Roman"/>
          <w:sz w:val="24"/>
          <w:szCs w:val="24"/>
        </w:rPr>
        <w:t>Полянь</w:t>
      </w:r>
      <w:proofErr w:type="spellEnd"/>
      <w:r w:rsidRPr="00637AF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30860" w:rsidRPr="00637AF8" w:rsidRDefault="00430860" w:rsidP="0043086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7AF8">
        <w:rPr>
          <w:rFonts w:ascii="Times New Roman" w:eastAsia="Calibri" w:hAnsi="Times New Roman" w:cs="Times New Roman"/>
          <w:sz w:val="24"/>
          <w:szCs w:val="24"/>
        </w:rPr>
        <w:t xml:space="preserve">          2. Передати </w:t>
      </w:r>
      <w:r w:rsidRPr="00637AF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Шуст Валентині Віталіївні, </w:t>
      </w:r>
      <w:r w:rsidRPr="00637AF8">
        <w:rPr>
          <w:rFonts w:ascii="Times New Roman" w:eastAsia="Calibri" w:hAnsi="Times New Roman" w:cs="Times New Roman"/>
          <w:sz w:val="24"/>
        </w:rPr>
        <w:t xml:space="preserve"> яка  зареєстрована за адресою: </w:t>
      </w:r>
      <w:r w:rsidR="002B218A" w:rsidRPr="002B218A">
        <w:rPr>
          <w:rFonts w:ascii="Times New Roman" w:eastAsia="Calibri" w:hAnsi="Times New Roman" w:cs="Times New Roman"/>
          <w:sz w:val="24"/>
          <w:lang w:val="ru-RU"/>
        </w:rPr>
        <w:t>______________</w:t>
      </w:r>
      <w:r w:rsidRPr="00637AF8">
        <w:rPr>
          <w:rFonts w:ascii="Times New Roman" w:eastAsia="Calibri" w:hAnsi="Times New Roman" w:cs="Times New Roman"/>
          <w:sz w:val="24"/>
          <w:szCs w:val="24"/>
        </w:rPr>
        <w:t>,</w:t>
      </w:r>
      <w:r w:rsidR="002B218A" w:rsidRPr="002B218A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637AF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2B218A" w:rsidRPr="002B218A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</w:t>
      </w:r>
      <w:bookmarkStart w:id="0" w:name="_GoBack"/>
      <w:bookmarkEnd w:id="0"/>
      <w:r w:rsidRPr="00637AF8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637AF8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0,9000 га, кадастровий номер: 6823986800:05:007:0014, для ведення особистого селянського господарства, яка розташована Хмельницька область </w:t>
      </w:r>
      <w:proofErr w:type="spellStart"/>
      <w:r w:rsidRPr="00637AF8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637AF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637AF8">
        <w:rPr>
          <w:rFonts w:ascii="Times New Roman" w:eastAsia="Calibri" w:hAnsi="Times New Roman" w:cs="Times New Roman"/>
          <w:sz w:val="24"/>
          <w:szCs w:val="24"/>
        </w:rPr>
        <w:t xml:space="preserve"> район,  за межами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637AF8">
        <w:rPr>
          <w:rFonts w:ascii="Times New Roman" w:eastAsia="Calibri" w:hAnsi="Times New Roman" w:cs="Times New Roman"/>
          <w:sz w:val="24"/>
          <w:szCs w:val="24"/>
        </w:rPr>
        <w:t>Полянь</w:t>
      </w:r>
      <w:proofErr w:type="spellEnd"/>
      <w:r w:rsidRPr="00637AF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30860" w:rsidRPr="00637AF8" w:rsidRDefault="00430860" w:rsidP="0043086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7AF8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r w:rsidRPr="00637AF8">
        <w:rPr>
          <w:rFonts w:ascii="Times New Roman" w:eastAsia="Arial Unicode MS" w:hAnsi="Times New Roman" w:cs="Times New Roman"/>
          <w:color w:val="000000"/>
          <w:sz w:val="24"/>
          <w:szCs w:val="24"/>
        </w:rPr>
        <w:t>Шуст В.В.,</w:t>
      </w:r>
      <w:r w:rsidRPr="00637AF8">
        <w:rPr>
          <w:rFonts w:ascii="Times New Roman" w:eastAsia="Calibri" w:hAnsi="Times New Roman" w:cs="Times New Roman"/>
          <w:sz w:val="24"/>
          <w:szCs w:val="24"/>
        </w:rPr>
        <w:t>якій передана земельна ділянка у власність, посвідчити право власності  в установленому  законом порядку.</w:t>
      </w:r>
    </w:p>
    <w:p w:rsidR="00430860" w:rsidRPr="00637AF8" w:rsidRDefault="00430860" w:rsidP="0043086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7AF8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430860" w:rsidRPr="00637AF8" w:rsidRDefault="00430860" w:rsidP="0043086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30860" w:rsidRPr="00430860" w:rsidRDefault="00430860" w:rsidP="0043086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AA6668" w:rsidRPr="00430860" w:rsidRDefault="00430860" w:rsidP="00430860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 w:rsidRPr="00637AF8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Валерій   МИХАЛЮК</w:t>
      </w:r>
    </w:p>
    <w:sectPr w:rsidR="00AA6668" w:rsidRPr="0043086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860"/>
    <w:rsid w:val="00171A2E"/>
    <w:rsid w:val="002B218A"/>
    <w:rsid w:val="00304C90"/>
    <w:rsid w:val="00430860"/>
    <w:rsid w:val="00505B6D"/>
    <w:rsid w:val="006D3977"/>
    <w:rsid w:val="007D6C18"/>
    <w:rsid w:val="00AA666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43086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430860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430860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43086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430860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430860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1119</Words>
  <Characters>639</Characters>
  <Application>Microsoft Office Word</Application>
  <DocSecurity>0</DocSecurity>
  <Lines>5</Lines>
  <Paragraphs>3</Paragraphs>
  <ScaleCrop>false</ScaleCrop>
  <Company>Microsoft</Company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2021-03-30T13:03:00Z</dcterms:created>
  <dcterms:modified xsi:type="dcterms:W3CDTF">2021-03-31T06:02:00Z</dcterms:modified>
</cp:coreProperties>
</file>