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B1B" w:rsidRPr="00154EFF" w:rsidRDefault="001C7B1B" w:rsidP="001C7B1B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7B1B" w:rsidRDefault="001C7B1B" w:rsidP="001C7B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C7B1B" w:rsidRDefault="001C7B1B" w:rsidP="001C7B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C7B1B" w:rsidRDefault="001C7B1B" w:rsidP="001C7B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7B1B" w:rsidRDefault="001C7B1B" w:rsidP="001C7B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7B1B" w:rsidRDefault="001C7B1B" w:rsidP="001C7B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7B1B" w:rsidRDefault="001C7B1B" w:rsidP="001C7B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7B1B" w:rsidRDefault="001C7B1B" w:rsidP="001C7B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C7B1B" w:rsidRDefault="001C7B1B" w:rsidP="001C7B1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C7B1B" w:rsidRDefault="001C7B1B" w:rsidP="001C7B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C7B1B" w:rsidRDefault="001C7B1B" w:rsidP="001C7B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C7B1B" w:rsidRDefault="001C7B1B" w:rsidP="001C7B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7B1B" w:rsidRDefault="001C7B1B" w:rsidP="001C7B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C7B1B" w:rsidRDefault="001C7B1B" w:rsidP="001C7B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7B1B" w:rsidRDefault="001C7B1B" w:rsidP="001C7B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C7B1B" w:rsidRDefault="001C7B1B" w:rsidP="001C7B1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C7B1B" w:rsidRDefault="001C7B1B" w:rsidP="001C7B1B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№27</w:t>
      </w:r>
    </w:p>
    <w:p w:rsidR="001C7B1B" w:rsidRPr="008D6F85" w:rsidRDefault="001C7B1B" w:rsidP="001C7B1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C7B1B" w:rsidRPr="008D6F85" w:rsidRDefault="001C7B1B" w:rsidP="001C7B1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8D6F85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1C7B1B" w:rsidRPr="008D6F85" w:rsidRDefault="001C7B1B" w:rsidP="001C7B1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1C7B1B" w:rsidRPr="008D6F85" w:rsidRDefault="001C7B1B" w:rsidP="001C7B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1C7B1B" w:rsidRPr="008D6F85" w:rsidRDefault="001C7B1B" w:rsidP="001C7B1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Андрощук В.І.</w:t>
      </w:r>
    </w:p>
    <w:p w:rsidR="001C7B1B" w:rsidRPr="008D6F85" w:rsidRDefault="001C7B1B" w:rsidP="001C7B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7B1B" w:rsidRPr="008D6F85" w:rsidRDefault="001C7B1B" w:rsidP="001C7B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8D6F85">
        <w:rPr>
          <w:rFonts w:ascii="Times New Roman" w:eastAsia="Times New Roman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szCs w:val="24"/>
        </w:rPr>
        <w:t>,186</w:t>
      </w:r>
      <w:r w:rsidRPr="008D6F85">
        <w:rPr>
          <w:rFonts w:ascii="Times New Roman" w:eastAsia="Times New Roman" w:hAnsi="Times New Roman" w:cs="Times New Roman"/>
          <w:sz w:val="24"/>
          <w:szCs w:val="24"/>
        </w:rPr>
        <w:t xml:space="preserve">  Земельного кодексу України, Закону України «Про землеустрій»,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Андрощука В.І.,  </w:t>
      </w:r>
      <w:r w:rsidRPr="008D6F85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1C7B1B" w:rsidRPr="008D6F85" w:rsidRDefault="001C7B1B" w:rsidP="001C7B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1C7B1B" w:rsidRPr="008D6F85" w:rsidRDefault="001C7B1B" w:rsidP="001C7B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Андрощуку Володимиру Івановичу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 площею  0,1888 га, яка розташована Хмельницька область,  Шепетівський район,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с.Комарівка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вулиця Лісова.</w:t>
      </w:r>
    </w:p>
    <w:p w:rsidR="001C7B1B" w:rsidRPr="008D6F85" w:rsidRDefault="001C7B1B" w:rsidP="001C7B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Андрощуку Володимиру Івановичу,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який  зареєстрований за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0636F"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Pr="008D6F85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D0636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у власність земельну ділянку, площею 0,1888 га, кадастровий номер: 6823986800:03:007:0088, для ведення особистого селянського господарства, яка розташована Хмельницька область,  Шепетівський район,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с.Комарівка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вулиця Лісова.</w:t>
      </w:r>
    </w:p>
    <w:p w:rsidR="001C7B1B" w:rsidRPr="008D6F85" w:rsidRDefault="001C7B1B" w:rsidP="001C7B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Андрощуку В.І.,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1C7B1B" w:rsidRPr="008D6F85" w:rsidRDefault="001C7B1B" w:rsidP="001C7B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C7B1B" w:rsidRPr="008D6F85" w:rsidRDefault="001C7B1B" w:rsidP="001C7B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C7B1B" w:rsidRDefault="001C7B1B" w:rsidP="001C7B1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8F4085" w:rsidRDefault="008F4085"/>
    <w:sectPr w:rsidR="008F4085" w:rsidSect="001C7B1B">
      <w:pgSz w:w="12240" w:h="15840"/>
      <w:pgMar w:top="142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7B1B"/>
    <w:rsid w:val="001C7B1B"/>
    <w:rsid w:val="008F4085"/>
    <w:rsid w:val="00D0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1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1C7B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C7B1B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7B1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1C7B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C7B1B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267</Words>
  <Characters>1528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2022-02-08T06:35:00Z</dcterms:created>
  <dcterms:modified xsi:type="dcterms:W3CDTF">2022-02-08T11:08:00Z</dcterms:modified>
</cp:coreProperties>
</file>