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D0D" w:rsidRPr="008F5204" w:rsidRDefault="00B32D0D" w:rsidP="00B32D0D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B32D0D" w:rsidRPr="008F5204" w:rsidRDefault="00257014" w:rsidP="00B32D0D">
      <w:pPr>
        <w:rPr>
          <w:rFonts w:ascii="Times New Roman" w:hAnsi="Times New Roman" w:cs="Times New Roman"/>
        </w:rPr>
      </w:pPr>
      <w:r w:rsidRPr="00257014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j5uwn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77Y+bsJ4AACNWQQADgAAAAAAAAAAAAAAAAAuAgAAZHJzL2Uyb0RvYy54bWxQSwECLQAUAAYA&#10;CAAAACEAsh1Mm+AAAAAKAQAADwAAAAAAAAAAAAAAAAAcewAAZHJzL2Rvd25yZXYueG1sUEsFBgAA&#10;AAAEAAQA8wAAACl8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mLssMA&#10;AADdAAAADwAAAGRycy9kb3ducmV2LnhtbESPS4vCQBCE74L/YegFbzrZCFnJOhERFQ+C+Lo3mc6D&#10;zfSEzKjx3zuCsMeiqr6i5oveNOJOnastK/ieRCCIc6trLhVczpvxDITzyBoby6TgSQ4W2XAwx1Tb&#10;Bx/pfvKlCBB2KSqovG9TKV1ekUE3sS1x8ArbGfRBdqXUHT4C3DQyjqJEGqw5LFTY0qqi/O90Mwrs&#10;dLvbX8v4OF3zj+flYVZc+71So69++QvCU+//w5/2TitIkjiB95vwBGT2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mLs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PqJ8gA&#10;AADdAAAADwAAAGRycy9kb3ducmV2LnhtbESPT2sCMRTE74V+h/AKvYhm62GtW6MUYfvvILgVvD42&#10;r5ttNy9LkurWT28KgsdhZn7DLFaD7cSBfGgdK3iYZCCIa6dbbhTsPsvxI4gQkTV2jknBHwVYLW9v&#10;Flhod+QtHarYiAThUKACE2NfSBlqQxbDxPXEyfty3mJM0jdSezwmuO3kNMtyabHltGCwp7Wh+qf6&#10;tQq+y43Zr2enFz+ab+k0Kj9eu/dcqfu74fkJRKQhXsOX9ptWkOfTGfy/SU9AL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c+o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QcKsEA&#10;AADdAAAADwAAAGRycy9kb3ducmV2LnhtbERPzWrCQBC+F3yHZYReSt1oIUh0FSm1iBcx9gGG7JgN&#10;ZmdDdjXp23cOQo8f3/96O/pWPaiPTWAD81kGirgKtuHawM9l/74EFROyxTYwGfilCNvN5GWNhQ0D&#10;n+lRplpJCMcCDbiUukLrWDnyGGehIxbuGnqPSWBfa9vjIOG+1Yssy7XHhqXBYUefjqpbefdScvrA&#10;0/E6XPbfIw74dXT8tjsb8zoddytQicb0L366D9ZAni9krryRJ6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A0HCr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NsEcYA&#10;AADdAAAADwAAAGRycy9kb3ducmV2LnhtbESPQUvDQBSE74L/YXmCN7sxaKqx2yJVoQg9tAri7ZF9&#10;TYLZt8vus4n/visIHoeZ+YZZrCY3qCPF1Hs2cD0rQBE33vbcGnh/e7m6A5UE2eLgmQz8UILV8vxs&#10;gbX1I+/ouJdWZQinGg10IqHWOjUdOUwzH4izd/DRoWQZW20jjhnuBl0WRaUd9pwXOgy07qj52n87&#10;A9vxObzOq9tD+Iw3pU5PVj7WYszlxfT4AEpokv/wX3tjDVRVeQ+/b/IT0MsT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NsE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uG8cEA&#10;AADdAAAADwAAAGRycy9kb3ducmV2LnhtbERPzWrCQBC+F3yHZQQvpW5aIUh0FSm1FC9i7AMM2TEb&#10;zM6G7NbEt+8cBI8f3/96O/pW3aiPTWAD7/MMFHEVbMO1gd/z/m0JKiZki21gMnCnCNvN5GWNhQ0D&#10;n+hWplpJCMcCDbiUukLrWDnyGOehIxbuEnqPSWBfa9vjIOG+1R9ZlmuPDUuDw44+HVXX8s9LyXGB&#10;x8NlOO+/Rxzw6+D4dXcyZjYddytQicb0FD/cP9ZAni9kv7yRJ6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ubhvH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z2ysYA&#10;AADdAAAADwAAAGRycy9kb3ducmV2LnhtbESPQUsDMRSE74L/ITzBW5tt1VW2TYtUBRE8WAvF22Pz&#10;urt08xKSZ3f990YoeBxm5htmuR5dr04UU+fZwGxagCKuve24MbD7fJk8gEqCbLH3TAZ+KMF6dXmx&#10;xMr6gT/otJVGZQinCg20IqHSOtUtOUxTH4izd/DRoWQZG20jDhnuej0vilI77DgvtBho01J93H47&#10;A+/Dc3i7L+8O4SveznV6srLfiDHXV+PjApTQKP/hc/vVGijLmx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z2y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7Iw8YA&#10;AADdAAAADwAAAGRycy9kb3ducmV2LnhtbESPUWvCMBSF3wf+h3AFX8ZMp6xIZxQdBAcOxnSw10tz&#10;bYvNTUmirf9+EQZ7PJxzvsNZrgfbiiv50DhW8DzNQBCXzjRcKfg+6qcFiBCRDbaOScGNAqxXo4cl&#10;Fsb1/EXXQ6xEgnAoUEEdY1dIGcqaLIap64iTd3LeYkzSV9J47BPctnKWZbm02HBaqLGjt5rK8+Fi&#10;FWw/+2ruH8vt4Pan3c+L1kZ/aKUm42HzCiLSEP/Df+13oyDP5zO4v0lP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7I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o3HcQA&#10;AADdAAAADwAAAGRycy9kb3ducmV2LnhtbESPUWvCMBSF3wf+h3AF32Y63Yp0RhGlIGMvU3/Apblr&#10;OpubksRa/70RhD0ezjnf4SzXg21FTz40jhW8TTMQxJXTDdcKTsfydQEiRGSNrWNScKMA69XoZYmF&#10;dlf+of4Qa5EgHApUYGLsCilDZchimLqOOHm/zluMSfpaao/XBLetnGVZLi02nBYMdrQ1VJ0PF6ug&#10;/Jp99+eL9qXbDO+WPszfYmeUmoyHzSeISEP8Dz/be60gz+d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KNx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v1LM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V5PnuG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5v1L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8K8sQA&#10;AADdAAAADwAAAGRycy9kb3ducmV2LnhtbESPUWvCMBSF3wf+h3AF32aqziLVKKIUZOxlbj/g0lyb&#10;anNTkljrv18Ggz0ezjnf4Wx2g21FTz40jhXMphkI4srphmsF31/l6wpEiMgaW8ek4EkBdtvRywYL&#10;7R78Sf051iJBOBSowMTYFVKGypDFMHUdcfIuzluMSfpaao+PBLetnGdZLi02nBYMdnQwVN3Od6ug&#10;fJ9/9Le79qXbD2+Wlua6OhqlJuNhvwYRaYj/4b/2SSvI88US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Cv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Oo8EA&#10;AADdAAAADwAAAGRycy9kb3ducmV2LnhtbESP0YrCMBRE34X9h3AXfLOpqxapRpEFRR+tfsClubbF&#10;5qY20da/N4Lg4zAzZ5jluje1eFDrKssKxlEMgji3uuJCwfm0Hc1BOI+ssbZMCp7kYL36GSwx1bbj&#10;Iz0yX4gAYZeigtL7JpXS5SUZdJFtiIN3sa1BH2RbSN1iF+Cmln9xnEiDFYeFEhv6Lym/ZnejYPrs&#10;drdsdo232tD4MGkO7POZUsPffrMA4an33/CnvdcKkmSSwPtNeAJ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4jq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YyJMUA&#10;AADdAAAADwAAAGRycy9kb3ducmV2LnhtbESPQWvCQBSE7wX/w/KE3urGCKmNriIGS+mpRuv5kX0m&#10;wezbkF2T+O+7hUKPw8x8w6y3o2lET52rLSuYzyIQxIXVNZcKzqfDyxKE88gaG8uk4EEOtpvJ0xpT&#10;bQc+Up/7UgQIuxQVVN63qZSuqMigm9mWOHhX2xn0QXal1B0OAW4aGUdRIg3WHBYqbGlfUXHL70bB&#10;PbnEZ75+6q88e7y/ZYedk9+lUs/TcbcC4Wn0/+G/9odWkCSLV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jI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rZUcQA&#10;AADdAAAADwAAAGRycy9kb3ducmV2LnhtbERPPW/CMBDdK/EfrEPqVhxKZdEUg2ilSpQBBIWh2xEf&#10;SSA+p7GB8O/xgMT49L5Hk9ZW4kyNLx1r6PcSEMSZMyXnGja/3y9DED4gG6wck4YreZiMO08jTI27&#10;8IrO65CLGMI+RQ1FCHUqpc8Ksuh7riaO3N41FkOETS5Ng5cYbiv5miRKWiw5NhRY01dB2XF9shq2&#10;y6F6X37+vB3mix0OrPn/M6XS+rnbTj9ABGrDQ3x3z4wGpQZxbnwTn4A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a2VH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6+OcUA&#10;AADdAAAADwAAAGRycy9kb3ducmV2LnhtbESPT4vCMBTE74LfITzBm6bqUtxqFP+wunhSd2Gvj+bZ&#10;FpuX0kStfnojLHgcZuY3zHTemFJcqXaFZQWDfgSCOLW64EzB789XbwzCeWSNpWVScCcH81m7NcVE&#10;2xsf6Hr0mQgQdgkqyL2vEildmpNB17cVcfBOtjbog6wzqWu8Bbgp5TCKYmmw4LCQY0WrnNLz8WIU&#10;POI/3LvtcLkeaU/3j/HG7vYbpbqdZjEB4anx7/B/+1sriOPRJ7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r45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3YcEA&#10;AADdAAAADwAAAGRycy9kb3ducmV2LnhtbERPzYrCMBC+C/sOYRa8aarUsluNsiwK3tS6DzA0s2mx&#10;mdQmavXpzUHw+PH9L1a9bcSVOl87VjAZJyCIS6drNgr+jpvRFwgfkDU2jknBnTyslh+DBeba3fhA&#10;1yIYEUPY56igCqHNpfRlRRb92LXEkft3ncUQYWek7vAWw20jp0mSSYs1x4YKW/qtqDwVF6vg7KYz&#10;3Rdr3J3W3/vamPT8OKRKDT/7nzmIQH14i1/urVaQZWncH9/EJ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KN2H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cYksYA&#10;AADdAAAADwAAAGRycy9kb3ducmV2LnhtbESPzW7CMBCE75X6DtYi9VactCWFFAfRSpW48nPocbGX&#10;JCVeh9iFlKfHSEgcRzPzjWY6620jjtT52rGCdJiAINbO1Fwq2Ky/n8cgfEA22DgmBf/kYVY8Pkwx&#10;N+7ESzquQikihH2OCqoQ2lxKryuy6IeuJY7eznUWQ5RdKU2Hpwi3jXxJkkxarDkuVNjSV0V6v/qz&#10;Chb1lkaZ3k3s+FMvf86H8Pr+a5R6GvTzDxCB+nAP39oLoyDL3lK4volPQB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cYk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1EcIA&#10;AADdAAAADwAAAGRycy9kb3ducmV2LnhtbERPXWvCMBR9H/gfwhV8m6lFyuyMooLg2BSmY3u9NNem&#10;2NyUJtb67xdhsMfzzZkve1uLjlpfOVYwGScgiAunKy4VfJ22zy8gfEDWWDsmBXfysFwMnuaYa3fj&#10;T+qOoRSxhH2OCkwITS6lLwxZ9GPXEEft7FqLIcK2lLrFWyy3tUyTJJMWK44LBhvaGCoux6tV0OHh&#10;nvyY9X72Vn0U6WH9/a4jr0bDfvUKIlAf/s1/6Z1WkGXTFB5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fHU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tu6sQA&#10;AADdAAAADwAAAGRycy9kb3ducmV2LnhtbESPQUvDQBSE74L/YXmCN7sxSpDYbZFCxWONHjw+s6/Z&#10;1Ox7YXfbpP56VxA8DjPzDbNcz35QJwqxFzZwuyhAEbdie+4MvL9tbx5AxYRscRAmA2eKsF5dXiyx&#10;tjLxK52a1KkM4VijAZfSWGsdW0ce40JG4uztJXhMWYZO24BThvtBl0VRaY895wWHI20ctV/N0RuY&#10;ntvPQ7n/sO47jLJtdnIoBzHm+mp+egSVaE7/4b/2izVQVfd3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Lbu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mwOccA&#10;AADdAAAADwAAAGRycy9kb3ducmV2LnhtbESPW2sCMRSE3wv9D+EU+lazFVllNYqXCkUs4u39uDnu&#10;bk1Olk2q679vCgUfh5n5hhlNWmvElRpfOVbw3klAEOdOV1woOOyXbwMQPiBrNI5JwZ08TMbPTyPM&#10;tLvxlq67UIgIYZ+hgjKEOpPS5yVZ9B1XE0fv7BqLIcqmkLrBW4RbI7tJkkqLFceFEmual5Rfdj9W&#10;wXKzMN/dr+30KMP8o38yg9VssVbq9aWdDkEEasMj/N/+1ArStNeDvzfxCcjx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JsD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LYG8YA&#10;AADdAAAADwAAAGRycy9kb3ducmV2LnhtbESPQWvCQBSE70L/w/IEL1I3Vg2SukoRigoVrAq9PrPP&#10;JJh9G7JrjP/eLQgeh5n5hpktWlOKhmpXWFYwHEQgiFOrC84UHA/f71MQziNrLC2Tgjs5WMzfOjNM&#10;tL3xLzV7n4kAYZeggtz7KpHSpTkZdANbEQfvbGuDPsg6k7rGW4CbUn5EUSwNFhwWcqxomVN62V+N&#10;gmb3c8rWjas2l2nfTUan1Wqr/5TqdduvTxCeWv8KP9trrSCOxxP4fxOe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GLYG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E6pcYA&#10;AADdAAAADwAAAGRycy9kb3ducmV2LnhtbESPQWsCMRSE74X+h/AKvdWsoouuRlFB6KVQtYd6e26e&#10;u4ublzVJdfXXN4LgcZiZb5jJrDW1OJPzlWUF3U4Cgji3uuJCwc929TEE4QOyxtoyKbiSh9n09WWC&#10;mbYXXtN5EwoRIewzVFCG0GRS+rwkg75jG+LoHawzGKJ0hdQOLxFuatlLklQarDgulNjQsqT8uPkz&#10;Chaj4eL03eev23q/o93v/jjouUSp97d2PgYRqA3P8KP9qRWkaT+F+5v4BOT0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E6pcYAAADdAAAADwAAAAAAAAAAAAAAAACYAgAAZHJz&#10;L2Rvd25yZXYueG1sUEsFBgAAAAAEAAQA9QAAAIsDAAAAAA==&#10;" fillcolor="black" stroked="f"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RcMMgA&#10;AADdAAAADwAAAGRycy9kb3ducmV2LnhtbESPzWvCQBTE74L/w/KE3nSjtFGiq2g/QKge/Dh4fM2+&#10;Jkuyb0N2q7F/fbdQ6HGYmd8wi1Vna3Gl1hvHCsajBARx7rThQsH59DacgfABWWPtmBTcycNq2e8t&#10;MNPuxge6HkMhIoR9hgrKEJpMSp+XZNGPXEMcvU/XWgxRtoXULd4i3NZykiSptGg4LpTY0HNJeXX8&#10;sgou76mZHQxNPnbfm1e9e6o2+5dKqYdBt56DCNSF//Bfe6sVpOnjFH7fx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dFw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7298IA&#10;AADdAAAADwAAAGRycy9kb3ducmV2LnhtbERPz2vCMBS+C/4P4Qm7aeoYRapRRBl62WFuw+ujeTa1&#10;zUtNolb/+uUw2PHj+71Y9bYVN/KhdqxgOslAEJdO11wp+P56H89AhIissXVMCh4UYLUcDhZYaHfn&#10;T7odYiVSCIcCFZgYu0LKUBqyGCauI07cyXmLMUFfSe3xnsJtK1+zLJcWa04NBjvaGCqbw9Uq8Ovj&#10;tnny9afJnh+PsDv3lxkapV5G/XoOIlIf/8V/7r1WkOdvaW5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vb3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23sYA&#10;AADdAAAADwAAAGRycy9kb3ducmV2LnhtbESP3WrCQBSE7wt9h+UUelN0o5So0VWkUChUCv48wDF7&#10;TIK7Z0P2VGOfvlsoeDnMzDfMYtV7py7UxSawgdEwA0VcBttwZeCwfx9MQUVBtugCk4EbRVgtHx8W&#10;WNhw5S1ddlKpBOFYoIFapC20jmVNHuMwtMTJO4XOoyTZVdp2eE1w7/Q4y3LtseG0UGNLbzWV5923&#10;N+DGRzf7nMSN3A56k/142b58WWOen/r1HJRQL/fwf/vDGsjz1x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b23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nG2sIA&#10;AADdAAAADwAAAGRycy9kb3ducmV2LnhtbERPz2vCMBS+D/wfwhO8zVRhRTqjbIrQi4dVh9dn89aU&#10;JS+lybT61y8HwePH93u5HpwVF+pD61nBbJqBIK69brlRcDzsXhcgQkTWaD2TghsFWK9GL0sstL/y&#10;F12q2IgUwqFABSbGrpAy1IYchqnviBP343uHMcG+kbrHawp3Vs6zLJcOW04NBjvaGKp/qz+nYFt1&#10;dn4szWc4fe/PZ1ved3TaKjUZDx/vICIN8Sl+uEutIM/f0v70Jj0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ecba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Is8MQA&#10;AADdAAAADwAAAGRycy9kb3ducmV2LnhtbESPzWrDMBCE74G+g9hCb4nkQp3iRDGlNBDoKX+H3hZp&#10;YzuxVsZSY/ftq0Agx2FmvmGW5ehacaU+NJ41ZDMFgth423Cl4bBfT99BhIhssfVMGv4oQLl6miyx&#10;sH7gLV13sRIJwqFADXWMXSFlMDU5DDPfESfv5HuHMcm+krbHIcFdK1+VyqXDhtNCjR191mQuu1+n&#10;4byW394oNMfDcdjY+c9XTq3S+uV5/FiAiDTGR/je3lgNef6Wwe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iLPD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kQqcYA&#10;AADdAAAADwAAAGRycy9kb3ducmV2LnhtbESPT2vCQBTE74LfYXmF3nTTFINEN6KFQmnpQS2lx2f2&#10;5Q/Jvg27q6bf3i0IPQ4z8xtmvRlNLy7kfGtZwdM8AUFcWt1yreDr+DpbgvABWWNvmRT8kodNMZ2s&#10;Mdf2ynu6HEItIoR9jgqaEIZcSl82ZNDP7UAcvco6gyFKV0vt8BrhppdpkmTSYMtxocGBXhoqu8PZ&#10;KPg5f3D1+fy+dbvwbcej79LTslPq8WHcrkAEGsN/+N5+0wqybJHC35v4BGR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kQq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8P4McA&#10;AADdAAAADwAAAGRycy9kb3ducmV2LnhtbESPT2sCMRTE7wW/Q3hCbzXrv0VXo6hQ6EWotod6e26e&#10;u4ublzVJdfXTN4VCj8PM/IaZL1tTiys5X1lW0O8lIIhzqysuFHx+vL5MQPiArLG2TAru5GG56DzN&#10;MdP2xju67kMhIoR9hgrKEJpMSp+XZND3bEMcvZN1BkOUrpDa4S3CTS0HSZJKgxXHhRIb2pSUn/ff&#10;RsF6Ollf3ke8feyOBzp8Hc/jgUuUeu62qxmIQG34D/+137SCNB0P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/D+DHAAAA3QAAAA8AAAAAAAAAAAAAAAAAmAIAAGRy&#10;cy9kb3ducmV2LnhtbFBLBQYAAAAABAAEAPUAAACMAwAAAAA=&#10;" fillcolor="black" stroked="f"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tlcUA&#10;AADdAAAADwAAAGRycy9kb3ducmV2LnhtbESPzWrDMBCE74W8g9hAb43cPxPcKMEESktPTpqQ68ba&#10;WqbWykiq4r59VSj0OMzMN8xqM9lBJPKhd6zgdlGAIG6d7rlTcHh/vlmCCBFZ4+CYFHxTgM16drXC&#10;SrsL7yjtYycyhEOFCkyMYyVlaA1ZDAs3Emfvw3mLMUvfSe3xkuF2kHdFUUqLPecFgyNtDbWf+y+r&#10;IJ23TX2fTsns3nzdede8HM+NUtfzqX4CEWmK/+G/9qtWUJaPD/D7Jj8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Km2V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Eo/MYA&#10;AADdAAAADwAAAGRycy9kb3ducmV2LnhtbESPQWvCQBSE7wX/w/KE3urGgkGjq4jYYntpGwU9PrLP&#10;bDD7NmTXmPbXd4VCj8PMfMMsVr2tRUetrxwrGI8SEMSF0xWXCg77l6cpCB+QNdaOScE3eVgtBw8L&#10;zLS78Rd1eShFhLDPUIEJocmk9IUhi37kGuLonV1rMUTZllK3eItwW8vnJEmlxYrjgsGGNoaKS361&#10;Cvx4sz2+259Zd3o1/JG/mfSzNEo9Dvv1HESgPvyH/9o7rSBNJxO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Eo/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32D0D" w:rsidRDefault="00B32D0D" w:rsidP="00B32D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32D0D" w:rsidRPr="008F5204" w:rsidRDefault="00B32D0D" w:rsidP="00B32D0D">
      <w:pPr>
        <w:jc w:val="center"/>
        <w:rPr>
          <w:rFonts w:ascii="Times New Roman" w:hAnsi="Times New Roman" w:cs="Times New Roman"/>
          <w:b/>
        </w:rPr>
      </w:pPr>
    </w:p>
    <w:p w:rsidR="00B32D0D" w:rsidRPr="008F5204" w:rsidRDefault="00B32D0D" w:rsidP="00B32D0D">
      <w:pPr>
        <w:jc w:val="center"/>
        <w:rPr>
          <w:rFonts w:ascii="Times New Roman" w:hAnsi="Times New Roman" w:cs="Times New Roman"/>
          <w:b/>
        </w:rPr>
      </w:pPr>
    </w:p>
    <w:p w:rsidR="00B32D0D" w:rsidRPr="008F5204" w:rsidRDefault="00B32D0D" w:rsidP="00B32D0D">
      <w:pPr>
        <w:jc w:val="center"/>
        <w:rPr>
          <w:rFonts w:ascii="Times New Roman" w:hAnsi="Times New Roman" w:cs="Times New Roman"/>
          <w:b/>
        </w:rPr>
      </w:pPr>
    </w:p>
    <w:p w:rsidR="00B32D0D" w:rsidRPr="008F5204" w:rsidRDefault="00B32D0D" w:rsidP="00B32D0D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B32D0D" w:rsidRPr="008F5204" w:rsidRDefault="00B32D0D" w:rsidP="00B32D0D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B32D0D" w:rsidRPr="008F5204" w:rsidRDefault="00B32D0D" w:rsidP="00B32D0D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B32D0D" w:rsidRPr="008F5204" w:rsidRDefault="00B32D0D" w:rsidP="00B32D0D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B32D0D" w:rsidRPr="008F5204" w:rsidRDefault="00B32D0D" w:rsidP="00B32D0D">
      <w:pPr>
        <w:jc w:val="center"/>
        <w:rPr>
          <w:rFonts w:ascii="Times New Roman" w:hAnsi="Times New Roman" w:cs="Times New Roman"/>
          <w:b/>
        </w:rPr>
      </w:pPr>
    </w:p>
    <w:p w:rsidR="00B32D0D" w:rsidRPr="008F5204" w:rsidRDefault="00B32D0D" w:rsidP="00B32D0D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B32D0D" w:rsidRPr="008F5204" w:rsidRDefault="00B32D0D" w:rsidP="00B32D0D">
      <w:pPr>
        <w:jc w:val="center"/>
        <w:rPr>
          <w:rFonts w:ascii="Times New Roman" w:hAnsi="Times New Roman" w:cs="Times New Roman"/>
          <w:b/>
        </w:rPr>
      </w:pPr>
    </w:p>
    <w:p w:rsidR="00B32D0D" w:rsidRPr="008F5204" w:rsidRDefault="00B32D0D" w:rsidP="00B32D0D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B32D0D" w:rsidRPr="008F5204" w:rsidRDefault="00B32D0D" w:rsidP="00B32D0D">
      <w:pPr>
        <w:rPr>
          <w:rFonts w:ascii="Times New Roman" w:hAnsi="Times New Roman" w:cs="Times New Roman"/>
        </w:rPr>
      </w:pPr>
    </w:p>
    <w:p w:rsidR="00B32D0D" w:rsidRPr="008F5204" w:rsidRDefault="00B32D0D" w:rsidP="00B32D0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B32D0D" w:rsidRPr="008F5204" w:rsidRDefault="00B32D0D" w:rsidP="00B32D0D">
      <w:pPr>
        <w:tabs>
          <w:tab w:val="left" w:pos="2160"/>
        </w:tabs>
        <w:rPr>
          <w:rFonts w:ascii="Times New Roman" w:hAnsi="Times New Roman" w:cs="Times New Roman"/>
        </w:rPr>
      </w:pPr>
    </w:p>
    <w:p w:rsidR="00B32D0D" w:rsidRPr="00EF1F94" w:rsidRDefault="00B32D0D" w:rsidP="00B32D0D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B32D0D" w:rsidRPr="00EF1F94" w:rsidRDefault="00B32D0D" w:rsidP="00B32D0D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B32D0D" w:rsidRPr="00EF1F94" w:rsidRDefault="00B32D0D" w:rsidP="00B32D0D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B32D0D" w:rsidRPr="00EF1F94" w:rsidRDefault="00B32D0D" w:rsidP="00B32D0D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r>
        <w:rPr>
          <w:rFonts w:ascii="Times New Roman" w:hAnsi="Times New Roman" w:cs="Times New Roman"/>
          <w:b/>
          <w:color w:val="auto"/>
        </w:rPr>
        <w:t>Ковалю В.В.</w:t>
      </w:r>
    </w:p>
    <w:p w:rsidR="00B32D0D" w:rsidRPr="00EF1F94" w:rsidRDefault="00B32D0D" w:rsidP="00B32D0D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B32D0D" w:rsidRPr="00EF1F94" w:rsidRDefault="00B32D0D" w:rsidP="00B32D0D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B32D0D" w:rsidRPr="00EF1F94" w:rsidRDefault="00B32D0D" w:rsidP="00B32D0D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B32D0D" w:rsidRPr="00EF1F94" w:rsidRDefault="00B32D0D" w:rsidP="00B32D0D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>ву Коваля В.В.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B32D0D" w:rsidRDefault="00B32D0D" w:rsidP="00B32D0D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B32D0D" w:rsidRPr="008F5204" w:rsidRDefault="00B32D0D" w:rsidP="00B32D0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32D0D" w:rsidRPr="008F5204" w:rsidRDefault="00B32D0D" w:rsidP="00B32D0D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r>
        <w:rPr>
          <w:rFonts w:ascii="Times New Roman" w:hAnsi="Times New Roman" w:cs="Times New Roman"/>
        </w:rPr>
        <w:t>Ковалю Вадиму Володимировичу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</w:rPr>
        <w:t>площею 2,0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Крупецька</w:t>
      </w:r>
      <w:proofErr w:type="spellEnd"/>
      <w:r>
        <w:rPr>
          <w:rFonts w:ascii="Times New Roman" w:hAnsi="Times New Roman" w:cs="Times New Roman"/>
          <w:color w:val="auto"/>
        </w:rPr>
        <w:t xml:space="preserve"> сільська рада.</w:t>
      </w:r>
    </w:p>
    <w:p w:rsidR="00B32D0D" w:rsidRDefault="00B32D0D" w:rsidP="00B32D0D">
      <w:pPr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ередати Ковалю Вадиму Володимировичу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 за адресою: </w:t>
      </w:r>
      <w:r w:rsidR="00312C12" w:rsidRPr="00312C12">
        <w:rPr>
          <w:rFonts w:ascii="Times New Roman" w:hAnsi="Times New Roman" w:cs="Times New Roman"/>
          <w:lang w:val="ru-RU"/>
        </w:rPr>
        <w:t>_________________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312C12" w:rsidRPr="00312C12">
        <w:rPr>
          <w:rFonts w:ascii="Times New Roman" w:hAnsi="Times New Roman" w:cs="Times New Roman"/>
          <w:lang w:val="ru-RU"/>
        </w:rPr>
        <w:t>________</w:t>
      </w:r>
      <w:r w:rsidRPr="008F5204">
        <w:rPr>
          <w:rFonts w:ascii="Times New Roman" w:hAnsi="Times New Roman" w:cs="Times New Roman"/>
        </w:rPr>
        <w:t>, у власн</w:t>
      </w:r>
      <w:r>
        <w:rPr>
          <w:rFonts w:ascii="Times New Roman" w:hAnsi="Times New Roman" w:cs="Times New Roman"/>
        </w:rPr>
        <w:t>ість земельну ділянку, площею 2,0000 га, кадастровий номер: 68239840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3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18:0298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</w:rPr>
        <w:t>Крупецька</w:t>
      </w:r>
      <w:proofErr w:type="spellEnd"/>
      <w:r>
        <w:rPr>
          <w:rFonts w:ascii="Times New Roman" w:hAnsi="Times New Roman" w:cs="Times New Roman"/>
        </w:rPr>
        <w:t xml:space="preserve"> сільська рада. </w:t>
      </w:r>
    </w:p>
    <w:p w:rsidR="00B32D0D" w:rsidRPr="008F5204" w:rsidRDefault="00B32D0D" w:rsidP="00B32D0D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r>
        <w:rPr>
          <w:rFonts w:ascii="Times New Roman" w:hAnsi="Times New Roman" w:cs="Times New Roman"/>
        </w:rPr>
        <w:t>Ковалю В.В.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ому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32D0D" w:rsidRPr="008F5204" w:rsidRDefault="00B32D0D" w:rsidP="00B32D0D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32D0D" w:rsidRPr="00B32D0D" w:rsidRDefault="00B32D0D" w:rsidP="00B32D0D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B32D0D" w:rsidRPr="008F5204" w:rsidRDefault="00B32D0D" w:rsidP="00B32D0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2238A3" w:rsidRPr="00B32D0D" w:rsidRDefault="00B32D0D" w:rsidP="00B32D0D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2238A3" w:rsidRPr="00B32D0D" w:rsidSect="00B32D0D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32D0D"/>
    <w:rsid w:val="00171A2E"/>
    <w:rsid w:val="002238A3"/>
    <w:rsid w:val="00257014"/>
    <w:rsid w:val="00304C90"/>
    <w:rsid w:val="00312C12"/>
    <w:rsid w:val="00505B6D"/>
    <w:rsid w:val="006D3977"/>
    <w:rsid w:val="007D6C18"/>
    <w:rsid w:val="00B17792"/>
    <w:rsid w:val="00B32D0D"/>
    <w:rsid w:val="00BE18F2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D0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284</Words>
  <Characters>1620</Characters>
  <Application>Microsoft Office Word</Application>
  <DocSecurity>0</DocSecurity>
  <Lines>13</Lines>
  <Paragraphs>3</Paragraphs>
  <ScaleCrop>false</ScaleCrop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2020-02-13T11:33:00Z</dcterms:created>
  <dcterms:modified xsi:type="dcterms:W3CDTF">2020-02-13T12:15:00Z</dcterms:modified>
</cp:coreProperties>
</file>