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E75" w:rsidRDefault="00ED4E75" w:rsidP="00ED4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ED4E75" w:rsidRDefault="00ED4E75" w:rsidP="00ED4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ED4E75" w:rsidRPr="003B50D1" w:rsidRDefault="00ED4E75" w:rsidP="00ED4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ED4E75" w:rsidRPr="003B50D1" w:rsidRDefault="00ED4E75" w:rsidP="00ED4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ED4E75" w:rsidRPr="003B50D1" w:rsidRDefault="00ED4E75" w:rsidP="00ED4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D4BC9F" wp14:editId="7F550E21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2662" name="Группа 126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266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E75" w:rsidRDefault="00ED4E75" w:rsidP="00ED4E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662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5Tk8MA&#10;AADeAAAADwAAAGRycy9kb3ducmV2LnhtbERPS0vDQBC+F/wPyxS8tZsmkIaYbSmi0kNAEu19yE4e&#10;mJ0N2bWN/94VhN7m43tOcVzMKK40u8Gygt02AkHcWD1wp+Dz43WTgXAeWeNomRT8kIPj4WFVYK7t&#10;jSu61r4TIYRdjgp676dcStf0ZNBt7UQcuNbOBn2Acyf1jLcQbkYZR1EqDQ4cGnqc6Lmn5qv+Ngps&#10;8nYuL11cJS+893x6z9rLUir1uF5OTyA8Lf4u/nefdZgfp2kCf++EG+Th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5Tk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D4E75" w:rsidRDefault="00ED4E75" w:rsidP="00ED4E7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N5RMYA&#10;AADeAAAADwAAAGRycy9kb3ducmV2LnhtbERPS2sCMRC+F/wPYYRepGYrZVu3RhFh7eNQ0Aq9Dpvp&#10;ZutmsiRRt/56IxR6m4/vObNFb1txJB8axwruxxkI4srphmsFu8/y7glEiMgaW8ek4JcCLOaDmxkW&#10;2p14Q8dtrEUK4VCgAhNjV0gZKkMWw9h1xIn7dt5iTNDXUns8pXDbykmW5dJiw6nBYEcrQ9V+e7AK&#10;fsoP87V6PK/9aLqh86h8f2nfcqVuh/3yGUSkPv6L/9yvOs2f5PkDXN9JN8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8N5R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D4E75" w:rsidRDefault="00ED4E75" w:rsidP="00ED4E7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x43sYA&#10;AADeAAAADwAAAGRycy9kb3ducmV2LnhtbESP0WrCQBBF3wv9h2UKvhTdmNIg0VVEaim+iIkfMGTH&#10;bDA7G7LbJP59t1Do2wz3zj13NrvJtmKg3jeOFSwXCQjiyumGawXX8jhfgfABWWPrmBQ8yMNu+/y0&#10;wVy7kS80FKEWMYR9jgpMCF0upa8MWfQL1xFH7eZ6iyGufS11j2MMt61MkySTFhuOBIMdHQxV9+Lb&#10;Rsj5Dc+n21gePycc8eNk+HV/UWr2Mu3XIAJN4d/8d/2lY/00y97h9504g9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px43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D4E75" w:rsidRDefault="00ED4E75" w:rsidP="00ED4E7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rzk8MA&#10;AADeAAAADwAAAGRycy9kb3ducmV2LnhtbERPTUvEMBC9C/6HMII3N7VoXOpmF1kVRPDgKizehma2&#10;LTaTkIzb+u+NIHibx/uc1Wb2ozpSykNgC5eLChRxG9zAnYX3t8eLJagsyA7HwGThmzJs1qcnK2xc&#10;mPiVjjvpVAnh3KCFXiQ2Wue2J495ESJx4Q4heZQCU6ddwqmE+1HXVWW0x4FLQ4+Rtj21n7svb+Fl&#10;eojPN+b6ED/SVa3zvZP9Vqw9P5vvbkEJzfIv/nM/uTK/NsbA7zvlBr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8rzk8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D4E75" w:rsidRDefault="00ED4E75" w:rsidP="00ED4E7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JDMsYA&#10;AADeAAAADwAAAGRycy9kb3ducmV2LnhtbESPwWrDMBBE74H+g9hCL6GRk4JT3CjGlLoEX4KTfsBi&#10;bSxTa2UsJXb/PioUettlZufN7vLZ9uJGo+8cK1ivEhDEjdMdtwq+zuXzKwgfkDX2jknBD3nI9w+L&#10;HWbaTVzT7RRaEUPYZ6jAhDBkUvrGkEW/cgNx1C5utBjiOrZSjzjFcNvLTZKk0mLHkWBwoHdDzffp&#10;aiPk+ILH6jKdy88ZJ/yoDC+LWqmnx7l4AxFoDv/mv+uDjvU3abqF33fiDHJ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JDM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D4E75" w:rsidRDefault="00ED4E75" w:rsidP="00ED4E7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CescA&#10;AADeAAAADwAAAGRycy9kb3ducmV2LnhtbESPQUvDQBCF74L/YRnBm90Yaiqx2yK1ggge2gqltyE7&#10;TYLZ2WV3beK/dw6Ctxnem/e+Wa4nN6gLxdR7NnA/K0ARN9723Br4PLzePYJKGdni4JkM/FCC9er6&#10;aom19SPv6LLPrZIQTjUa6HIOtdap6chhmvlALNrZR4dZ1thqG3GUcDfosigq7bBnaegw0Kaj5mv/&#10;7Qx8jNvwvqgezuEU56VOLzYfN9mY25vp+QlUpin/m/+u36zgl1UlvPKOzK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0Zwnr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D4E75" w:rsidRDefault="00ED4E75" w:rsidP="00ED4E7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B6CMUA&#10;AADeAAAADwAAAGRycy9kb3ducmV2LnhtbERP32vCMBB+H/g/hBN8kZnOseKqUXQQNthg6Aa+Hs3Z&#10;FptLSaLt/vtlIOztPr6ft9oMthVX8qFxrOBhloEgLp1puFLw/aXvFyBCRDbYOiYFPxRgsx7drbAw&#10;ruc9XQ+xEimEQ4EK6hi7QspQ1mQxzFxHnLiT8xZjgr6SxmOfwm0r51mWS4sNp4YaO3qpqTwfLlbB&#10;7rOvHv203A3u/fR6fNLa6A+t1GQ8bJcgIg3xX3xzv5k0f57nz/D3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UHoI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D4E75" w:rsidRDefault="00ED4E75" w:rsidP="00ED4E7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MPt8YA&#10;AADeAAAADwAAAGRycy9kb3ducmV2LnhtbESPQWvDMAyF74P+B6NBb6uzsHUlrVtKR2CMXdbtB4hY&#10;i9PGcrDdNP3302Gwm4Se3nvfZjf5Xo0UUxfYwOOiAEXcBNtxa+D7q35YgUoZ2WIfmAzcKMFuO7vb&#10;YGXDlT9pPOZWiQmnCg24nIdK69Q48pgWYSCW20+IHrOssdU24lXMfa/Lolhqjx1LgsOBDo6a8/Hi&#10;DdTv5cd4vthYh/305OnZnVavzpj5/bRfg8o05X/x3/eblfrl8kUABEd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4MPt8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D4E75" w:rsidRDefault="00ED4E75" w:rsidP="00ED4E7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/g08UA&#10;AADeAAAADwAAAGRycy9kb3ducmV2LnhtbERP32vCMBB+H/g/hBP2IjPVMTc6o6gQJkwQ3WCvR3O2&#10;Zc2lJJmt/70RhL3dx/fz5sveNuJMPtSOFUzGGQjiwpmaSwXfX/rpDUSIyAYbx6TgQgGWi8HDHHPj&#10;Oj7Q+RhLkUI45KigirHNpQxFRRbD2LXEiTs5bzEm6EtpPHYp3DZymmUzabHm1FBhS5uKit/jn1Ww&#10;3nflsx8V6959nj5+XrQ2eqeVehz2q3cQkfr4L767tybNn85eJ3B7J90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/+DT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D4E75" w:rsidRDefault="00ED4E75" w:rsidP="00ED4E7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00W8MA&#10;AADeAAAADwAAAGRycy9kb3ducmV2LnhtbERPS2rDMBDdF3IHMYHuGrmm+eBGDqHFEEo3TXKAwZpa&#10;rq2RkRTHuX0VKHQ3j/ed7W6yvRjJh9axgudFBoK4drrlRsH5VD1tQISIrLF3TApuFGBXzh62WGh3&#10;5S8aj7ERKYRDgQpMjEMhZagNWQwLNxAn7tt5izFB30jt8ZrCbS/zLFtJiy2nBoMDvRmqu+PFKqg+&#10;8s+xu2hfuf30YmlpfjbvRqnH+bR/BRFpiv/iP/dBp/n5ap3D/Z10gy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00W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D4E75" w:rsidRDefault="00ED4E75" w:rsidP="00ED4E7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8PKMAA&#10;AADeAAAADwAAAGRycy9kb3ducmV2LnhtbERP24rCMBB9F/yHMIJvmnqX2lQWQdHHrX7A0IxtsZnU&#10;Jmvr35uFhX2bw7lOsu9NLV7Uusqygtk0AkGcW11xoeB2PU62IJxH1lhbJgVvcrBPh4MEY207/qZX&#10;5gsRQtjFqKD0vomldHlJBt3UNsSBu9vWoA+wLaRusQvhppbzKFpLgxWHhhIbOpSUP7Ifo2D57k7P&#10;bPWIjtrQ7LJoLuzzlVLjUf+1A+Gp9//iP/dZh/nz9WYBv++EG2T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Z8PKM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D4E75" w:rsidRDefault="00ED4E75" w:rsidP="00ED4E7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SB88QA&#10;AADeAAAADwAAAGRycy9kb3ducmV2LnhtbERPTWvCQBC9C/0PyxR6M5uGEtvUVaRiKZ40TXsesmMS&#10;mp0N2TWJ/74rCN7m8T5nuZ5MKwbqXWNZwXMUgyAurW64UlB87+avIJxH1thaJgUXcrBePcyWmGk7&#10;8pGG3FcihLDLUEHtfZdJ6cqaDLrIdsSBO9neoA+wr6TucQzhppVJHKfSYMOhocaOPmoq//KzUXBO&#10;f5OCT3t9yLeXz7ftbuPkT6XU0+O0eQfhafJ38c39pcP8JF28wPWdcIN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0gfP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D4E75" w:rsidRDefault="00ED4E75" w:rsidP="00ED4E7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eUdcYA&#10;AADeAAAADwAAAGRycy9kb3ducmV2LnhtbERPTU/CQBC9k/gfNmPCDbaCFCwsBExMwAME0IO3oTu2&#10;he5s7a5Q/71LQsJtXt7nTGaNKcWZaldYVvDUjUAQp1YXnCn42L91RiCcR9ZYWiYFf+RgNn1oTTDR&#10;9sJbOu98JkIIuwQV5N5XiZQuzcmg69qKOHDftjboA6wzqWu8hHBTyl4UxdJgwaEhx4pec0pPu1+j&#10;4HMzil82i9Xz8X19wL7RP1+6iJVqPzbzMQhPjb+Lb+6lDvN78XAA13fCDXL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FeUd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D4E75" w:rsidRDefault="00ED4E75" w:rsidP="00ED4E7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ydlsMA&#10;AADeAAAADwAAAGRycy9kb3ducmV2LnhtbERPS2vCQBC+F/wPywje6sZUokRXsS1q6ckXeB2yYxLM&#10;zobsqtFf7wqF3ubje8503ppKXKlxpWUFg34EgjizuuRcwWG/fB+DcB5ZY2WZFNzJwXzWeZtiqu2N&#10;t3Td+VyEEHYpKii8r1MpXVaQQde3NXHgTrYx6ANscqkbvIVwU8k4ihJpsOTQUGBNXwVl593FKHgk&#10;R9y4dfz5/aE93Yfjlf3drJTqddvFBISn1v+L/9w/OsyPk1ECr3fCDXL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Hydls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D4E75" w:rsidRDefault="00ED4E75" w:rsidP="00ED4E7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lRo8MA&#10;AADeAAAADwAAAGRycy9kb3ducmV2LnhtbERPzWrCQBC+F/oOyxS81Y3BGo2uIqLQWzX1AYbsuAlm&#10;Z2N21din7xaE3ubj+53FqreNuFHna8cKRsMEBHHpdM1GwfF79z4F4QOyxsYxKXiQh9Xy9WWBuXZ3&#10;PtCtCEbEEPY5KqhCaHMpfVmRRT90LXHkTq6zGCLsjNQd3mO4bWSaJBNpsebYUGFLm4rKc3G1Ci4u&#10;/dB9scWv83a2r40ZX34OY6UGb/16DiJQH/7FT/enjvPTSZbB3zvxBr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lRo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D4E75" w:rsidRDefault="00ED4E75" w:rsidP="00ED4E7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qjOsYA&#10;AADeAAAADwAAAGRycy9kb3ducmV2LnhtbESPQW/CMAyF70j7D5EncRvpQCusENCGhMQV2GFHLzFt&#10;WeN0TQYdvx4fJnGz9Z7f+7xY9b5RZ+piHdjA8ygDRWyDq7k08HHYPM1AxYTssAlMBv4owmr5MFhg&#10;4cKFd3Tep1JJCMcCDVQptYXW0VbkMY5CSyzaMXQek6xdqV2HFwn3jR5nWa491iwNFba0rsh+73+9&#10;gW39RS+5Pb762bvdfV5/0mR6csYMH/u3OahEfbqb/6+3TvDH+VR45R2ZQS9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qjO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D4E75" w:rsidRDefault="00ED4E75" w:rsidP="00ED4E7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f/dsYA&#10;AADeAAAADwAAAGRycy9kb3ducmV2LnhtbERP0WrCQBB8L/gPxwp9q5fmQWvqJVRBaLEKamlfl9ya&#10;C+b2Qu4a49/3hIJvszs7MzuLYrCN6KnztWMFz5MEBHHpdM2Vgq/j+ukFhA/IGhvHpOBKHop89LDA&#10;TLsL76k/hEpEE/YZKjAhtJmUvjRk0U9cSxy5k+sshjh2ldQdXqK5bWSaJFNpseaYYLCllaHyfPi1&#10;CnrcXZMfs9zOP+rPMt0tvzc67tXjeHh7BRFoCPfjf/W7ju+n09kcbnUiBp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kf/d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D4E75" w:rsidRDefault="00ED4E75" w:rsidP="00ED4E7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X5VsQA&#10;AADeAAAADwAAAGRycy9kb3ducmV2LnhtbESPQU/DMAyF70j8h8hI3FhKD9NUlk0IaYgjFA4cTeM1&#10;HY1dJWEt/Hp8QOJmy8/vvW+7X+JozpTyIOzgdlWBIe7ED9w7eHs93GzA5ILscRQmB9+UYb+7vNhi&#10;42XmFzq3pTdqwrlBB6GUqbE2d4Ei5pVMxHo7SopYdE299QlnNY+jratqbSMOrAkBJ3oI1H22X9HB&#10;/Nh9nOrjuw8/aZJD+yynehTnrq+W+zswhZbyL/77fvJav15vFEBxdAa7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l+Vb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D4E75" w:rsidRDefault="00ED4E75" w:rsidP="00ED4E7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FM2sUA&#10;AADeAAAADwAAAGRycy9kb3ducmV2LnhtbERPTWvCQBC9F/wPyxR6qxtzsCG6itUKpVQkVu9jdpqk&#10;7s6G7FbTf+8KQm/zeJ8znffWiDN1vnGsYDRMQBCXTjdcKdh/rZ8zED4gazSOScEfeZjPBg9TzLW7&#10;cEHnXahEDGGfo4I6hDaX0pc1WfRD1xJH7tt1FkOEXSV1h5cYbo1Mk2QsLTYcG2psaVlTedr9WgXr&#10;7cr8pJticZBh+fZyNNnH6+pTqafHfjEBEagP/+K7+13H+ek4G8HtnXiD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EUza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D4E75" w:rsidRDefault="00ED4E75" w:rsidP="00ED4E7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UPOcQA&#10;AADeAAAADwAAAGRycy9kb3ducmV2LnhtbERPTWvCQBC9F/wPywheRDdNqYToKiIULVhoVfA6Zsck&#10;mJ0N2TXGf+8KQm/zeJ8zW3SmEi01rrSs4H0cgSDOrC45V3DYf40SEM4ja6wsk4I7OVjMe28zTLW9&#10;8R+1O5+LEMIuRQWF93UqpcsKMujGtiYO3Nk2Bn2ATS51g7cQbioZR9FEGiw5NBRY06qg7LK7GgXt&#10;7/aUb1pXf1+Sofv8OK3XP/qo1KDfLacgPHX+X/xyb3SYH0+SGJ7vhBv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1Dzn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D4E75" w:rsidRDefault="00ED4E75" w:rsidP="00ED4E7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XUv8YA&#10;AADeAAAADwAAAGRycy9kb3ducmV2LnhtbERPTWvCQBC9F/oflhF6qxvTVmJ0lSoUehGq7UFvY3ZM&#10;gtnZuLvV6K93hUJv83ifM5l1phEncr62rGDQT0AQF1bXXCr4+f54zkD4gKyxsUwKLuRhNn18mGCu&#10;7ZlXdFqHUsQQ9jkqqEJocyl9UZFB37ctceT21hkMEbpSaofnGG4amSbJUBqsOTZU2NKiouKw/jUK&#10;5qNsfvx65eV1tdvSdrM7vKUuUeqp172PQQTqwr/4z/2p4/x0mL3A/Z14g5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RXUv8YAAADeAAAADwAAAAAAAAAAAAAAAACYAgAAZHJz&#10;L2Rvd25yZXYueG1sUEsFBgAAAAAEAAQA9QAAAIsDAAAAAA==&#10;" fillcolor="black" stroked="f">
                  <v:textbox>
                    <w:txbxContent>
                      <w:p w:rsidR="00ED4E75" w:rsidRDefault="00ED4E75" w:rsidP="00ED4E7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9Cy8YA&#10;AADeAAAADwAAAGRycy9kb3ducmV2LnhtbERPTWvCQBC9F/oflil4q5sGG0J0ldpWKFQPag89jtlp&#10;siQ7G7KrRn99t1DwNo/3ObPFYFtxot4bxwqexgkI4tJpw5WCr/3qMQfhA7LG1jEpuJCHxfz+boaF&#10;dmfe0mkXKhFD2BeooA6hK6T0ZU0W/dh1xJH7cb3FEGFfSd3jOYbbVqZJkkmLhmNDjR291lQ2u6NV&#10;8P2ZmXxrKD2sr8t3vX5ulpu3RqnRw/AyBRFoCDfxv/tDx/lplk/g7514g5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z9Cy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D4E75" w:rsidRDefault="00ED4E75" w:rsidP="00ED4E7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GKYsQA&#10;AADeAAAADwAAAGRycy9kb3ducmV2LnhtbERPS2sCMRC+F/wPYYTeNFuhsmyNIhWxlx7qg16HzXSz&#10;3c1kTaKu/vpGEHqbj+85s0VvW3EmH2rHCl7GGQji0umaKwX73XqUgwgRWWPrmBRcKcBiPniaYaHd&#10;hb/ovI2VSCEcClRgYuwKKUNpyGIYu444cT/OW4wJ+kpqj5cUbls5ybKptFhzajDY0buhstmerAK/&#10;/F41Nz4dmuz2eQ2b3/6Yo1Hqedgv30BE6uO/+OH+0Gn+ZJq/wv2ddIO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himL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D4E75" w:rsidRDefault="00ED4E75" w:rsidP="00ED4E7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KiXsQA&#10;AADeAAAADwAAAGRycy9kb3ducmV2LnhtbERP22rCQBB9F/oPyxT6InVjHlKNrlKEQkEpePmAaXZM&#10;QndnQ3aq0a/vFgp9m8O5znI9eKcu1Mc2sIHpJANFXAXbcm3gdHx7noGKgmzRBSYDN4qwXj2Mllja&#10;cOU9XQ5SqxTCsUQDjUhXah2rhjzGSeiIE3cOvUdJsK+17fGawr3TeZYV2mPLqaHBjjYNVV+Hb2/A&#10;5Z9uvn2JO7md9C67e9mPP6wxT4/D6wKU0CD/4j/3u03z82JWwO876Qa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Col7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D4E75" w:rsidRDefault="00ED4E75" w:rsidP="00ED4E7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5Gn8QA&#10;AADeAAAADwAAAGRycy9kb3ducmV2LnhtbERPPW/CMBDdkfofrKvUDZxmABQwqC1CytKBFMR6xEcc&#10;YZ+j2IWUX48rVep2T+/zluvBWXGlPrSeFbxOMhDEtdctNwr2X9vxHESIyBqtZ1LwQwHWq6fREgvt&#10;b7yjaxUbkUI4FKjAxNgVUobakMMw8R1x4s6+dxgT7Bupe7ylcGdlnmVT6bDl1GCwow9D9aX6dgo2&#10;VWfzfWnew/HweTrZ8r6l40apl+fhbQEi0hD/xX/uUqf5+XQ+g9930g1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eRp/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D4E75" w:rsidRDefault="00ED4E75" w:rsidP="00ED4E7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Rg28UA&#10;AADeAAAADwAAAGRycy9kb3ducmV2LnhtbESPQW/CMAyF70j7D5EncYNkHArqCGiahoS0EwwO3KzE&#10;a7s1TtVktPx7fEDazdZ7fu/zejuGVl2pT01kCy9zA4rYRd9wZeH0tZutQKWM7LGNTBZulGC7eZqs&#10;sfRx4ANdj7lSEsKpRAt1zl2pdXI1BUzz2BGL9h37gFnWvtK+x0HCQ6sXxhQ6YMPSUGNH7zW53+Nf&#10;sPCz05/RGXTn03nY++Xlo6DWWDt9Ht9eQWUa87/5cb33gr8oVsIr78gMen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GDb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D4E75" w:rsidRDefault="00ED4E75" w:rsidP="00ED4E7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A2J8QA&#10;AADeAAAADwAAAGRycy9kb3ducmV2LnhtbERPS2vCQBC+C/0PyxR6001TkBhdxRYKpeLBB+Jxmh2T&#10;kOxs2F01/feuIHibj+85s0VvWnEh52vLCt5HCQjiwuqaSwX73fcwA+EDssbWMin4Jw+L+ctghrm2&#10;V97QZRtKEUPY56igCqHLpfRFRQb9yHbEkTtZZzBE6EqpHV5juGllmiRjabDm2FBhR18VFc32bBQc&#10;zys+rT9+l+4zHGy/8036lzVKvb32yymIQH14ih/uHx3np+NsAvd34g1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gNif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D4E75" w:rsidRDefault="00ED4E75" w:rsidP="00ED4E7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7cFckA&#10;AADeAAAADwAAAGRycy9kb3ducmV2LnhtbESPQW/CMAyF70j7D5GRdoOUakNQCGhMmsQFabAdxs00&#10;pq1onC7JoNuvnw+TdrPl5/fet1z3rlVXCrHxbGAyzkARl942XBl4f3sZzUDFhGyx9UwGvinCenU3&#10;WGJh/Y33dD2kSokJxwIN1Cl1hdaxrMlhHPuOWG5nHxwmWUOlbcCbmLtW51k21Q4bloQaO3quqbwc&#10;vpyBzXy2+Xx94N3P/nSk48fp8piHzJj7Yf+0AJWoT//iv++tlfr5dC4AgiMz6N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B7cFckAAADeAAAADwAAAAAAAAAAAAAAAACYAgAA&#10;ZHJzL2Rvd25yZXYueG1sUEsFBgAAAAAEAAQA9QAAAI4DAAAAAA==&#10;" fillcolor="black" stroked="f">
                  <v:textbox>
                    <w:txbxContent>
                      <w:p w:rsidR="00ED4E75" w:rsidRDefault="00ED4E75" w:rsidP="00ED4E7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RyJMQA&#10;AADeAAAADwAAAGRycy9kb3ducmV2LnhtbERPTWsCMRC9C/6HMIXeNKsFaVejLIK09LRqS6/jZtws&#10;3UyWJI3bf98UCr3N433OZjfaXiTyoXOsYDEvQBA3TnfcKng7H2aPIEJE1tg7JgXfFGC3nU42WGp3&#10;4yOlU2xFDuFQogIT41BKGRpDFsPcDcSZuzpvMWboW6k93nK47eWyKFbSYse5weBAe0PN5+nLKkiX&#10;fV09pI9kjq++ar2rn98vtVL3d2O1BhFpjP/iP/eLzvOXq6cF/L6Tb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kciT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D4E75" w:rsidRDefault="00ED4E75" w:rsidP="00ED4E7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qoWsUA&#10;AADeAAAADwAAAGRycy9kb3ducmV2LnhtbERPTWvCQBC9F/wPywi91Y05hBpdpUgrbS/aKNjjkJ1m&#10;Q7OzIbvG1F/vCkJv83ifs1gNthE9db52rGA6SUAQl07XXCk47N+enkH4gKyxcUwK/sjDajl6WGCu&#10;3Zm/qC9CJWII+xwVmBDaXEpfGrLoJ64ljtyP6yyGCLtK6g7PMdw2Mk2STFqsOTYYbGltqPwtTlaB&#10;n65fj5/2Muu/N4a3xYfJdpVR6nE8vMxBBBrCv/juftdxfprNUri9E2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mqha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D4E75" w:rsidRDefault="00ED4E75" w:rsidP="00ED4E7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D4E75" w:rsidRPr="003B50D1" w:rsidRDefault="00ED4E75" w:rsidP="00ED4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ED4E75" w:rsidRPr="003B50D1" w:rsidRDefault="00ED4E75" w:rsidP="00ED4E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ED4E75" w:rsidRPr="003B50D1" w:rsidRDefault="00ED4E75" w:rsidP="00ED4E7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ED4E75" w:rsidRPr="003B50D1" w:rsidRDefault="00ED4E75" w:rsidP="00ED4E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ED4E75" w:rsidRPr="003B50D1" w:rsidRDefault="00ED4E75" w:rsidP="00ED4E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ED4E75" w:rsidRPr="003B50D1" w:rsidRDefault="00ED4E75" w:rsidP="00ED4E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D4E75" w:rsidRPr="003B50D1" w:rsidRDefault="00ED4E75" w:rsidP="00ED4E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ED4E75" w:rsidRPr="003B50D1" w:rsidRDefault="00ED4E75" w:rsidP="00ED4E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D4E75" w:rsidRPr="003B50D1" w:rsidRDefault="00ED4E75" w:rsidP="00ED4E7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ED4E75" w:rsidRPr="003B50D1" w:rsidRDefault="00ED4E75" w:rsidP="00ED4E7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ED4E75" w:rsidRPr="003B50D1" w:rsidRDefault="00ED4E75" w:rsidP="00ED4E7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ED4E75" w:rsidRPr="003B50D1" w:rsidRDefault="00ED4E75" w:rsidP="00ED4E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.02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ED4E75" w:rsidRPr="003B50D1" w:rsidRDefault="00ED4E75" w:rsidP="00ED4E7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D4E75" w:rsidRPr="003B50D1" w:rsidRDefault="00ED4E75" w:rsidP="00ED4E7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4E75" w:rsidRPr="003B50D1" w:rsidRDefault="00ED4E75" w:rsidP="00ED4E7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ED4E75" w:rsidRPr="003B50D1" w:rsidRDefault="00ED4E75" w:rsidP="00ED4E7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ED4E75" w:rsidRPr="003B50D1" w:rsidRDefault="00ED4E75" w:rsidP="00ED4E7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ED4E75" w:rsidRPr="003B50D1" w:rsidRDefault="00ED4E75" w:rsidP="00ED4E7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Душнюку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М. В.</w:t>
      </w:r>
    </w:p>
    <w:p w:rsidR="00ED4E75" w:rsidRPr="003B50D1" w:rsidRDefault="00ED4E75" w:rsidP="00ED4E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4E75" w:rsidRPr="003B50D1" w:rsidRDefault="00ED4E75" w:rsidP="00ED4E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4E75" w:rsidRPr="003B50D1" w:rsidRDefault="00ED4E75" w:rsidP="00ED4E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3B50D1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Душнюка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М. В.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ED4E75" w:rsidRPr="003B50D1" w:rsidRDefault="00ED4E75" w:rsidP="00ED4E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ED4E75" w:rsidRPr="003B50D1" w:rsidRDefault="00ED4E75" w:rsidP="00ED4E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4E75" w:rsidRPr="003B50D1" w:rsidRDefault="00ED4E75" w:rsidP="00ED4E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 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Душнюку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Миколі Васильовичу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</w:t>
      </w:r>
      <w:r w:rsidRPr="003B50D1">
        <w:rPr>
          <w:rFonts w:ascii="Times New Roman" w:eastAsia="Calibri" w:hAnsi="Times New Roman" w:cs="Times New Roman"/>
          <w:sz w:val="24"/>
          <w:szCs w:val="24"/>
        </w:rPr>
        <w:t>оєкт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землеустрою щод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о відведення земельної ділянки та передачі її у приватну власність </w:t>
      </w:r>
      <w:r w:rsidRPr="003B50D1">
        <w:rPr>
          <w:rFonts w:ascii="Times New Roman" w:eastAsia="Calibri" w:hAnsi="Times New Roman" w:cs="Times New Roman"/>
          <w:sz w:val="24"/>
          <w:szCs w:val="24"/>
        </w:rPr>
        <w:t>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 площею  0,2432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район, за межами населеного пункту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D4E75" w:rsidRPr="003B50D1" w:rsidRDefault="00ED4E75" w:rsidP="00ED4E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2.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  <w:szCs w:val="24"/>
        </w:rPr>
        <w:t>Передати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Душнюку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Миколі Васильовичу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  зареєстрований</w:t>
      </w:r>
      <w:r w:rsidRPr="003B50D1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0EF2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560EF2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____________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0,4195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</w:rPr>
        <w:t>кадастровий номер: 6823986800:05:005:0020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 Шепетівський район,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 межами населеного пункту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D4E75" w:rsidRPr="003B50D1" w:rsidRDefault="00ED4E75" w:rsidP="00ED4E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 3.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Душнюку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М. В.,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ED4E75" w:rsidRPr="003B50D1" w:rsidRDefault="00ED4E75" w:rsidP="00ED4E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3B50D1">
        <w:rPr>
          <w:rFonts w:ascii="Times New Roman" w:eastAsia="Calibri" w:hAnsi="Times New Roman" w:cs="Times New Roman"/>
          <w:sz w:val="24"/>
          <w:szCs w:val="24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ED4E75" w:rsidRPr="003B50D1" w:rsidRDefault="00ED4E75" w:rsidP="00ED4E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4E75" w:rsidRPr="003B50D1" w:rsidRDefault="00ED4E75" w:rsidP="00ED4E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4E75" w:rsidRPr="003B50D1" w:rsidRDefault="00ED4E75" w:rsidP="00ED4E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4E75" w:rsidRPr="003B50D1" w:rsidRDefault="00ED4E75" w:rsidP="00ED4E7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396378" w:rsidRDefault="00396378"/>
    <w:sectPr w:rsidR="0039637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E75"/>
    <w:rsid w:val="00396378"/>
    <w:rsid w:val="00560EF2"/>
    <w:rsid w:val="00ED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E75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E75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2</TotalTime>
  <Pages>1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2022-02-11T13:37:00Z</dcterms:created>
  <dcterms:modified xsi:type="dcterms:W3CDTF">2022-02-14T07:36:00Z</dcterms:modified>
</cp:coreProperties>
</file>