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846" w:rsidRPr="00DF573A" w:rsidRDefault="00224846" w:rsidP="00224846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846" w:rsidRDefault="00224846" w:rsidP="002248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24846" w:rsidRDefault="00224846" w:rsidP="002248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24846" w:rsidRDefault="00224846" w:rsidP="002248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4846" w:rsidRDefault="00224846" w:rsidP="002248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4846" w:rsidRDefault="00224846" w:rsidP="002248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4846" w:rsidRDefault="00224846" w:rsidP="002248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4846" w:rsidRDefault="00224846" w:rsidP="002248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24846" w:rsidRDefault="00224846" w:rsidP="0022484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24846" w:rsidRDefault="00224846" w:rsidP="002248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24846" w:rsidRDefault="00224846" w:rsidP="002248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24846" w:rsidRDefault="00224846" w:rsidP="002248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4846" w:rsidRDefault="00224846" w:rsidP="002248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24846" w:rsidRDefault="00224846" w:rsidP="002248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4846" w:rsidRDefault="00224846" w:rsidP="002248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24846" w:rsidRDefault="00224846" w:rsidP="0022484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24846" w:rsidRPr="00186FBA" w:rsidRDefault="00224846" w:rsidP="0022484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№24</w:t>
      </w:r>
    </w:p>
    <w:p w:rsidR="00224846" w:rsidRPr="00C92EA5" w:rsidRDefault="00224846" w:rsidP="0022484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24846" w:rsidRPr="00C92EA5" w:rsidRDefault="00224846" w:rsidP="00224846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C92EA5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C92EA5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224846" w:rsidRPr="00C92EA5" w:rsidRDefault="00224846" w:rsidP="002248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224846" w:rsidRPr="00C92EA5" w:rsidRDefault="00224846" w:rsidP="002248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C92EA5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224846" w:rsidRPr="00C92EA5" w:rsidRDefault="00224846" w:rsidP="002248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Нікітчук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Н.В.</w:t>
      </w:r>
    </w:p>
    <w:p w:rsidR="00224846" w:rsidRPr="00C92EA5" w:rsidRDefault="00224846" w:rsidP="002248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24846" w:rsidRPr="00C92EA5" w:rsidRDefault="00224846" w:rsidP="002248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>»,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ро</w:t>
      </w:r>
      <w:r>
        <w:rPr>
          <w:rFonts w:ascii="Times New Roman" w:eastAsia="Calibri" w:hAnsi="Times New Roman" w:cs="Times New Roman"/>
          <w:sz w:val="24"/>
        </w:rPr>
        <w:t>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Н.В.</w:t>
      </w:r>
      <w:r w:rsidRPr="00C92E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врахувавши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пропозицію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ільської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рада </w:t>
      </w:r>
    </w:p>
    <w:p w:rsidR="00224846" w:rsidRPr="00C26B1F" w:rsidRDefault="00224846" w:rsidP="002248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224846" w:rsidRPr="005057D7" w:rsidRDefault="00224846" w:rsidP="002248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>
        <w:rPr>
          <w:rFonts w:ascii="Times New Roman" w:eastAsia="Calibri" w:hAnsi="Times New Roman" w:cs="Times New Roman"/>
          <w:sz w:val="24"/>
        </w:rPr>
        <w:t xml:space="preserve">. Перенести на </w:t>
      </w:r>
      <w:proofErr w:type="spellStart"/>
      <w:r>
        <w:rPr>
          <w:rFonts w:ascii="Times New Roman" w:eastAsia="Calibri" w:hAnsi="Times New Roman" w:cs="Times New Roman"/>
          <w:sz w:val="24"/>
        </w:rPr>
        <w:t>наступну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сесію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заяви 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Наталії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Василівни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яка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74D60">
        <w:rPr>
          <w:rFonts w:ascii="Times New Roman" w:eastAsia="Calibri" w:hAnsi="Times New Roman" w:cs="Times New Roman"/>
          <w:sz w:val="24"/>
        </w:rPr>
        <w:t>________________</w:t>
      </w:r>
      <w:bookmarkStart w:id="0" w:name="_GoBack"/>
      <w:bookmarkEnd w:id="0"/>
      <w:r w:rsidRPr="00C92EA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дозволу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0,6500 </w:t>
      </w:r>
      <w:r w:rsidRPr="005F7703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5F7703">
        <w:rPr>
          <w:rFonts w:ascii="Times New Roman" w:eastAsia="Calibri" w:hAnsi="Times New Roman" w:cs="Times New Roman"/>
          <w:sz w:val="24"/>
        </w:rPr>
        <w:t xml:space="preserve">, яка </w:t>
      </w:r>
      <w:proofErr w:type="spellStart"/>
      <w:r w:rsidRPr="005F7703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5F7703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5F7703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5F770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5F7703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5F770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F7703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5F7703">
        <w:rPr>
          <w:rFonts w:ascii="Times New Roman" w:eastAsia="Calibri" w:hAnsi="Times New Roman" w:cs="Times New Roman"/>
          <w:sz w:val="24"/>
        </w:rPr>
        <w:t xml:space="preserve"> ради</w:t>
      </w:r>
      <w:r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Колом’</w:t>
      </w:r>
      <w:proofErr w:type="gramStart"/>
      <w:r>
        <w:rPr>
          <w:rFonts w:ascii="Times New Roman" w:eastAsia="Calibri" w:hAnsi="Times New Roman" w:cs="Times New Roman"/>
          <w:sz w:val="24"/>
        </w:rPr>
        <w:t>є</w:t>
      </w:r>
      <w:proofErr w:type="spellEnd"/>
      <w:r>
        <w:rPr>
          <w:rFonts w:ascii="Times New Roman" w:eastAsia="Calibri" w:hAnsi="Times New Roman" w:cs="Times New Roman"/>
          <w:sz w:val="24"/>
        </w:rPr>
        <w:t>,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</w:rPr>
        <w:t>зв’язку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 </w:t>
      </w:r>
      <w:proofErr w:type="spellStart"/>
      <w:r>
        <w:rPr>
          <w:rFonts w:ascii="Times New Roman" w:eastAsia="Calibri" w:hAnsi="Times New Roman" w:cs="Times New Roman"/>
          <w:sz w:val="24"/>
        </w:rPr>
        <w:t>проведенням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обстеження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на </w:t>
      </w:r>
      <w:proofErr w:type="spellStart"/>
      <w:r>
        <w:rPr>
          <w:rFonts w:ascii="Times New Roman" w:eastAsia="Calibri" w:hAnsi="Times New Roman" w:cs="Times New Roman"/>
          <w:sz w:val="24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обробітку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іншими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особами </w:t>
      </w:r>
      <w:proofErr w:type="spellStart"/>
      <w:r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224846" w:rsidRPr="00C92EA5" w:rsidRDefault="00224846" w:rsidP="0022484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Контроль за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224846" w:rsidRPr="00C92EA5" w:rsidRDefault="00224846" w:rsidP="002248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24846" w:rsidRPr="00C92EA5" w:rsidRDefault="00224846" w:rsidP="002248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E09F1" w:rsidRPr="00224846" w:rsidRDefault="00224846" w:rsidP="0022484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92EA5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92EA5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92EA5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92EA5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9E09F1" w:rsidRPr="0022484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846"/>
    <w:rsid w:val="00171A2E"/>
    <w:rsid w:val="00224846"/>
    <w:rsid w:val="00304C90"/>
    <w:rsid w:val="00505B6D"/>
    <w:rsid w:val="00574D60"/>
    <w:rsid w:val="006D3977"/>
    <w:rsid w:val="007D6C18"/>
    <w:rsid w:val="009E09F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2484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24846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24846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2484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24846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24846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258</Words>
  <Characters>1471</Characters>
  <Application>Microsoft Office Word</Application>
  <DocSecurity>0</DocSecurity>
  <Lines>12</Lines>
  <Paragraphs>3</Paragraphs>
  <ScaleCrop>false</ScaleCrop>
  <Company>Microsoft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2021-03-02T14:25:00Z</dcterms:created>
  <dcterms:modified xsi:type="dcterms:W3CDTF">2021-03-02T14:33:00Z</dcterms:modified>
</cp:coreProperties>
</file>