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A4B" w:rsidRDefault="00712A4B" w:rsidP="00712A4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A4B" w:rsidRDefault="00712A4B" w:rsidP="00712A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A4B" w:rsidRDefault="00712A4B" w:rsidP="00712A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A4B" w:rsidRDefault="00712A4B" w:rsidP="00712A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A4B" w:rsidRDefault="00712A4B" w:rsidP="00712A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A4B" w:rsidRDefault="00712A4B" w:rsidP="00712A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A4B" w:rsidRDefault="00712A4B" w:rsidP="00712A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A4B" w:rsidRDefault="00712A4B" w:rsidP="00712A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A4B" w:rsidRDefault="00712A4B" w:rsidP="00712A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A4B" w:rsidRDefault="00712A4B" w:rsidP="00712A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A4B" w:rsidRDefault="00712A4B" w:rsidP="00712A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A4B" w:rsidRDefault="00712A4B" w:rsidP="00712A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A4B" w:rsidRDefault="00712A4B" w:rsidP="00712A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A4B" w:rsidRDefault="00712A4B" w:rsidP="00712A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A4B" w:rsidRDefault="00712A4B" w:rsidP="00712A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A4B" w:rsidRDefault="00712A4B" w:rsidP="00712A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A4B" w:rsidRDefault="00712A4B" w:rsidP="00712A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A4B" w:rsidRDefault="00712A4B" w:rsidP="00712A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A4B" w:rsidRDefault="00712A4B" w:rsidP="00712A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A4B" w:rsidRDefault="00712A4B" w:rsidP="00712A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A4B" w:rsidRDefault="00712A4B" w:rsidP="00712A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A4B" w:rsidRDefault="00712A4B" w:rsidP="00712A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A4B" w:rsidRDefault="00712A4B" w:rsidP="00712A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A4B" w:rsidRDefault="00712A4B" w:rsidP="00712A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A4B" w:rsidRDefault="00712A4B" w:rsidP="00712A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A4B" w:rsidRDefault="00712A4B" w:rsidP="00712A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A4B" w:rsidRDefault="00712A4B" w:rsidP="00712A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A4B" w:rsidRDefault="00712A4B" w:rsidP="00712A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A4B" w:rsidRDefault="00712A4B" w:rsidP="00712A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A4B" w:rsidRDefault="00712A4B" w:rsidP="00712A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A4B" w:rsidRDefault="00712A4B" w:rsidP="00712A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12A4B" w:rsidRDefault="00712A4B" w:rsidP="00712A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12A4B" w:rsidRDefault="00712A4B" w:rsidP="00712A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12A4B" w:rsidRDefault="00712A4B" w:rsidP="00712A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12A4B" w:rsidRDefault="00712A4B" w:rsidP="00712A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12A4B" w:rsidRDefault="00712A4B" w:rsidP="00712A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12A4B" w:rsidRDefault="00712A4B" w:rsidP="00712A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12A4B" w:rsidRDefault="00712A4B" w:rsidP="00712A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12A4B" w:rsidRDefault="00712A4B" w:rsidP="00712A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12A4B" w:rsidRDefault="00712A4B" w:rsidP="00712A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12A4B" w:rsidRDefault="00712A4B" w:rsidP="00712A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12A4B" w:rsidRDefault="00712A4B" w:rsidP="00712A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12A4B" w:rsidRDefault="00712A4B" w:rsidP="00712A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12A4B" w:rsidRDefault="00712A4B" w:rsidP="00712A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12A4B" w:rsidRDefault="00712A4B" w:rsidP="00712A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12A4B" w:rsidRDefault="00712A4B" w:rsidP="00712A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12A4B" w:rsidRDefault="00712A4B" w:rsidP="00712A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12A4B" w:rsidRDefault="00712A4B" w:rsidP="00712A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12A4B" w:rsidRDefault="00712A4B" w:rsidP="00712A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12A4B" w:rsidRDefault="00712A4B" w:rsidP="00712A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12A4B" w:rsidRDefault="00712A4B" w:rsidP="00712A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712A4B" w:rsidRDefault="00712A4B" w:rsidP="00712A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12A4B" w:rsidRDefault="00712A4B" w:rsidP="00712A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12A4B" w:rsidRDefault="00712A4B" w:rsidP="00712A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12A4B" w:rsidRDefault="00712A4B" w:rsidP="00712A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12A4B" w:rsidRDefault="00712A4B" w:rsidP="00712A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12A4B" w:rsidRDefault="00712A4B" w:rsidP="00712A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12A4B" w:rsidRDefault="00712A4B" w:rsidP="00712A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712A4B" w:rsidRDefault="00712A4B" w:rsidP="00712A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12A4B" w:rsidRDefault="00712A4B" w:rsidP="00712A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12A4B" w:rsidRDefault="00712A4B" w:rsidP="00712A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12A4B" w:rsidRDefault="00712A4B" w:rsidP="00712A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2A4B" w:rsidRDefault="00712A4B" w:rsidP="00712A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2A4B" w:rsidRDefault="00712A4B" w:rsidP="00712A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2A4B" w:rsidRDefault="00712A4B" w:rsidP="00712A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2A4B" w:rsidRDefault="00712A4B" w:rsidP="00712A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12A4B" w:rsidRDefault="00712A4B" w:rsidP="00712A4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12A4B" w:rsidRDefault="00712A4B" w:rsidP="00712A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12A4B" w:rsidRDefault="00712A4B" w:rsidP="00712A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12A4B" w:rsidRDefault="00712A4B" w:rsidP="00712A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2A4B" w:rsidRDefault="00712A4B" w:rsidP="00712A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12A4B" w:rsidRDefault="00712A4B" w:rsidP="00712A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2A4B" w:rsidRDefault="00712A4B" w:rsidP="00712A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12A4B" w:rsidRDefault="00712A4B" w:rsidP="00712A4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12A4B" w:rsidRDefault="00712A4B" w:rsidP="00712A4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№104</w:t>
      </w:r>
    </w:p>
    <w:p w:rsidR="00712A4B" w:rsidRPr="00FC0DC9" w:rsidRDefault="00712A4B" w:rsidP="00712A4B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12A4B" w:rsidRPr="00FC0DC9" w:rsidRDefault="00712A4B" w:rsidP="00712A4B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712A4B" w:rsidRPr="00FC0DC9" w:rsidRDefault="00712A4B" w:rsidP="00712A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712A4B" w:rsidRPr="00FC0DC9" w:rsidRDefault="00712A4B" w:rsidP="00712A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712A4B" w:rsidRPr="00FC0DC9" w:rsidRDefault="00712A4B" w:rsidP="00712A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Олексійчуку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Ю.О.</w:t>
      </w:r>
    </w:p>
    <w:p w:rsidR="00712A4B" w:rsidRPr="00FC0DC9" w:rsidRDefault="00712A4B" w:rsidP="00712A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12A4B" w:rsidRPr="00FC0DC9" w:rsidRDefault="00712A4B" w:rsidP="00712A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   Відповідно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допункту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розглянувши   заяву    </w:t>
      </w:r>
      <w:proofErr w:type="spellStart"/>
      <w:r>
        <w:rPr>
          <w:rFonts w:ascii="Times New Roman" w:eastAsia="Calibri" w:hAnsi="Times New Roman" w:cs="Times New Roman"/>
          <w:sz w:val="24"/>
        </w:rPr>
        <w:t>Олексійчука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Ю.О.</w:t>
      </w:r>
      <w:r w:rsidRPr="00FC0DC9">
        <w:rPr>
          <w:rFonts w:ascii="Times New Roman" w:eastAsia="Calibri" w:hAnsi="Times New Roman" w:cs="Times New Roman"/>
          <w:sz w:val="24"/>
        </w:rPr>
        <w:t xml:space="preserve"> сільська рада </w:t>
      </w:r>
    </w:p>
    <w:p w:rsidR="00712A4B" w:rsidRPr="009B43AA" w:rsidRDefault="00712A4B" w:rsidP="00712A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>ВИРІШИЛА:</w:t>
      </w:r>
    </w:p>
    <w:p w:rsidR="00712A4B" w:rsidRPr="00FC0DC9" w:rsidRDefault="00712A4B" w:rsidP="00712A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1. Надати  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Олексійчуку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Юрію Олеговичу,  який</w:t>
      </w:r>
      <w:r w:rsidRPr="00FC0DC9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 xml:space="preserve">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6A20DA">
        <w:rPr>
          <w:rFonts w:ascii="Times New Roman" w:eastAsia="Calibri" w:hAnsi="Times New Roman" w:cs="Times New Roman"/>
          <w:sz w:val="24"/>
        </w:rPr>
        <w:t>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</w:t>
      </w:r>
      <w:r w:rsidRPr="00FC0DC9">
        <w:rPr>
          <w:rFonts w:ascii="Times New Roman" w:eastAsia="Calibri" w:hAnsi="Times New Roman" w:cs="Times New Roman"/>
          <w:sz w:val="24"/>
        </w:rPr>
        <w:t xml:space="preserve">дозвіл на розробку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орієнтовною </w:t>
      </w:r>
      <w:r w:rsidRPr="00FC0DC9">
        <w:rPr>
          <w:rFonts w:ascii="Times New Roman" w:eastAsia="Calibri" w:hAnsi="Times New Roman" w:cs="Times New Roman"/>
          <w:sz w:val="24"/>
        </w:rPr>
        <w:t xml:space="preserve">площею </w:t>
      </w:r>
      <w:r>
        <w:rPr>
          <w:rFonts w:ascii="Times New Roman" w:eastAsia="Calibri" w:hAnsi="Times New Roman" w:cs="Times New Roman"/>
          <w:sz w:val="24"/>
        </w:rPr>
        <w:t>0,1800</w:t>
      </w:r>
      <w:r w:rsidRPr="00FC0DC9">
        <w:rPr>
          <w:rFonts w:ascii="Times New Roman" w:eastAsia="Calibri" w:hAnsi="Times New Roman" w:cs="Times New Roman"/>
          <w:sz w:val="24"/>
        </w:rPr>
        <w:t xml:space="preserve"> га, </w:t>
      </w:r>
      <w:r w:rsidRPr="00FC0DC9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FC0DC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C0DC9">
        <w:rPr>
          <w:rFonts w:ascii="Times New Roman" w:eastAsia="Calibri" w:hAnsi="Times New Roman" w:cs="Times New Roman"/>
          <w:sz w:val="24"/>
        </w:rPr>
        <w:t xml:space="preserve">яка розташована на території </w:t>
      </w:r>
      <w:r>
        <w:rPr>
          <w:rFonts w:ascii="Times New Roman" w:eastAsia="Calibri" w:hAnsi="Times New Roman" w:cs="Times New Roman"/>
          <w:sz w:val="24"/>
        </w:rPr>
        <w:t>Хмельницької області, Шепетівського району,</w:t>
      </w:r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сільської ради, </w:t>
      </w:r>
      <w:r>
        <w:rPr>
          <w:rFonts w:ascii="Times New Roman" w:eastAsia="Calibri" w:hAnsi="Times New Roman" w:cs="Times New Roman"/>
          <w:sz w:val="24"/>
        </w:rPr>
        <w:t xml:space="preserve">в с. </w:t>
      </w:r>
      <w:proofErr w:type="spellStart"/>
      <w:r>
        <w:rPr>
          <w:rFonts w:ascii="Times New Roman" w:eastAsia="Calibri" w:hAnsi="Times New Roman" w:cs="Times New Roman"/>
          <w:sz w:val="24"/>
        </w:rPr>
        <w:t>Головлі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>.</w:t>
      </w:r>
    </w:p>
    <w:p w:rsidR="00712A4B" w:rsidRPr="00FC0DC9" w:rsidRDefault="00712A4B" w:rsidP="00712A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Олексійчуку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Ю.О.</w:t>
      </w:r>
      <w:r w:rsidRPr="00FC0DC9">
        <w:rPr>
          <w:rFonts w:ascii="Times New Roman" w:eastAsia="Calibri" w:hAnsi="Times New Roman" w:cs="Times New Roman"/>
          <w:sz w:val="24"/>
        </w:rPr>
        <w:t xml:space="preserve">, розробити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712A4B" w:rsidRPr="00FC0DC9" w:rsidRDefault="00712A4B" w:rsidP="00712A4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D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712A4B" w:rsidRPr="00FC0DC9" w:rsidRDefault="00712A4B" w:rsidP="00712A4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12A4B" w:rsidRPr="00FC0DC9" w:rsidRDefault="00712A4B" w:rsidP="00712A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12A4B" w:rsidRDefault="00712A4B" w:rsidP="00712A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12A4B" w:rsidRDefault="00712A4B" w:rsidP="00712A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12A4B" w:rsidRPr="00FC0DC9" w:rsidRDefault="00712A4B" w:rsidP="00712A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12A4B" w:rsidRPr="00FC0DC9" w:rsidRDefault="00712A4B" w:rsidP="00712A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E760E" w:rsidRPr="00712A4B" w:rsidRDefault="00712A4B" w:rsidP="00712A4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2E760E" w:rsidRPr="00712A4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A4B"/>
    <w:rsid w:val="00171A2E"/>
    <w:rsid w:val="002E760E"/>
    <w:rsid w:val="00304C90"/>
    <w:rsid w:val="00505B6D"/>
    <w:rsid w:val="006A20DA"/>
    <w:rsid w:val="006D3977"/>
    <w:rsid w:val="00712A4B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4D5F2"/>
  <w15:docId w15:val="{B20E91D8-4329-47F6-A466-9501493AA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A4B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712A4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12A4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712A4B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247</Words>
  <Characters>1411</Characters>
  <Application>Microsoft Office Word</Application>
  <DocSecurity>0</DocSecurity>
  <Lines>11</Lines>
  <Paragraphs>3</Paragraphs>
  <ScaleCrop>false</ScaleCrop>
  <Company>Microsoft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2021-04-28T12:22:00Z</dcterms:created>
  <dcterms:modified xsi:type="dcterms:W3CDTF">2021-04-28T13:39:00Z</dcterms:modified>
</cp:coreProperties>
</file>