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F15" w:rsidRDefault="00FA2F15" w:rsidP="00FA2F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A2F15" w:rsidRDefault="00FA2F15" w:rsidP="00FA2F15"/>
    <w:p w:rsidR="00FA2F15" w:rsidRDefault="00FA2F15" w:rsidP="00FA2F15"/>
    <w:p w:rsidR="00FA2F15" w:rsidRDefault="00FA2F15" w:rsidP="00FA2F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A2F15" w:rsidRDefault="00FA2F15" w:rsidP="00FA2F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A2F15" w:rsidRDefault="00FA2F15" w:rsidP="00FA2F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A2F15" w:rsidRDefault="00FA2F15" w:rsidP="00FA2F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A2F15" w:rsidRDefault="00FA2F15" w:rsidP="00FA2F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2F15" w:rsidRDefault="00FA2F15" w:rsidP="00FA2F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A2F15" w:rsidRDefault="00FA2F15" w:rsidP="00FA2F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2F15" w:rsidRDefault="00FA2F15" w:rsidP="00FA2F1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A2F15" w:rsidRPr="00685040" w:rsidRDefault="00FA2F15" w:rsidP="00FA2F1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№91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FA2F15" w:rsidRPr="00E52C0C" w:rsidRDefault="00FA2F15" w:rsidP="00FA2F1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A2F15" w:rsidRPr="00E52C0C" w:rsidRDefault="00FA2F15" w:rsidP="00FA2F1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FA2F15" w:rsidRPr="00E52C0C" w:rsidRDefault="00FA2F15" w:rsidP="00FA2F1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A2F15" w:rsidRPr="00E52C0C" w:rsidRDefault="00FA2F15" w:rsidP="00FA2F1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FA2F15" w:rsidRPr="00685040" w:rsidRDefault="00FA2F15" w:rsidP="00FA2F1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52C0C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52C0C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52C0C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E52C0C">
        <w:rPr>
          <w:rFonts w:ascii="Times New Roman" w:hAnsi="Times New Roman" w:cs="Times New Roman"/>
          <w:b/>
          <w:sz w:val="24"/>
          <w:szCs w:val="24"/>
        </w:rPr>
        <w:t>Поліщука</w:t>
      </w:r>
      <w:proofErr w:type="spellEnd"/>
      <w:r w:rsidRPr="00E52C0C">
        <w:rPr>
          <w:rFonts w:ascii="Times New Roman" w:hAnsi="Times New Roman" w:cs="Times New Roman"/>
          <w:b/>
          <w:sz w:val="24"/>
          <w:szCs w:val="24"/>
        </w:rPr>
        <w:t xml:space="preserve"> В.О.</w:t>
      </w:r>
    </w:p>
    <w:p w:rsidR="00FA2F15" w:rsidRPr="00E52C0C" w:rsidRDefault="00FA2F15" w:rsidP="00FA2F1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A2F15" w:rsidRDefault="00FA2F15" w:rsidP="00FA2F1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 </w:t>
      </w:r>
      <w:r w:rsidRPr="00E52C0C">
        <w:rPr>
          <w:rFonts w:ascii="Times New Roman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>»,</w:t>
      </w:r>
      <w:r w:rsidRPr="002A42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порядок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паїв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)», </w:t>
      </w:r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Поліщука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В.О.,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FA2F15" w:rsidRPr="00E52C0C" w:rsidRDefault="00FA2F15" w:rsidP="00FA2F1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>ВИРІШИЛА:</w:t>
      </w:r>
    </w:p>
    <w:p w:rsidR="00FA2F15" w:rsidRPr="00E52C0C" w:rsidRDefault="00FA2F15" w:rsidP="00FA2F1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Поліщуку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Валерію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Олександровичу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: </w:t>
      </w:r>
      <w:r w:rsidR="00ED1C6B">
        <w:rPr>
          <w:rFonts w:ascii="Times New Roman" w:hAnsi="Times New Roman" w:cs="Times New Roman"/>
          <w:sz w:val="24"/>
          <w:szCs w:val="24"/>
          <w:lang w:val="en-US"/>
        </w:rPr>
        <w:t>_________________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ED1C6B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0,5864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C0C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номер: 6823984000:03:018:0308), для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рада.</w:t>
      </w:r>
      <w:r w:rsidRPr="00E52C0C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FA2F15" w:rsidRPr="00E52C0C" w:rsidRDefault="00FA2F15" w:rsidP="00FA2F1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E52C0C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Поліщуку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В.О.,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FA2F15" w:rsidRPr="00E52C0C" w:rsidRDefault="00FA2F15" w:rsidP="00FA2F1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A2F15" w:rsidRPr="00E52C0C" w:rsidRDefault="00FA2F15" w:rsidP="00FA2F1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A2F15" w:rsidRPr="00FA2F15" w:rsidRDefault="00FA2F15" w:rsidP="00FA2F1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A2F15" w:rsidRPr="00E52C0C" w:rsidRDefault="00FA2F15" w:rsidP="00FA2F1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953BE" w:rsidRPr="00FA2F15" w:rsidRDefault="00FA2F15" w:rsidP="00FA2F1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953BE" w:rsidRPr="00FA2F1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2F15"/>
    <w:rsid w:val="00171A2E"/>
    <w:rsid w:val="00304C90"/>
    <w:rsid w:val="00505B6D"/>
    <w:rsid w:val="006D3977"/>
    <w:rsid w:val="007D6C18"/>
    <w:rsid w:val="00D1641A"/>
    <w:rsid w:val="00E953BE"/>
    <w:rsid w:val="00ED1C6B"/>
    <w:rsid w:val="00FA2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277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2020-05-27T16:43:00Z</dcterms:created>
  <dcterms:modified xsi:type="dcterms:W3CDTF">2020-05-27T17:35:00Z</dcterms:modified>
</cp:coreProperties>
</file>