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9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96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96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96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6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6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96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7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97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7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97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97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97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97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97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97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97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98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98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98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98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98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98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98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98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98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98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99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99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99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99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63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">
                <v:shape id="Freeform 96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6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6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96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96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6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7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97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97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97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97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97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97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97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97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97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98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98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98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98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98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98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98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98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98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98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99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99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99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99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75498" w:rsidRDefault="00A75498" w:rsidP="00A754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75498" w:rsidRDefault="00A75498" w:rsidP="00A754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75498" w:rsidRDefault="00A75498" w:rsidP="00A754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75498" w:rsidRDefault="00A75498" w:rsidP="00A754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75498" w:rsidRDefault="00A75498" w:rsidP="00A7549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75498" w:rsidRDefault="00A75498" w:rsidP="00A7549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A75498" w:rsidRDefault="00A75498" w:rsidP="00A7549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A75498" w:rsidRDefault="00A75498" w:rsidP="00A7549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інчук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A75498" w:rsidRDefault="00A75498" w:rsidP="00A7549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75498" w:rsidRDefault="00A75498" w:rsidP="00A754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A75498" w:rsidRDefault="00A75498" w:rsidP="00A754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75498" w:rsidRDefault="00A75498" w:rsidP="00A754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інчуку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Омеляновичу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0,60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Пінчуку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Омеляновичу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B7687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B7687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0,6000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6823982100:01:002:0021,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інчуку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передана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A75498" w:rsidRDefault="00A75498" w:rsidP="00A7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75498" w:rsidRPr="00A75498" w:rsidRDefault="00A75498" w:rsidP="00A754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3CCF" w:rsidRPr="00A75498" w:rsidRDefault="00A75498" w:rsidP="00A7549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A7549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498"/>
    <w:rsid w:val="00171A2E"/>
    <w:rsid w:val="00304C90"/>
    <w:rsid w:val="00505B6D"/>
    <w:rsid w:val="006B7687"/>
    <w:rsid w:val="006D3977"/>
    <w:rsid w:val="007D6C18"/>
    <w:rsid w:val="007E3CCF"/>
    <w:rsid w:val="00A7549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276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2020-07-20T16:26:00Z</dcterms:created>
  <dcterms:modified xsi:type="dcterms:W3CDTF">2020-07-20T16:40:00Z</dcterms:modified>
</cp:coreProperties>
</file>