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F03" w:rsidRPr="00B623A8" w:rsidRDefault="00415F03" w:rsidP="00415F0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F03" w:rsidRDefault="00415F03" w:rsidP="00415F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5F03" w:rsidRDefault="00415F03" w:rsidP="00415F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15F03" w:rsidRDefault="00415F03" w:rsidP="00415F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F03" w:rsidRDefault="00415F03" w:rsidP="00415F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415F03" w:rsidRDefault="00415F03" w:rsidP="00415F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5F03" w:rsidRPr="002B3541" w:rsidRDefault="00415F03" w:rsidP="00415F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</w:t>
      </w:r>
    </w:p>
    <w:p w:rsidR="00415F03" w:rsidRPr="001869AA" w:rsidRDefault="00415F03" w:rsidP="00415F03">
      <w:pPr>
        <w:spacing w:after="0" w:line="240" w:lineRule="auto"/>
        <w:rPr>
          <w:rFonts w:ascii="Times New Roman" w:hAnsi="Times New Roman"/>
          <w:sz w:val="24"/>
        </w:rPr>
      </w:pPr>
    </w:p>
    <w:p w:rsidR="00415F03" w:rsidRPr="001869AA" w:rsidRDefault="00415F03" w:rsidP="00415F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5F03" w:rsidRPr="001869AA" w:rsidRDefault="00415F03" w:rsidP="00415F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15F03" w:rsidRDefault="00415F03" w:rsidP="00415F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поділу та об’єднання</w:t>
      </w:r>
    </w:p>
    <w:p w:rsidR="00415F03" w:rsidRDefault="00415F03" w:rsidP="00415F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земельних ділянок за адресою : Хмельницька область ,</w:t>
      </w:r>
    </w:p>
    <w:p w:rsidR="00415F03" w:rsidRDefault="00415F03" w:rsidP="00415F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Славутський район  , Крупецька  сільська  рада за </w:t>
      </w:r>
    </w:p>
    <w:p w:rsidR="00415F03" w:rsidRPr="001869AA" w:rsidRDefault="00415F03" w:rsidP="00415F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межами с. Стригани </w:t>
      </w:r>
    </w:p>
    <w:p w:rsidR="00415F03" w:rsidRPr="001869AA" w:rsidRDefault="00415F03" w:rsidP="00415F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5F03" w:rsidRPr="001869AA" w:rsidRDefault="00415F03" w:rsidP="00415F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заяву сільського голови Михалюка В.А.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ВИРІШИЛА:</w:t>
      </w:r>
    </w:p>
    <w:p w:rsidR="00415F03" w:rsidRPr="001869AA" w:rsidRDefault="00415F03" w:rsidP="00415F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hAnsi="Times New Roman"/>
          <w:sz w:val="24"/>
        </w:rPr>
        <w:t>Крупецькій сільській раді, ідентифікаційний номер 04405030, т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ехнічну документацію із землеустрою щодо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поділу </w:t>
      </w:r>
      <w:r w:rsidRPr="00DB3B16">
        <w:rPr>
          <w:rFonts w:ascii="Times New Roman" w:eastAsia="Arial Unicode MS" w:hAnsi="Times New Roman"/>
          <w:color w:val="000000"/>
          <w:sz w:val="24"/>
          <w:szCs w:val="24"/>
        </w:rPr>
        <w:t>та об’єднання земельних ділянок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комунальної власності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земельні ділянки кожної категорії земель, які не надані у власність або користування громадянам чи юридичним особам (16.00), землі сільськогосподарського призначення, площею 5,2383 га, кадастровий номер 6823984000:03:012:0209; площею 2,0000га, кадастровий номер 6823984000:03:012:0208; площею 2,0000га, кадастровий номер 6823984000:03:012:0207;площею 2,0000 га, кадастровий номер 6823984000:03:012:0206; площею 2,0000 га, кадастровий номер 6823984000:03:012:0205; площею 2,0000 га, кадастровий номер 6823984000:03:012:0204; площею 2,0000 га, кадастровий номер 6823984000:03:012:0203.</w:t>
      </w:r>
    </w:p>
    <w:p w:rsidR="00415F03" w:rsidRPr="001869AA" w:rsidRDefault="00415F03" w:rsidP="00415F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Крупецькій сільській раді в особі сільського голови Михалюка Валерія Анатолійовича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415F03" w:rsidRPr="001869AA" w:rsidRDefault="00415F03" w:rsidP="00415F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5F03" w:rsidRPr="001869AA" w:rsidRDefault="00415F03" w:rsidP="00415F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15F03" w:rsidRPr="00415F03" w:rsidRDefault="00415F03" w:rsidP="00415F0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1F0FA9" w:rsidRPr="00415F03" w:rsidRDefault="00415F03" w:rsidP="00415F03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1F0FA9" w:rsidRPr="00415F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F03"/>
    <w:rsid w:val="00171A2E"/>
    <w:rsid w:val="001F0FA9"/>
    <w:rsid w:val="00304C90"/>
    <w:rsid w:val="00415F03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15F0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15F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5F0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15F0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15F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5F0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317</Words>
  <Characters>1808</Characters>
  <Application>Microsoft Office Word</Application>
  <DocSecurity>0</DocSecurity>
  <Lines>15</Lines>
  <Paragraphs>4</Paragraphs>
  <ScaleCrop>false</ScaleCrop>
  <Company>Microsoft</Company>
  <LinksUpToDate>false</LinksUpToDate>
  <CharactersWithSpaces>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2020-10-10T15:50:00Z</dcterms:created>
  <dcterms:modified xsi:type="dcterms:W3CDTF">2020-10-10T15:51:00Z</dcterms:modified>
</cp:coreProperties>
</file>