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35D" w:rsidRPr="00B623A8" w:rsidRDefault="0098435D" w:rsidP="0098435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3F855B" wp14:editId="7DEBEAE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22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2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435D" w:rsidRDefault="0098435D" w:rsidP="0098435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fCjqncAAF9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CWLfCjqncAAF9ZBAAOAAAAAAAAAAAAAAAAAC4CAABkcnMvZTJvRG9jLnhtbFBLAQIt&#10;ABQABgAIAAAAIQCyHUyb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iKGcEA&#10;AADeAAAADwAAAGRycy9kb3ducmV2LnhtbERPy6rCMBDdC/5DGMGdprcF9fYaRUTFhSC+9kMztuU2&#10;k9JErX9vBMHdHM5zpvPWVOJOjSstK/gZRiCIM6tLzhWcT+vBBITzyBory6TgSQ7ms25niqm2Dz7Q&#10;/ehzEULYpaig8L5OpXRZQQbd0NbEgbvaxqAPsMmlbvARwk0l4ygaSYMlh4YCa1oWlP0fb0aBTTbb&#10;3SWPD8mKx54X+8n10u6U6vfaxR8IT63/ij/urQ7zkzj+hfc74QY5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44ihn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8H+skA&#10;AADeAAAADwAAAGRycy9kb3ducmV2LnhtbESPQUsDMRCF74L/IYzgpdisLbR1bVqksGo9CK2C12Ez&#10;blY3kyWJ7dpf7xwK3maYN++9b7kefKcOFFMb2MDtuABFXAfbcmPg/a26WYBKGdliF5gM/FKC9ery&#10;YomlDUfe0WGfGyUmnEo04HLuS61T7chjGoeeWG6fIXrMssZG24hHMfednhTFTHtsWRIc9rRxVH/v&#10;f7yBr+rVfWzmp8c4utvRaVS9PHXbmTHXV8PDPahMQ/4Xn7+frdSfTqYCIDgyg179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B8H+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AGYMQA&#10;AADeAAAADwAAAGRycy9kb3ducmV2LnhtbESP3YrCMBCF7wXfIYzgjWiqBZGuUURUFm/EnwcYmrEp&#10;20xKE219+40geDfDOXO+M8t1ZyvxpMaXjhVMJwkI4tzpkgsFt+t+vADhA7LGyjEpeJGH9arfW2Km&#10;Xctnel5CIWII+wwVmBDqTEqfG7LoJ64mjtrdNRZDXJtC6gbbGG4rOUuSubRYciQYrGlrKP+7PGyE&#10;nFI8He/tdX/osMXd0fBoc1ZqOOg2PyACdeFr/lz/6lg/naVTeL8TZ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ABm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aNLcQA&#10;AADeAAAADwAAAGRycy9kb3ducmV2LnhtbERPTUsDMRC9C/6HMIK3NutWq2ybFqkKIniwFoq3YTPd&#10;XbqZhGTsrv/eCAVv83ifs1yPrlcniqnzbOBmWoAirr3tuDGw+3yZPIBKgmyx90wGfijBenV5scTK&#10;+oE/6LSVRuUQThUaaEVCpXWqW3KYpj4QZ+7go0PJMDbaRhxyuOt1WRRz7bDj3NBioE1L9XH77Qy8&#10;D8/h7X5+dwhf8bbU6cnKfiPGXF+NjwtQQqP8i8/uV5vnz8pZ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WjS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49jMUA&#10;AADeAAAADwAAAGRycy9kb3ducmV2LnhtbESP3YrCMBCF74V9hzDC3siaakGk21RkUVm8EX8eYGjG&#10;pthMShNt9+03guDdDOfM+c7kq8E24kGdrx0rmE0TEMSl0zVXCi7n7dcShA/IGhvHpOCPPKyKj1GO&#10;mXY9H+lxCpWIIewzVGBCaDMpfWnIop+6ljhqV9dZDHHtKqk77GO4beQ8SRbSYs2RYLClH0Pl7XS3&#10;EXJI8bC/9uftbsAeN3vDk/VRqc/xsP4GEWgIb/Pr+lfH+uk8TeH5TpxB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3j2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OwwsUA&#10;AADeAAAADwAAAGRycy9kb3ducmV2LnhtbERPTUsDMRC9C/0PYQrebNZtrbI2LVIVROihrSDehs10&#10;d3EzCcnYXf+9EQRv83ifs9qMrldniqnzbOB6VoAirr3tuDHwdny+ugOVBNli75kMfFOCzXpyscLK&#10;+oH3dD5Io3IIpwoNtCKh0jrVLTlMMx+IM3fy0aFkGBttIw453PW6LIqldthxbmgx0Lal+vPw5Qzs&#10;hqfweru8OYWPuCh1erTyvhVjLqfjwz0ooVH+xX/uF5vnz8v5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7D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oIsMQA&#10;AADeAAAADwAAAGRycy9kb3ducmV2LnhtbERP32vCMBB+H+x/CDfYy9BUiyKdUVQIGzgYU8HXoznb&#10;suZSkmi7/94MBnu7j+/nLdeDbcWNfGgcK5iMMxDEpTMNVwpORz1agAgR2WDrmBT8UID16vFhiYVx&#10;PX/R7RArkUI4FKigjrErpAxlTRbD2HXEibs4bzEm6CtpPPYp3LZymmVzabHh1FBjR7uayu/D1SrY&#10;fvZV7l/K7eD2l7fzTGujP7RSz0/D5hVEpCH+i//c7ybNz6f5DH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6CLD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jcOMIA&#10;AADeAAAADwAAAGRycy9kb3ducmV2LnhtbERP3WrCMBS+H/gO4Qi7m6nViVSjiFIY4s3cHuDQHJtq&#10;c1KSWLu3XwYD787H93vW28G2oicfGscKppMMBHHldMO1gu+v8m0JIkRkja1jUvBDAbab0csaC+0e&#10;/En9OdYihXAoUIGJsSukDJUhi2HiOuLEXZy3GBP0tdQeHynctjLPsoW02HBqMNjR3lB1O9+tgvKY&#10;n/rbXfvS7Ya5pXdzXR6MUq/jYbcCEWmIT/G/+0On+bN8toC/d9IN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GNw4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QzXMUA&#10;AADeAAAADwAAAGRycy9kb3ducmV2LnhtbERP32vCMBB+H+x/CDfwRWY6y9zojDKFoDBBdIO9Hs3Z&#10;ljWXkkTb/feLIOztPr6fN18OthUX8qFxrOBpkoEgLp1puFLw9akfX0GEiGywdUwKfinAcnF/N8fC&#10;uJ4PdDnGSqQQDgUqqGPsCilDWZPFMHEdceJOzluMCfpKGo99CretnGbZTFpsODXU2NG6pvLneLYK&#10;Vvu+yv24XA3u47T5ftba6J1WavQwvL+BiDTEf/HNvTVpfj7NX+D6Trp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ZDN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t0cYA&#10;AADeAAAADwAAAGRycy9kb3ducmV2LnhtbESPQWvDMAyF74P+B6PBbquzdBslrVtKR6CMXdbtB4hY&#10;i9PGcrDdNP3302Gwm8R7eu/Tejv5Xo0UUxfYwNO8AEXcBNtxa+D7q35cgkoZ2WIfmAzcKMF2M7tb&#10;Y2XDlT9pPOZWSQinCg24nIdK69Q48pjmYSAW7SdEj1nW2Gob8SrhvtdlUbxqjx1Lg8OB9o6a8/Hi&#10;DdTv5cd4vthYh9307OnFnZZvzpiH+2m3ApVpyv/mv+uDFfxFuRB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vt0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nWosIA&#10;AADeAAAADwAAAGRycy9kb3ducmV2LnhtbERPzWrCQBC+C32HZQRvuomppUbXIEKkHpv2AYbsmASz&#10;s2l2Ncnbu4VCb/Px/c4+G00rHtS7xrKCeBWBIC6tbrhS8P2VL99BOI+ssbVMCiZykB1eZntMtR34&#10;kx6Fr0QIYZeigtr7LpXSlTUZdCvbEQfuanuDPsC+krrHIYSbVq6j6E0abDg01NjRqabyVtyNgtdp&#10;OP8Um1uUa0PxJeku7MuNUov5eNyB8DT6f/Gf+0OH+ck62cLvO+EGe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Sdai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ca7cYA&#10;AADeAAAADwAAAGRycy9kb3ducmV2LnhtbESPQWvCQBCF70L/wzIFb7ppFLGpq0jFUjxpansesmMS&#10;mp0N2VXjv3cOgrcZ5s1771useteoC3Wh9mzgbZyAIi68rbk0cPzZjuagQkS22HgmAzcKsFq+DBaY&#10;WX/lA13yWCox4ZChgSrGNtM6FBU5DGPfEsvt5DuHUdau1LbDq5i7RqdJMtMOa5aEClv6rKj4z8/O&#10;wHn2lx75tLP7fHP7et9s10H/lsYMX/v1B6hIfXyKH9/fVupP0qkACI7Mo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ca7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QPa8YA&#10;AADeAAAADwAAAGRycy9kb3ducmV2LnhtbERPTWvCQBC9C/6HZQRvujFK0Oga2kLB9lCp2kNvY3ZM&#10;YrOzaXar6b93CwVv83ifs8o6U4sLta6yrGAyjkAQ51ZXXCg47J9HcxDOI2usLZOCX3KQrfu9Faba&#10;XvmdLjtfiBDCLkUFpfdNKqXLSzLoxrYhDtzJtgZ9gG0hdYvXEG5qGUdRIg1WHBpKbOippPxr92MU&#10;fGznyWL7+DI7v74dcWr096euEqWGg+5hCcJT5+/if/dGh/nTeDaBv3fCDX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QPa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8GiMQA&#10;AADeAAAADwAAAGRycy9kb3ducmV2LnhtbERPTWvCQBC9C/6HZYTezMZERFJX0Zba0pPGQq9DdpoE&#10;s7Mhu43RX+8WCt7m8T5ntRlMI3rqXG1ZwSyKQRAXVtdcKvg6vU2XIJxH1thYJgVXcrBZj0crzLS9&#10;8JH63JcihLDLUEHlfZtJ6YqKDLrItsSB+7GdQR9gV0rd4SWEm0YmcbyQBmsODRW29FJRcc5/jYLb&#10;4hsP7j3Zvaba03W+3NvPw16pp8mwfQbhafAP8b/7Q4f5aTJP4O+dcIN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/Boj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rKvcMA&#10;AADeAAAADwAAAGRycy9kb3ducmV2LnhtbERPzWrCQBC+F3yHZQRvdWOMRaOrlGKht2rqAwzZcRPM&#10;zsbsqmmfvisI3ubj+53VpreNuFLna8cKJuMEBHHpdM1GweHn83UOwgdkjY1jUvBLHjbrwcsKc+1u&#10;vKdrEYyIIexzVFCF0OZS+rIii37sWuLIHV1nMUTYGak7vMVw28g0Sd6kxZpjQ4UtfVRUnoqLVXB2&#10;6Uz3xRa/T9vFrjYmO//tM6VGw/59CSJQH57ih/tLx/nTNJvC/Z14g1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rKv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80IsQA&#10;AADeAAAADwAAAGRycy9kb3ducmV2LnhtbERPyW7CMBC9V+IfrEHiVpyyFdI4qFSqxJXl0ONgD0na&#10;eJzGLqR8PUZC4jZPb51s2dlanKj1lWMFL8MEBLF2puJCwX73+TwH4QOywdoxKfgnD8u895RhatyZ&#10;N3TahkLEEPYpKihDaFIpvS7Joh+6hjhyR9daDBG2hTQtnmO4reUoSWbSYsWxocSGPkrSP9s/q2Bd&#10;HWg608eFna/05uvyG8av30apQb97fwMRqAsP8d29NnH+eDSZwO2deIP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fNC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JobsYA&#10;AADeAAAADwAAAGRycy9kb3ducmV2LnhtbERP0WrCQBB8L/Qfji30rV6MtrTRU1QoKFqhVvR1ya25&#10;YG4v5M4Y/94rFPo2u7MzszOedrYSLTW+dKyg30tAEOdOl1wo2P98vryD8AFZY+WYFNzIw3Ty+DDG&#10;TLsrf1O7C4WIJuwzVGBCqDMpfW7Iou+5mjhyJ9dYDHFsCqkbvEZzW8k0Sd6kxZJjgsGaFoby8+5i&#10;FbS4vSVHM//6WJWbPN3OD2sd9+r5qZuNQATqwv/xn3qp4/uDdPgKv3UiBj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Job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0pg8MA&#10;AADeAAAADwAAAGRycy9kb3ducmV2LnhtbERPTUvDQBC9C/0PyxS82U2jFIndllKoeNToweOYnWZT&#10;szNhd9tEf70rCN7m8T5nvZ18ry4UYidsYLkoQBE3YjtuDby9Hm7uQcWEbLEXJgNfFGG7mV2tsbIy&#10;8gtd6tSqHMKxQgMupaHSOjaOPMaFDMSZO0rwmDIMrbYBxxzue10WxUp77Dg3OBxo76j5rM/ewPjY&#10;fJzK47t132GQQ/0sp7IXY67n0+4BVKIp/Yv/3E82z78t71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+0pg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mcD8UA&#10;AADeAAAADwAAAGRycy9kb3ducmV2LnhtbERP22oCMRB9F/oPYQq+adZtUdkaxXqBIpWi1ffpZtzd&#10;Npksm1TXv2+Egm9zONeZzFprxJkaXzlWMOgnIIhzpysuFBw+170xCB+QNRrHpOBKHmbTh84EM+0u&#10;vKPzPhQihrDPUEEZQp1J6fOSLPq+q4kjd3KNxRBhU0jd4CWGWyPTJBlKixXHhhJrWpSU/+x/rYL1&#10;x9J8p9vd/CjDYjX6MuPN6/Jdqe5jO38BEagNd/G/+03H+U/p8whu78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Zw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DV6cgA&#10;AADeAAAADwAAAGRycy9kb3ducmV2LnhtbESPQWvCQBCF7wX/wzKFXopu1FYkuooIRYUKVgWvY3aa&#10;BLOzIbuN6b93DoXeZnhv3vtmvuxcpVpqQunZwHCQgCLOvC05N3A+ffSnoEJEtlh5JgO/FGC56D3N&#10;MbX+zl/UHmOuJIRDigaKGOtU65AV5DAMfE0s2rdvHEZZm1zbBu8S7io9SpKJdliyNBRY07qg7Hb8&#10;cQbaw+c137ah3t2mr+F9fN1s9vZizMtzt5qBitTFf/Pf9dYK/nj0JrzyjsygF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MNXp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AOb8YA&#10;AADeAAAADwAAAGRycy9kb3ducmV2LnhtbERPTWsCMRC9C/6HMEJvmnVri65G0YLQi1BtD/U2bsbd&#10;xc1km0Td+usboeBtHu9zZovW1OJCzleWFQwHCQji3OqKCwVfn+v+GIQPyBpry6Tglzws5t3ODDNt&#10;r7ylyy4UIoawz1BBGUKTSenzkgz6gW2II3e0zmCI0BVSO7zGcFPLNElepcGKY0OJDb2VlJ92Z6Ng&#10;NRmvfj5GvLltD3vafx9OL6lLlHrqtcspiEBteIj/3e86zn9ORx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AOb8YAAADeAAAADwAAAAAAAAAAAAAAAACYAgAAZHJz&#10;L2Rvd25yZXYueG1sUEsFBgAAAAAEAAQA9QAAAIsDAAAAAA==&#10;" fillcolor="black" stroked="f"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A/L8kA&#10;AADeAAAADwAAAGRycy9kb3ducmV2LnhtbESPT2/CMAzF75P2HSJP2m2k6wRChYDG/kiTgAOww46m&#10;8dqojVM1GXR8+vkwiZstP7/3fvPl4Ft1oj66wAYeRxko4jJYx5WBz8P7wxRUTMgW28Bk4JciLBe3&#10;N3MsbDjzjk77VCkx4ViggTqlrtA6ljV5jKPQEcvtO/Qek6x9pW2PZzH3rc6zbKI9OpaEGjt6qals&#10;9j/ewNd64qY7R/lxc1m92c24WW1fG2Pu74bnGahEQ7qK/78/rNR/yscCIDgyg17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TA/L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73hsQA&#10;AADeAAAADwAAAGRycy9kb3ducmV2LnhtbERPS2sCMRC+F/ofwhS8aVZLi2yNIorUSw++6HXYTDfb&#10;3UzWJOrqrzcFobf5+J4zmXW2EWfyoXKsYDjIQBAXTldcKtjvVv0xiBCRNTaOScGVAsymz08TzLW7&#10;8IbO21iKFMIhRwUmxjaXMhSGLIaBa4kT9+O8xZigL6X2eEnhtpGjLHuXFitODQZbWhgq6u3JKvDz&#10;72V949Ohzm5f1/D52x3HaJTqvXTzDxCRuvgvfrjXOs1/Hb0N4e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u94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3fusQA&#10;AADeAAAADwAAAGRycy9kb3ducmV2LnhtbERP22rCQBB9L/gPywh9kboxpbZNXUUKhYIiaP2AaXaa&#10;BHdnQ3bU2K93C0Lf5nCuM1v03qkTdbEJbGAyzkARl8E2XBnYf308vICKgmzRBSYDF4qwmA/uZljY&#10;cOYtnXZSqRTCsUADtUhbaB3LmjzGcWiJE/cTOo+SYFdp2+E5hXun8yybao8Np4YaW3qvqTzsjt6A&#10;y7/d6+o5ruWy1+vs18t2tLHG3A/75RsooV7+xTf3p03zH/OnHP7eSTfo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N37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E7e8UA&#10;AADeAAAADwAAAGRycy9kb3ducmV2LnhtbERPS2sCMRC+F/ofwhS81awrLbI1ig+EvfTQ1eJ13Ew3&#10;S5PJsom6+uubQqG3+fieM18OzooL9aH1rGAyzkAQ11633Cg47HfPMxAhImu0nknBjQIsF48Pcyy0&#10;v/IHXarYiBTCoUAFJsaukDLUhhyGse+IE/fle4cxwb6RusdrCndW5ln2Kh22nBoMdrQxVH9XZ6dg&#10;W3U2P5RmHY6f76eTLe87Om6VGj0NqzcQkYb4L/5zlzrNn+YvU/h9J90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ETt7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0ROcIA&#10;AADeAAAADwAAAGRycy9kb3ducmV2LnhtbERPS2sCMRC+F/ofwhS81aS+2RqlFAWhJ18Hb0My7m67&#10;mSyb6K7/vhEEb/PxPWe+7FwlrtSE0rOGj74CQWy8LTnXcNiv32cgQkS2WHkmDTcKsFy8vswxs77l&#10;LV13MRcphEOGGooY60zKYApyGPq+Jk7c2TcOY4JNLm2DbQp3lRwoNZEOS04NBdb0XZD5212cht+1&#10;/PFGoTkeju3GTk+rCVVK695b9/UJIlIXn+KHe2PT/OFgPIL7O+kG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/RE5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lHxcQA&#10;AADeAAAADwAAAGRycy9kb3ducmV2LnhtbERPTYvCMBC9L+x/CLOwtzW1okjXKCoIsuJBXZY9js3Y&#10;ljaTkkSt/94Igrd5vM+ZzDrTiAs5X1lW0O8lIIhzqysuFPweVl9jED4ga2wsk4IbeZhN398mmGl7&#10;5R1d9qEQMYR9hgrKENpMSp+XZND3bEscuZN1BkOErpDa4TWGm0amSTKSBiuODSW2tCwpr/dno+D/&#10;vOHTdvAzd4vwZ7uDr9PjuFbq86Obf4MI1IWX+Ole6zh/kA6H8Hgn3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ZR8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YMwMYA&#10;AADeAAAADwAAAGRycy9kb3ducmV2LnhtbERPS2sCMRC+F/ofwhR6q1nXB7oapQqCF0FtD/U2bsbd&#10;xc1km6S6+utNodDbfHzPmc5bU4sLOV9ZVtDtJCCIc6srLhR8fqzeRiB8QNZYWyYFN/Iwnz0/TTHT&#10;9so7uuxDIWII+wwVlCE0mZQ+L8mg79iGOHIn6wyGCF0htcNrDDe1TJNkKA1WHBtKbGhZUn7e/xgF&#10;i/Fo8b3t8+a+Ox7o8HU8D1KXKPX60r5PQARqw7/4z73WcX4vHQzh9514g5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YMwMYAAADeAAAADwAAAAAAAAAAAAAAAACYAgAAZHJz&#10;L2Rvd25yZXYueG1sUEsFBgAAAAAEAAQA9QAAAIsDAAAAAA==&#10;" fillcolor="black" stroked="f"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i8cQA&#10;AADeAAAADwAAAGRycy9kb3ducmV2LnhtbERPTUsDMRC9C/0PYQrebLYtalmblqUgiqdtVXqdbsbN&#10;0s1kSWK6/nsjCL3N433OejvaXiTyoXOsYD4rQBA3TnfcKvh4f75bgQgRWWPvmBT8UIDtZnKzxlK7&#10;C+8pHWIrcgiHEhWYGIdSytAYshhmbiDO3JfzFmOGvpXa4yWH214uiuJBWuw4NxgcaGeoOR++rYJ0&#10;2tXVMh2T2b/5qvWufvk81UrdTsfqCUSkMV7F/+5XnecvF/e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sov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9yisgA&#10;AADeAAAADwAAAGRycy9kb3ducmV2LnhtbESPQUvDQBCF74L/YRnBm9m0xaKx2yLFluqlNRbqcciO&#10;2WB2NmTXNPrrnYPgbYb35r1vFqvRt2qgPjaBDUyyHBRxFWzDtYHj2+bmDlRMyBbbwGTgmyKslpcX&#10;CyxsOPMrDWWqlYRwLNCAS6krtI6VI48xCx2xaB+h95hk7WttezxLuG/1NM/n2mPD0uCwo7Wj6rP8&#10;8gbiZP10evE/98P71vG+fHbzQ+2Mub4aHx9AJRrTv/nvemcFfza9FV55R2b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n3KK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8435D" w:rsidRDefault="0098435D" w:rsidP="0098435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8435D" w:rsidRDefault="0098435D" w:rsidP="00984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435D" w:rsidRDefault="0098435D" w:rsidP="00984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435D" w:rsidRDefault="0098435D" w:rsidP="00984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435D" w:rsidRDefault="0098435D" w:rsidP="00984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435D" w:rsidRDefault="0098435D" w:rsidP="00984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8435D" w:rsidRDefault="0098435D" w:rsidP="0098435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8435D" w:rsidRDefault="0098435D" w:rsidP="00984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8435D" w:rsidRDefault="0098435D" w:rsidP="00984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8435D" w:rsidRDefault="0098435D" w:rsidP="00984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435D" w:rsidRDefault="0098435D" w:rsidP="00984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8435D" w:rsidRDefault="0098435D" w:rsidP="00984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435D" w:rsidRDefault="0098435D" w:rsidP="009843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8435D" w:rsidRPr="004A7D10" w:rsidRDefault="0098435D" w:rsidP="009843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8435D" w:rsidRDefault="0098435D" w:rsidP="0098435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8435D" w:rsidRPr="004460BB" w:rsidRDefault="0098435D" w:rsidP="0098435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№26</w:t>
      </w:r>
    </w:p>
    <w:p w:rsidR="0098435D" w:rsidRPr="0060655C" w:rsidRDefault="0098435D" w:rsidP="0098435D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 меж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Радзивилюка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С.А.,</w:t>
      </w: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Радзивілюка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В.А.</w:t>
      </w: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статей 12,  122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« Про порядок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місцевостх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часто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 ,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Радзивилюка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С.А.,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Радзивілюка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В.А.,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рада </w:t>
      </w: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Затвердити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Радзивилюку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Сергію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Анатолійовичу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9368B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ідентифікаційний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 </w:t>
      </w:r>
      <w:r w:rsidR="00F9368B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60655C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Радзивілюку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Віктору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Анатолійовичу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,я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9368B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ідентифікаційний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 </w:t>
      </w:r>
      <w:r w:rsidR="00F9368B">
        <w:rPr>
          <w:rFonts w:ascii="Times New Roman" w:eastAsia="Calibri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технічну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приватну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½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2,6460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>га, (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номер: 6823984700:05:003:0019),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район,  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  <w:proofErr w:type="gramEnd"/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Радзивилюка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С.А.,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Радзивілюка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В.А.,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яким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</w:t>
      </w: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3. Контроль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Т.В.).</w:t>
      </w: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8435D" w:rsidRPr="0060655C" w:rsidRDefault="0098435D" w:rsidP="0098435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333333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color w:val="333333"/>
          <w:sz w:val="24"/>
          <w:szCs w:val="24"/>
        </w:rPr>
        <w:t xml:space="preserve">   МИХАЛЮК</w:t>
      </w:r>
    </w:p>
    <w:p w:rsidR="00A84B61" w:rsidRDefault="00A84B61"/>
    <w:sectPr w:rsidR="00A84B6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95C" w:rsidRDefault="007E695C">
      <w:pPr>
        <w:spacing w:after="0" w:line="240" w:lineRule="auto"/>
      </w:pPr>
      <w:r>
        <w:separator/>
      </w:r>
    </w:p>
  </w:endnote>
  <w:endnote w:type="continuationSeparator" w:id="0">
    <w:p w:rsidR="007E695C" w:rsidRDefault="007E6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95C" w:rsidRDefault="007E695C">
      <w:pPr>
        <w:spacing w:after="0" w:line="240" w:lineRule="auto"/>
      </w:pPr>
      <w:r>
        <w:separator/>
      </w:r>
    </w:p>
  </w:footnote>
  <w:footnote w:type="continuationSeparator" w:id="0">
    <w:p w:rsidR="007E695C" w:rsidRDefault="007E69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35D"/>
    <w:rsid w:val="007E695C"/>
    <w:rsid w:val="00910355"/>
    <w:rsid w:val="0098435D"/>
    <w:rsid w:val="00A84B61"/>
    <w:rsid w:val="00F9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5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8435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8435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8435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5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8435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8435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8435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5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2020-12-24T17:15:00Z</dcterms:created>
  <dcterms:modified xsi:type="dcterms:W3CDTF">2020-12-24T18:47:00Z</dcterms:modified>
</cp:coreProperties>
</file>