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CA" w:rsidRDefault="008035CA" w:rsidP="008035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035CA" w:rsidRDefault="008035CA" w:rsidP="008035CA"/>
    <w:p w:rsidR="008035CA" w:rsidRDefault="008035CA" w:rsidP="008035CA"/>
    <w:p w:rsidR="008035CA" w:rsidRDefault="008035CA" w:rsidP="008035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035CA" w:rsidRDefault="008035CA" w:rsidP="008035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035CA" w:rsidRDefault="008035CA" w:rsidP="008035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035CA" w:rsidRDefault="008035CA" w:rsidP="008035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035CA" w:rsidRDefault="008035CA" w:rsidP="008035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5CA" w:rsidRDefault="008035CA" w:rsidP="008035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35CA" w:rsidRDefault="008035CA" w:rsidP="008035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35CA" w:rsidRDefault="008035CA" w:rsidP="008035C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35CA" w:rsidRPr="0063686B" w:rsidRDefault="008035CA" w:rsidP="008035C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8035CA" w:rsidRPr="00E52C0C" w:rsidRDefault="008035CA" w:rsidP="008035C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035CA" w:rsidRPr="00E52C0C" w:rsidRDefault="008035CA" w:rsidP="008035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035CA" w:rsidRPr="00E52C0C" w:rsidRDefault="008035CA" w:rsidP="008035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035CA" w:rsidRPr="00685040" w:rsidRDefault="008035CA" w:rsidP="008035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8035CA" w:rsidRPr="00E52C0C" w:rsidRDefault="008035CA" w:rsidP="008035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035CA" w:rsidRPr="00E52C0C" w:rsidRDefault="008035CA" w:rsidP="008035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035CA" w:rsidRPr="00E52C0C" w:rsidRDefault="008035CA" w:rsidP="008035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035CA" w:rsidRPr="00E52C0C" w:rsidRDefault="008035CA" w:rsidP="008035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 проект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0,3452 га,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8035CA" w:rsidRPr="00E52C0C" w:rsidRDefault="008035CA" w:rsidP="00803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120762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20762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0,3452 га,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6823982100:01:002:0017,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8035CA" w:rsidRPr="00E52C0C" w:rsidRDefault="008035CA" w:rsidP="00803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035CA" w:rsidRPr="00E52C0C" w:rsidRDefault="008035CA" w:rsidP="00803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035CA" w:rsidRPr="008035CA" w:rsidRDefault="008035CA" w:rsidP="008035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035CA" w:rsidRPr="00E52C0C" w:rsidRDefault="008035CA" w:rsidP="008035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E97" w:rsidRPr="008035CA" w:rsidRDefault="008035CA" w:rsidP="008035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10E97" w:rsidRPr="008035CA" w:rsidSect="008035CA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CA"/>
    <w:rsid w:val="00120762"/>
    <w:rsid w:val="00171A2E"/>
    <w:rsid w:val="00304C90"/>
    <w:rsid w:val="00505B6D"/>
    <w:rsid w:val="006D3977"/>
    <w:rsid w:val="00710E97"/>
    <w:rsid w:val="007D6C18"/>
    <w:rsid w:val="008035C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2020-05-21T17:14:00Z</dcterms:created>
  <dcterms:modified xsi:type="dcterms:W3CDTF">2020-05-21T17:56:00Z</dcterms:modified>
</cp:coreProperties>
</file>