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7D5" w:rsidRPr="00DE6ED3" w:rsidRDefault="004F07D5" w:rsidP="004F07D5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</w:p>
    <w:p w:rsidR="004F07D5" w:rsidRPr="00DE6ED3" w:rsidRDefault="004F07D5" w:rsidP="004F07D5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2767965</wp:posOffset>
                </wp:positionH>
                <wp:positionV relativeFrom="paragraph">
                  <wp:posOffset>91440</wp:posOffset>
                </wp:positionV>
                <wp:extent cx="420370" cy="624205"/>
                <wp:effectExtent l="0" t="0" r="0" b="4445"/>
                <wp:wrapNone/>
                <wp:docPr id="9664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70" cy="624205"/>
                          <a:chOff x="0" y="0"/>
                          <a:chExt cx="1142" cy="1718"/>
                        </a:xfrm>
                      </wpg:grpSpPr>
                      <wps:wsp>
                        <wps:cNvPr id="966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7.95pt;margin-top:7.2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IkUcMA&#10;AADdAAAADwAAAGRycy9kb3ducmV2LnhtbESPzarCMBSE94LvEI7gTtOrWL29RhFRcSGIf/tDc2zL&#10;bU5KE7W+vREEl8PMfMNM540pxZ1qV1hW8NOPQBCnVhecKTif1r0JCOeRNZaWScGTHMxn7dYUE20f&#10;fKD70WciQNglqCD3vkqkdGlOBl3fVsTBu9raoA+yzqSu8RHgppSDKIqlwYLDQo4VLXNK/483o8AO&#10;N9vdJRschisee17sJ9dLs1Oq22kWfyA8Nf4b/rS3WsFvHI/g/SY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IkU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Z+KMcA&#10;AADdAAAADwAAAGRycy9kb3ducmV2LnhtbESPT2sCMRTE74V+h/AKvUjNtoe0bo1ShO2/g6AVvD42&#10;r5vVzcuSpLr10xuh0OMwM79hpvPBdeJAIbaeNdyPCxDEtTctNxo2X9XdE4iYkA12nknDL0WYz66v&#10;plgaf+QVHdapERnCsUQNNqW+lDLWlhzGse+Js/ftg8OUZWikCXjMcNfJh6JQ0mHLecFiTwtL9X79&#10;4zTsqqXdLh5Pr2E0WdFpVH2+dR9K69ub4eUZRKIh/Yf/2u9Gw0QpBZc3+QnI2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WfijHAAAA3Q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K5zMMA&#10;AADdAAAADwAAAGRycy9kb3ducmV2LnhtbESP3YrCMBCF74V9hzALeyOa7gpVq1FkURFvxJ8HGJqx&#10;KTaT0kTbffuNIHh5OD8fZ77sbCUe1PjSsYLvYQKCOHe65ELB5bwZTED4gKyxckwK/sjDcvHRm2Om&#10;XctHepxCIeII+wwVmBDqTEqfG7Loh64mjt7VNRZDlE0hdYNtHLeV/EmSVFosORIM1vRrKL+d7jZC&#10;DiM87K/tebPtsMX13nB/dVTq67NbzUAE6sI7/GrvtIJpmo7h+SY+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K5z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b4HsMA&#10;AADdAAAADwAAAGRycy9kb3ducmV2LnhtbERPTUsDMRC9C/6HMEJvNttSt7o2LVIriODBVhBvw2a6&#10;u3QzCcm0u/57cxA8Pt73ajO6Xl0ops6zgdm0AEVce9txY+Dz8HJ7DyoJssXeMxn4oQSb9fXVCivr&#10;B/6gy14alUM4VWigFQmV1qluyWGa+kCcuaOPDiXD2Ggbccjhrtfzoii1w45zQ4uBti3Vp/3ZGXgf&#10;duFtWd4dw3dczHV6tvK1FWMmN+PTIyihUf7Ff+5Xa+ChLPPc/CY/Ab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b4H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GIJcQA&#10;AADdAAAADwAAAGRycy9kb3ducmV2LnhtbESPTWrDMBCF94HeQUyhm1DLbcHErpUQSlNCNsFJDzBY&#10;Y8vUGhlLjd3bR4VAlo/38/HKzWx7caHRd44VvCQpCOLa6Y5bBd/n3fMKhA/IGnvHpOCPPGzWD4sS&#10;C+0mruhyCq2II+wLVGBCGAopfW3Iok/cQBy9xo0WQ5RjK/WIUxy3vXxN00xa7DgSDA70Yaj+Of3a&#10;CDm+4fHQTOfd14wTfh4ML7eVUk+P8/YdRKA53MO39l4ryLMsh/838Qn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RiC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ixcMA&#10;AADdAAAADwAAAGRycy9kb3ducmV2LnhtbERPTUsDMRC9C/6HMEJvNmupW7s2LVIriNCDVSjehs10&#10;d3EzCcm0u/57cxA8Pt73ajO6Xl0ops6zgbtpAYq49rbjxsDnx8vtA6gkyBZ7z2TghxJs1tdXK6ys&#10;H/idLgdpVA7hVKGBViRUWqe6JYdp6gNx5k4+OpQMY6NtxCGHu17PiqLUDjvODS0G2rZUfx/OzsB+&#10;2IW3RXl/Cl9xPtPp2cpxK8ZMbsanR1BCo/yL/9yv1sCyXOT9+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ix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VnIMcA&#10;AADdAAAADwAAAGRycy9kb3ducmV2LnhtbESPQWsCMRSE7wX/Q3iCl6JZLdW6GqUWggULpVbw+tg8&#10;d5duXpYkdbf/3hQKPQ4z8w2z3va2EVfyoXasYDrJQBAXztRcKjh96vETiBCRDTaOScEPBdhuBndr&#10;zI3r+IOux1iKBOGQo4IqxjaXMhQVWQwT1xIn7+K8xZikL6Xx2CW4beQsy+bSYs1pocKWXioqvo7f&#10;VsHuvSsf/H2x693hsj8/am30m1ZqNOyfVyAi9fE//Nd+NQqW88UU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FZyD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ooMUA&#10;AADdAAAADwAAAGRycy9kb3ducmV2LnhtbESPzWrDMBCE74G+g9hCb4mcvzZ1o4SQYighl7p9gMXa&#10;Wk6slZEUx337qhDIcZiZb5j1drCt6MmHxrGC6SQDQVw53XCt4PurGK9AhIissXVMCn4pwHbzMFpj&#10;rt2VP6kvYy0ShEOOCkyMXS5lqAxZDBPXESfvx3mLMUlfS+3xmuC2lbMse5YWG04LBjvaG6rO5cUq&#10;KA6zY3++aF+43bCwtDSn1btR6ulx2L2BiDTEe/jW/tAKXl/mC/h/k5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ASig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XXfscA&#10;AADdAAAADwAAAGRycy9kb3ducmV2LnhtbESPQWsCMRSE74L/ITyhF6nZKrZ1NYoWggULpbbQ62Pz&#10;3F26eVmS1N3+e1MQPA4z8w2z2vS2EWfyoXas4GGSgSAunKm5VPD1qe+fQYSIbLBxTAr+KMBmPRys&#10;MDeu4w86H2MpEoRDjgqqGNtcylBUZDFMXEucvJPzFmOSvpTGY5fgtpHTLHuUFmtOCxW29FJR8XP8&#10;tQp271058+Ni17vDaf8919roN63U3ajfLkFE6uMtfG2/GgWLp9kc/t+k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113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8TTMUA&#10;AADdAAAADwAAAGRycy9kb3ducmV2LnhtbESP0WoCMRRE3wX/IdxC3zRbq9ZujSKWhSK+qP2Ay+Z2&#10;s3VzsyRx3f69KQg+DjNzhlmue9uIjnyoHSt4GWcgiEuna64UfJ+K0QJEiMgaG8ek4I8CrFfDwRJz&#10;7a58oO4YK5EgHHJUYGJscylDachiGLuWOHk/zluMSfpKao/XBLeNnGTZXFqsOS0YbGlrqDwfL1ZB&#10;sZvsu/NF+8Jt+qmlmfldfBqlnp/6zQeISH18hO/tL63g/e11Dv9v0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nxNM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s8cEA&#10;AADdAAAADwAAAGRycy9kb3ducmV2LnhtbESP3YrCMBSE7xd8h3AE79bU9b8aZREUvbT6AIfm2Bab&#10;k9pEW9/eCIKXw8x8wyzXrSnFg2pXWFYw6EcgiFOrC84UnE/b3xkI55E1lpZJwZMcrFednyXG2jZ8&#10;pEfiMxEg7GJUkHtfxVK6NCeDrm8r4uBdbG3QB1lnUtfYBLgp5V8UTaTBgsNCjhVtckqvyd0oGD2b&#10;3S0ZX6OtNjQ4DKsD+3SsVK/b/i9AeGr9N/xp77WC+XQ4hfeb8AT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WrPH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shn8IA&#10;AADdAAAADwAAAGRycy9kb3ducmV2LnhtbERPTWvCQBC9F/wPywjemo0KVlNXESUiPdWY9jxkxyQ0&#10;Oxuya4z/vnsQPD7e93o7mEb01LnasoJpFIMgLqyuuVSQX9L3JQjnkTU2lknBgxxsN6O3NSba3vlM&#10;feZLEULYJaig8r5NpHRFRQZdZFviwF1tZ9AH2JVSd3gP4aaRszheSIM1h4YKW9pXVPxlN6Pgtvid&#10;5Xz90t/Z4XFcHdKdkz+lUpPxsPsE4WnwL/HTfdIKVh/zMDe8CU9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myGf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T7A8gA&#10;AADdAAAADwAAAGRycy9kb3ducmV2LnhtbESPQWvCQBSE74L/YXlCb7ppLdFEV2kLgnpQqvbQ2zP7&#10;mqTNvo3Zrab/3hWEHoeZ+YaZzltTiTM1rrSs4HEQgSDOrC45V3DYL/pjEM4ja6wsk4I/cjCfdTtT&#10;TLW98Duddz4XAcIuRQWF93UqpcsKMugGtiYO3pdtDPogm1zqBi8Bbir5FEWxNFhyWCiwpreCsp/d&#10;r1HwsR3HyfZ19fy93hxxaPTpU5exUg+99mUCwlPr/8P39lIrSEbDBG5vw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dPsD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DjEMIA&#10;AADdAAAADwAAAGRycy9kb3ducmV2LnhtbERPy4rCMBTdC/5DuIK7MfWBj2oUdRgVV77A7aW5tsXm&#10;pjQZrfP1ZjHg8nDes0VtCvGgyuWWFXQ7EQjixOqcUwWX88/XGITzyBoLy6TgRQ4W82ZjhrG2Tz7S&#10;4+RTEULYxagg876MpXRJRgZdx5bEgbvZyqAPsEqlrvAZwk0he1E0lAZzDg0ZlrTOKLmffo2Cv+EV&#10;D27bW333tafXYLyx+8NGqXarXk5BeKr9R/zv3mkFk9Eg7A9vwhOQ8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OMQ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QVM8UA&#10;AADdAAAADwAAAGRycy9kb3ducmV2LnhtbESP0WrCQBRE34X+w3ILfTMbJdWaupEiFvpWTfsBl+zt&#10;JiR7N2ZXTfv1XUHwcZiZM8x6M9pOnGnwjWMFsyQFQVw53bBR8P31Pn0B4QOyxs4xKfglD5viYbLG&#10;XLsLH+hcBiMihH2OCuoQ+lxKX9Vk0SeuJ47ejxsshigHI/WAlwi3nZyn6UJabDgu1NjTtqaqLU9W&#10;wdHNn/VY7vCz3a32jTHZ8e+QKfX0OL69ggg0hnv41v7QClbLbAbXN/EJy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pBU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cBLMUA&#10;AADdAAAADwAAAGRycy9kb3ducmV2LnhtbESPzW7CMBCE70h9B2srcSMOlPITMKitVIkrtAeOi70k&#10;gXidxgYCT18jIXEczcw3mvmytZU4U+NLxwr6SQqCWDtTcq7g9+e7NwHhA7LByjEpuJKH5eKlM8fM&#10;uAuv6bwJuYgQ9hkqKEKoMym9LsiiT1xNHL29ayyGKJtcmgYvEW4rOUjTkbRYclwosKavgvRxc7IK&#10;VuWO3kd6P7WTT73e3v7C2/hglOq+th8zEIHa8Aw/2iujYDoeDuD+Jj4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wE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JXQ8IA&#10;AADdAAAADwAAAGRycy9kb3ducmV2LnhtbERPW2vCMBR+H/gfwhH2NlMvzNkZRYWB4iboxL0emmNT&#10;bE5KE2v992Yw2ON355vOW1uKhmpfOFbQ7yUgiDOnC84VHL8/Xt5A+ICssXRMCu7kYT7rPE0x1e7G&#10;e2oOIRexhH2KCkwIVSqlzwxZ9D1XEUft7GqLIcI6l7rGWyy3pRwkyau0WHBcMFjRylB2OVytggZ3&#10;9+THLL8mm+IzG+yWp62OvHrutot3EIHa8G/+S6+1gsl4NITfN/EJ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ld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BxV8UA&#10;AADdAAAADwAAAGRycy9kb3ducmV2LnhtbESPQUvDQBSE74L/YXmCN7sxFK2x21IKFY+a9uDxmX3N&#10;pmbfC7trE/31riB4HGbmG2a5nnyvzhRiJ2zgdlaAIm7EdtwaOOx3NwtQMSFb7IXJwBdFWK8uL5ZY&#10;WRn5lc51alWGcKzQgEtpqLSOjSOPcSYDcfaOEjymLEOrbcAxw32vy6K40x47zgsOB9o6aj7qT29g&#10;fGreT+XxzbrvMMiufpFT2Ysx11fT5hFUoin9h//az9bAw/18Dr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wHFX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eSa8cA&#10;AADdAAAADwAAAGRycy9kb3ducmV2LnhtbESP3WoCMRSE7wu+QziF3tVspa26GsVqBRFF/Ls/3Zzu&#10;rk1Olk3U7ds3QsHLYWa+YYbjxhpxodqXjhW8tBMQxJnTJecKDvv5cw+ED8gajWNS8EsexqPWwxBT&#10;7a68pcsu5CJC2KeooAihSqX0WUEWfdtVxNH7drXFEGWdS13jNcKtkZ0keZcWS44LBVY0LSj72Z2t&#10;gvlmZk6d9XZylGH62f0yveXHbKXU02MzGYAI1IR7+L+90Ar63dc3uL2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nkm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LBpccA&#10;AADdAAAADwAAAGRycy9kb3ducmV2LnhtbESPQWvCQBSE74L/YXmCl9JsatWm0VWKUFRQaG2h12f2&#10;mQSzb0N2jem/7woFj8PMfMPMl52pREuNKy0reIpiEMSZ1SXnCr6/3h8TEM4ja6wsk4JfcrBc9Htz&#10;TLW98ie1B5+LAGGXooLC+zqV0mUFGXSRrYmDd7KNQR9kk0vd4DXATSVHcTyVBksOCwXWtCooOx8u&#10;RkH7sTvmm9bV23Py4CbPx/V6r3+UGg66txkIT52/h//bG63g9WU8hdub8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Swa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8Y98cA&#10;AADdAAAADwAAAGRycy9kb3ducmV2LnhtbESPzWsCMRTE74X+D+EVvNWsYv1YjaJCoZeCXwe9PTfP&#10;3cXNy5qkuu1f3wiCx2FmfsNMZo2pxJWcLy0r6LQTEMSZ1SXnCnbbz/chCB+QNVaWScEveZhNX18m&#10;mGp74zVdNyEXEcI+RQVFCHUqpc8KMujbtiaO3sk6gyFKl0vt8BbhppLdJOlLgyXHhQJrWhaUnTc/&#10;RsFiNFxcVj3+/lsfD3TYH88fXZco1Xpr5mMQgZrwDD/aX1rBaNAbwP1NfAJy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/GPfHAAAA3QAAAA8AAAAAAAAAAAAAAAAAmAIAAGRy&#10;cy9kb3ducmV2LnhtbFBLBQYAAAAABAAEAPUAAACMAwAAAAA=&#10;" fillcolor="black" stroked="f"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lPi8UA&#10;AADdAAAADwAAAGRycy9kb3ducmV2LnhtbERPu27CMBTdkfoP1q3UDZyiQkOKQaUFCQk68BgYb+Pb&#10;xEp8HcUupP16PCAxHp33dN7ZWpyp9caxgudBAoI4d9pwoeB4WPVTED4ga6wdk4I/8jCfPfSmmGl3&#10;4R2d96EQMYR9hgrKEJpMSp+XZNEPXEMcuR/XWgwRtoXULV5iuK3lMEnG0qLh2FBiQx8l5dX+1yo4&#10;bcYm3Rkafm//F0u9HVWLr89KqafH7v0NRKAu3MU391ormLy+xLnxTXwC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yU+L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DUpcYA&#10;AADdAAAADwAAAGRycy9kb3ducmV2LnhtbESPQWsCMRSE74L/ITzBm2YtYnVrFLEUvXioben1sXnd&#10;bHfzsk2irv76piD0OMzMN8xy3dlGnMmHyrGCyTgDQVw4XXGp4P3tZTQHESKyxsYxKbhSgPWq31ti&#10;rt2FX+l8jKVIEA45KjAxtrmUoTBkMYxdS5y8L+ctxiR9KbXHS4LbRj5k2UxarDgtGGxpa6iojyer&#10;wG8+n+sbnz7q7Ha4ht139zNHo9Rw0G2eQETq4n/43t5rBYvH6QL+3q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DUp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dOV8MA&#10;AADdAAAADwAAAGRycy9kb3ducmV2LnhtbERPzWrCQBC+C77DMoVeRDcVqjVmI1IoFCqC1gcYs2MS&#10;ujsbslONffruodDjx/dfbAbv1JX62AY28DTLQBFXwbZcGzh9vk1fQEVBtugCk4E7RdiU41GBuQ03&#10;PtD1KLVKIRxzNNCIdLnWsWrIY5yFjjhxl9B7lAT7WtsebyncOz3PsoX22HJqaLCj14aqr+O3N+Dm&#10;Z7f6WMad3E96l/14OUz21pjHh2G7BiU0yL/4z/1uDayWz2l/epOeg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dOV8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fkiMYA&#10;AADdAAAADwAAAGRycy9kb3ducmV2LnhtbESPT2sCMRTE74V+h/AK3mpWwf5ZjVIVYS8eurV4fW6e&#10;m6XJy7KJuvbTm0LB4zAzv2Fmi95ZcaYuNJ4VjIYZCOLK64ZrBbuvzfMbiBCRNVrPpOBKARbzx4cZ&#10;5tpf+JPOZaxFgnDIUYGJsc2lDJUhh2HoW+LkHX3nMCbZ1VJ3eElwZ+U4y16kw4bTgsGWVoaqn/Lk&#10;FKzL1o53hVmG/ff2cLDF74b2a6UGT/3HFESkPt7D/+1CK3h/nYzg7016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fki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I1TsQA&#10;AADdAAAADwAAAGRycy9kb3ducmV2LnhtbESPzWsCMRTE70L/h/AKvWlSwY+uRimlguDJr0Nvj+S5&#10;u7p5WTbR3f73RhA8DjPzG2a+7FwlbtSE0rOGz4ECQWy8LTnXcNiv+lMQISJbrDyThn8KsFy89eaY&#10;Wd/ylm67mIsE4ZChhiLGOpMymIIchoGviZN38o3DmGSTS9tgm+CukkOlxtJhyWmhwJp+CjKX3dVp&#10;OK/kxhuF5ng4tms7+fsdU6W0/njvvmcgInXxFX6211bD12Q0hMeb9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SNU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cy+8cA&#10;AADdAAAADwAAAGRycy9kb3ducmV2LnhtbESPQWvCQBSE74X+h+UVvNVNFa1NXUMqCFLxUC2lx9fs&#10;MwnJvg27q8Z/3xUEj8PMfMPMs9604kTO15YVvAwTEMSF1TWXCr73q+cZCB+QNbaWScGFPGSLx4c5&#10;ptqe+YtOu1CKCGGfooIqhC6V0hcVGfRD2xFH72CdwRClK6V2eI5w08pRkkylwZrjQoUdLSsqmt3R&#10;KPg9bviwHX/m7iP82H7vm9HfrFFq8NTn7yAC9eEevrXXWsHb62QM1zfxCc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HMvv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QQXcgA&#10;AADdAAAADwAAAGRycy9kb3ducmV2LnhtbESPT2vCQBTE7wW/w/KE3uqm4t+YVbRQ6KVQbQ96e8m+&#10;JsHs27i71bSfvisIHoeZ+Q2TrTrTiDM5X1tW8DxIQBAXVtdcKvj6fH2agfABWWNjmRT8kofVsveQ&#10;Yarthbd03oVSRAj7FBVUIbSplL6oyKAf2JY4et/WGQxRulJqh5cIN40cJslEGqw5LlTY0ktFxXH3&#10;YxRs5rPN6WPE73/b/ECHfX4cD12i1GO/Wy9ABOrCPXxrv2kF8+l4BN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dBBdyAAAAN0AAAAPAAAAAAAAAAAAAAAAAJgCAABk&#10;cnMvZG93bnJldi54bWxQSwUGAAAAAAQABAD1AAAAjQMAAAAA&#10;" fillcolor="black" stroked="f"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Px8UA&#10;AADdAAAADwAAAGRycy9kb3ducmV2LnhtbESPQUsDMRSE74L/ITzBm82q1OratCwFUTxtW0uvr5vn&#10;ZnHzsiQx3f77RhB6HGbmG2a+HG0vEvnQOVZwPylAEDdOd9wq+Nq+3T2DCBFZY++YFJwowHJxfTXH&#10;UrsjryltYisyhEOJCkyMQyllaAxZDBM3EGfv23mLMUvfSu3xmOG2lw9F8SQtdpwXDA60MtT8bH6t&#10;gnRY1dVj2iez/vRV6139vjvUSt3ejNUriEhjvIT/2x9awctsOoW/N/kJyM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RE/H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xQscA&#10;AADdAAAADwAAAGRycy9kb3ducmV2LnhtbESPQWvCQBSE74L/YXmF3urGQtMaXaWISu3FNhX0+Mi+&#10;ZoPZtyG7xtRf3y0UPA4z8w0zW/S2Fh21vnKsYDxKQBAXTldcKth/rR9eQPiArLF2TAp+yMNiPhzM&#10;MNPuwp/U5aEUEcI+QwUmhCaT0heGLPqRa4ij9+1aiyHKtpS6xUuE21o+JkkqLVYcFww2tDRUnPKz&#10;VeDHy9Xh3V4n3XFjeJdvTfpRGqXu7/rXKYhAfbiF/9tvWsHk+SmF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RMUL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F07D5" w:rsidRPr="00DE6ED3" w:rsidRDefault="004F07D5" w:rsidP="004F07D5">
      <w:pPr>
        <w:spacing w:after="0" w:line="240" w:lineRule="auto"/>
        <w:rPr>
          <w:rFonts w:ascii="Times New Roman" w:eastAsia="Calibri" w:hAnsi="Times New Roman" w:cs="Times New Roman"/>
        </w:rPr>
      </w:pPr>
    </w:p>
    <w:p w:rsidR="004F07D5" w:rsidRPr="00DE6ED3" w:rsidRDefault="004F07D5" w:rsidP="004F07D5">
      <w:pPr>
        <w:spacing w:after="0" w:line="240" w:lineRule="auto"/>
        <w:rPr>
          <w:rFonts w:ascii="Times New Roman" w:eastAsia="Calibri" w:hAnsi="Times New Roman" w:cs="Times New Roman"/>
        </w:rPr>
      </w:pPr>
    </w:p>
    <w:p w:rsidR="004F07D5" w:rsidRPr="00DE6ED3" w:rsidRDefault="004F07D5" w:rsidP="004F07D5">
      <w:pPr>
        <w:spacing w:after="0" w:line="240" w:lineRule="auto"/>
        <w:rPr>
          <w:rFonts w:ascii="Times New Roman" w:eastAsia="Calibri" w:hAnsi="Times New Roman" w:cs="Times New Roman"/>
        </w:rPr>
      </w:pPr>
    </w:p>
    <w:p w:rsidR="004F07D5" w:rsidRPr="00DE6ED3" w:rsidRDefault="004F07D5" w:rsidP="004F07D5">
      <w:pPr>
        <w:spacing w:after="0" w:line="240" w:lineRule="auto"/>
        <w:rPr>
          <w:rFonts w:ascii="Times New Roman" w:eastAsia="Calibri" w:hAnsi="Times New Roman" w:cs="Times New Roman"/>
        </w:rPr>
      </w:pPr>
    </w:p>
    <w:p w:rsidR="004F07D5" w:rsidRPr="00DE6ED3" w:rsidRDefault="004F07D5" w:rsidP="004F07D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F07D5" w:rsidRPr="00DE6ED3" w:rsidRDefault="004F07D5" w:rsidP="004F07D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4F07D5" w:rsidRPr="00DE6ED3" w:rsidRDefault="004F07D5" w:rsidP="004F07D5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4F07D5" w:rsidRPr="00DE6ED3" w:rsidRDefault="004F07D5" w:rsidP="004F07D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4F07D5" w:rsidRPr="00DE6ED3" w:rsidRDefault="004F07D5" w:rsidP="004F07D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4F07D5" w:rsidRPr="00DE6ED3" w:rsidRDefault="004F07D5" w:rsidP="004F07D5">
      <w:pPr>
        <w:spacing w:after="0" w:line="240" w:lineRule="auto"/>
        <w:rPr>
          <w:rFonts w:ascii="Times New Roman" w:eastAsia="Calibri" w:hAnsi="Times New Roman" w:cs="Times New Roman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7D5" w:rsidRDefault="004F07D5" w:rsidP="004F07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F07D5" w:rsidRDefault="004F07D5" w:rsidP="004F07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F07D5" w:rsidRPr="00DE6ED3" w:rsidRDefault="004F07D5" w:rsidP="004F07D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DE6ED3">
        <w:rPr>
          <w:rFonts w:ascii="Times New Roman" w:eastAsia="Calibri" w:hAnsi="Times New Roman" w:cs="Times New Roman"/>
          <w:b/>
        </w:rPr>
        <w:t>Р</w:t>
      </w:r>
      <w:proofErr w:type="gramEnd"/>
      <w:r w:rsidRPr="00DE6ED3">
        <w:rPr>
          <w:rFonts w:ascii="Times New Roman" w:eastAsia="Calibri" w:hAnsi="Times New Roman" w:cs="Times New Roman"/>
          <w:b/>
        </w:rPr>
        <w:t>ІШЕННЯ</w:t>
      </w:r>
    </w:p>
    <w:p w:rsidR="004F07D5" w:rsidRPr="00DE6ED3" w:rsidRDefault="004F07D5" w:rsidP="004F07D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 w:rsidR="00491FBF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</w:t>
      </w:r>
      <w:r w:rsidR="00491FB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X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 скликання</w:t>
      </w:r>
    </w:p>
    <w:p w:rsidR="004F07D5" w:rsidRPr="00DE6ED3" w:rsidRDefault="004F07D5" w:rsidP="004F07D5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4F07D5" w:rsidRPr="00DE6ED3" w:rsidRDefault="004F07D5" w:rsidP="004F07D5">
      <w:pPr>
        <w:spacing w:after="0" w:line="240" w:lineRule="auto"/>
        <w:rPr>
          <w:rFonts w:ascii="Times New Roman" w:eastAsia="Calibri" w:hAnsi="Times New Roman" w:cs="Times New Roman"/>
        </w:rPr>
      </w:pPr>
    </w:p>
    <w:p w:rsidR="004F07D5" w:rsidRPr="00DE6ED3" w:rsidRDefault="004F07D5" w:rsidP="004F07D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uk-UA"/>
        </w:rPr>
        <w:t>25</w:t>
      </w:r>
      <w:r w:rsidRPr="00DE6ED3">
        <w:rPr>
          <w:rFonts w:ascii="Times New Roman" w:eastAsia="Calibri" w:hAnsi="Times New Roman" w:cs="Times New Roman"/>
          <w:sz w:val="24"/>
        </w:rPr>
        <w:t xml:space="preserve">.03. 2021р.                              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                                       №_____</w:t>
      </w:r>
    </w:p>
    <w:p w:rsidR="004F07D5" w:rsidRPr="00DE6ED3" w:rsidRDefault="004F07D5" w:rsidP="004F07D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F07D5" w:rsidRPr="00DE6ED3" w:rsidRDefault="004F07D5" w:rsidP="004F07D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F07D5" w:rsidRPr="00DE6ED3" w:rsidRDefault="004F07D5" w:rsidP="004F07D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4F07D5" w:rsidRPr="00DE6ED3" w:rsidRDefault="004F07D5" w:rsidP="004F07D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 w:rsidRPr="00DE6ED3">
        <w:rPr>
          <w:rFonts w:ascii="Times New Roman" w:eastAsia="Calibri" w:hAnsi="Times New Roman" w:cs="Times New Roman"/>
          <w:b/>
          <w:sz w:val="24"/>
        </w:rPr>
        <w:t>техн</w:t>
      </w:r>
      <w:proofErr w:type="gramEnd"/>
      <w:r w:rsidRPr="00DE6ED3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4F07D5" w:rsidRPr="00DE6ED3" w:rsidRDefault="004F07D5" w:rsidP="004F07D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4F07D5" w:rsidRPr="00DE6ED3" w:rsidRDefault="004F07D5" w:rsidP="004F07D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DE6ED3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DE6ED3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>)</w:t>
      </w:r>
    </w:p>
    <w:p w:rsidR="004F07D5" w:rsidRPr="00DE6ED3" w:rsidRDefault="004F07D5" w:rsidP="004F07D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  <w:lang w:val="uk-UA"/>
        </w:rPr>
        <w:t>Семенюк О.В.</w:t>
      </w:r>
    </w:p>
    <w:p w:rsidR="004F07D5" w:rsidRPr="00DE6ED3" w:rsidRDefault="004F07D5" w:rsidP="004F07D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4F07D5" w:rsidRPr="00DE6ED3" w:rsidRDefault="004F07D5" w:rsidP="004F07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      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DE6ED3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DE6ED3">
        <w:rPr>
          <w:rFonts w:ascii="Times New Roman" w:eastAsia="Calibri" w:hAnsi="Times New Roman" w:cs="Times New Roman"/>
          <w:sz w:val="24"/>
        </w:rPr>
        <w:t xml:space="preserve"> пункту 34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proofErr w:type="gramStart"/>
      <w:r w:rsidRPr="00DE6ED3">
        <w:rPr>
          <w:rFonts w:ascii="Times New Roman" w:eastAsia="Calibri" w:hAnsi="Times New Roman" w:cs="Times New Roman"/>
          <w:sz w:val="24"/>
        </w:rPr>
        <w:t>м</w:t>
      </w:r>
      <w:proofErr w:type="gramEnd"/>
      <w:r w:rsidRPr="00DE6ED3">
        <w:rPr>
          <w:rFonts w:ascii="Times New Roman" w:eastAsia="Calibri" w:hAnsi="Times New Roman" w:cs="Times New Roman"/>
          <w:sz w:val="24"/>
        </w:rPr>
        <w:t>ісцеве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lang w:val="uk-UA"/>
        </w:rPr>
        <w:t>Семенюк О.В.,</w:t>
      </w:r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рада</w:t>
      </w:r>
    </w:p>
    <w:p w:rsidR="004F07D5" w:rsidRPr="00DE6ED3" w:rsidRDefault="004F07D5" w:rsidP="004F07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4F07D5" w:rsidRPr="00DE6ED3" w:rsidRDefault="004F07D5" w:rsidP="004F07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F07D5" w:rsidRPr="00DE6ED3" w:rsidRDefault="004F07D5" w:rsidP="004F07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1.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Семенюк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Олені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Володимирівні</w:t>
      </w:r>
      <w:proofErr w:type="spellEnd"/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яка зареєстрована за адресою: </w:t>
      </w:r>
      <w:r w:rsidR="00657B86" w:rsidRPr="00657B86">
        <w:rPr>
          <w:rFonts w:ascii="Times New Roman" w:eastAsia="Calibri" w:hAnsi="Times New Roman" w:cs="Times New Roman"/>
          <w:sz w:val="24"/>
        </w:rPr>
        <w:t>__________________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DE6ED3">
        <w:rPr>
          <w:rFonts w:ascii="Times New Roman" w:eastAsia="Calibri" w:hAnsi="Times New Roman" w:cs="Times New Roman"/>
          <w:sz w:val="24"/>
          <w:lang w:val="uk-UA"/>
        </w:rPr>
        <w:t>с</w:t>
      </w:r>
      <w:proofErr w:type="gramStart"/>
      <w:r w:rsidRPr="00DE6ED3">
        <w:rPr>
          <w:rFonts w:ascii="Times New Roman" w:eastAsia="Calibri" w:hAnsi="Times New Roman" w:cs="Times New Roman"/>
          <w:sz w:val="24"/>
          <w:lang w:val="uk-UA"/>
        </w:rPr>
        <w:t>.К</w:t>
      </w:r>
      <w:proofErr w:type="gramEnd"/>
      <w:r w:rsidRPr="00DE6ED3">
        <w:rPr>
          <w:rFonts w:ascii="Times New Roman" w:eastAsia="Calibri" w:hAnsi="Times New Roman" w:cs="Times New Roman"/>
          <w:sz w:val="24"/>
          <w:lang w:val="uk-UA"/>
        </w:rPr>
        <w:t>олом’є</w:t>
      </w:r>
      <w:proofErr w:type="spellEnd"/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по </w:t>
      </w:r>
      <w:proofErr w:type="spellStart"/>
      <w:r w:rsidRPr="00DE6ED3">
        <w:rPr>
          <w:rFonts w:ascii="Times New Roman" w:eastAsia="Calibri" w:hAnsi="Times New Roman" w:cs="Times New Roman"/>
          <w:sz w:val="24"/>
          <w:lang w:val="uk-UA"/>
        </w:rPr>
        <w:t>вул.Шевченка</w:t>
      </w:r>
      <w:proofErr w:type="spellEnd"/>
      <w:r w:rsidRPr="00DE6ED3">
        <w:rPr>
          <w:rFonts w:ascii="Times New Roman" w:eastAsia="Calibri" w:hAnsi="Times New Roman" w:cs="Times New Roman"/>
          <w:sz w:val="24"/>
          <w:lang w:val="uk-UA"/>
        </w:rPr>
        <w:t>, 60.</w:t>
      </w:r>
    </w:p>
    <w:p w:rsidR="004F07D5" w:rsidRPr="00DE6ED3" w:rsidRDefault="004F07D5" w:rsidP="004F07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       2. Семенюк О.В.,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4F07D5" w:rsidRPr="00DE6ED3" w:rsidRDefault="004F07D5" w:rsidP="004F07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  3. Даний дозвіл дійсний на протязі року з дня прийняття даного рішення.</w:t>
      </w:r>
    </w:p>
    <w:p w:rsidR="004F07D5" w:rsidRPr="00DE6ED3" w:rsidRDefault="004F07D5" w:rsidP="004F07D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F07D5" w:rsidRPr="00DE6ED3" w:rsidRDefault="004F07D5" w:rsidP="004F07D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F07D5" w:rsidRPr="00DE6ED3" w:rsidRDefault="004F07D5" w:rsidP="004F07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4F07D5" w:rsidRDefault="004F07D5" w:rsidP="004F07D5">
      <w:pPr>
        <w:tabs>
          <w:tab w:val="left" w:pos="1500"/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ab/>
      </w:r>
    </w:p>
    <w:p w:rsidR="009643BC" w:rsidRPr="004F07D5" w:rsidRDefault="004F07D5" w:rsidP="004F07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val="uk-UA"/>
        </w:rPr>
        <w:t>Валерій  МИХАЛЮК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</w:t>
      </w:r>
    </w:p>
    <w:sectPr w:rsidR="009643BC" w:rsidRPr="004F07D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D5"/>
    <w:rsid w:val="00171A2E"/>
    <w:rsid w:val="00304C90"/>
    <w:rsid w:val="00491FBF"/>
    <w:rsid w:val="004F07D5"/>
    <w:rsid w:val="00505B6D"/>
    <w:rsid w:val="00657B86"/>
    <w:rsid w:val="006D3977"/>
    <w:rsid w:val="007D6C18"/>
    <w:rsid w:val="009643B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260</Words>
  <Characters>1485</Characters>
  <Application>Microsoft Office Word</Application>
  <DocSecurity>0</DocSecurity>
  <Lines>12</Lines>
  <Paragraphs>3</Paragraphs>
  <ScaleCrop>false</ScaleCrop>
  <Company>Microsoft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2021-03-17T08:40:00Z</dcterms:created>
  <dcterms:modified xsi:type="dcterms:W3CDTF">2021-03-17T09:09:00Z</dcterms:modified>
</cp:coreProperties>
</file>