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699" w:rsidRDefault="003A0699" w:rsidP="003A0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A0699" w:rsidRDefault="003A0699" w:rsidP="003A0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A0699" w:rsidRPr="003B50D1" w:rsidRDefault="003A0699" w:rsidP="003A0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3A0699" w:rsidRPr="003B50D1" w:rsidRDefault="003A0699" w:rsidP="003A0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3A0699" w:rsidRPr="003B50D1" w:rsidRDefault="003A0699" w:rsidP="003A0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4604C5" wp14:editId="5E31A2D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383" name="Группа 233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38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8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9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699" w:rsidRDefault="003A0699" w:rsidP="003A06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38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6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q9CcYA&#10;AADe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IE6S9AV+74Qr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q9C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KqMckA&#10;AADeAAAADwAAAGRycy9kb3ducmV2LnhtbESPQWsCMRSE74X+h/AKvUjNqlTt1ihFWK09CFrB62Pz&#10;utm6eVmSVLf++qZQ6HGYmW+Y2aKzjTiTD7VjBYN+BoK4dLrmSsHhvXiYgggRWWPjmBR8U4DF/PZm&#10;hrl2F97ReR8rkSAcclRgYmxzKUNpyGLou5Y4eR/OW4xJ+kpqj5cEt40cZtlYWqw5LRhsaWmoPO2/&#10;rILPYmuOy8l15XtPO7r2ird1sxkrdX/XvTyDiNTF//Bf+1UrGI5G00f4vZOugJz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4KqM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QR8QA&#10;AADeAAAADwAAAGRycy9kb3ducmV2LnhtbESP3YrCMBCF7xd8hzDC3iyargWR2iiyrIt4I/48wNBM&#10;m2IzKU3W1rc3guDl4fx8nHw92EbcqPO1YwXf0wQEceF0zZWCy3k7WYDwAVlj45gU3MnDejX6yDHT&#10;rucj3U6hEnGEfYYKTAhtJqUvDFn0U9cSR690ncUQZVdJ3WEfx20jZ0kylxZrjgSDLf0YKq6nfxsh&#10;hxQP+7I/b/8G7PF3b/hrc1TqczxsliACDeEdfrV3WsEsTRdzeN6JV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DkE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sg5scA&#10;AADeAAAADwAAAGRycy9kb3ducmV2LnhtbESPQUsDMRSE74L/ITzBm8261basTYvUCiL00CqIt8fm&#10;dXdx8xKS1+76740geBxm5htmuR5dr84UU+fZwO2kAEVce9txY+D97flmASoJssXeMxn4pgTr1eXF&#10;EivrB97T+SCNyhBOFRpoRUKldapbcpgmPhBn7+ijQ8kyNtpGHDLc9bosipl22HFeaDHQpqX663By&#10;BnbDNrzOZ/fH8BnvSp2erHxsxJjrq/HxAZTQKP/hv/aLNVBOp4s5/N7JV0C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LIO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ChrsIA&#10;AADeAAAADwAAAGRycy9kb3ducmV2LnhtbERPzWrCQBC+F/oOyxR6KXWjgSJpNiKlFvEixj7AkB2z&#10;odnZkF1N+vadg9Djx/dfbmbfqxuNsQtsYLnIQBE3wXbcGvg+717XoGJCttgHJgO/FGFTPT6UWNgw&#10;8YludWqVhHAs0IBLaSi0jo0jj3ERBmLhLmH0mASOrbYjThLue73KsjftsWNpcDjQh6Pmp756KTnm&#10;eDxcpvPua8YJPw+OX7YnY56f5u07qERz+hff3XtrYJXna9krd+QK6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kKGuwgAAAN4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gRD8cA&#10;AADeAAAADwAAAGRycy9kb3ducmV2LnhtbESPQUsDMRSE74L/ITzBm8261VrXpqVUBRF6aBXE22Pz&#10;urt08xKSZ3f990YQPA4z8w2zWI2uVyeKqfNs4HpSgCKuve24MfD+9nw1B5UE2WLvmQx8U4LV8vxs&#10;gZX1A+/otJdGZQinCg20IqHSOtUtOUwTH4izd/DRoWQZG20jDhnuel0WxUw77DgvtBho01J93H85&#10;A9vhKbzezW4P4TPelDo9WvnYiDGXF+P6AZTQKP/hv/aLNVBOp/N7+L2Tr4Be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YEQ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4zpsYA&#10;AADeAAAADwAAAGRycy9kb3ducmV2LnhtbESPXWvCMBSG7wX/QziD3YimszhmNYoOwgYTxlTw9tAc&#10;27LmpCSZ7f79cjHw8uX94llvB9uKG/nQOFbwNMtAEJfONFwpOJ/09AVEiMgGW8ek4JcCbDfj0RoL&#10;43r+otsxViKNcChQQR1jV0gZyposhpnriJN3dd5iTNJX0njs07ht5TzLnqXFhtNDjR291lR+H3+s&#10;gv1nX+V+Uu4H93F9uyy0NvqglXp8GHYrEJGGeA//t9+NgnmeLxNAwkko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4zp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LcwsUA&#10;AADeAAAADwAAAGRycy9kb3ducmV2LnhtbESPUWvCMBSF3wf7D+EO9jZTqxuuGkU2CiJ70e0HXJpr&#10;09nclCTW+u+NIPh4OOd8h7NYDbYVPfnQOFYwHmUgiCunG64V/P2WbzMQISJrbB2TggsFWC2fnxZY&#10;aHfmHfX7WIsE4VCgAhNjV0gZKkMWw8h1xMk7OG8xJulrqT2eE9y2Ms+yD2mx4bRgsKMvQ9Vxf7IK&#10;ym3+0x9P2pduPUwtvZv/2bdR6vVlWM9BRBriI3xvb7SCfDL5HMPtTr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wtz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ISscA&#10;AADeAAAADwAAAGRycy9kb3ducmV2LnhtbESPX0vDMBTF3wW/Q7iCL+LStTi0WzY2IThQkP0BXy/N&#10;XVvW3JQkrvXbm4Hg4+Gc8zucxWq0nbiQD61jBdNJBoK4cqblWsHxoB+fQYSIbLBzTAp+KMBqeXuz&#10;wNK4gXd02cdaJAiHEhU0MfallKFqyGKYuJ44eSfnLcYkfS2NxyHBbSfzLJtJiy2nhQZ7em2oOu+/&#10;rYLN51AX/qHajO799Pb1pLXRH1qp+7txPQcRaYz/4b/21ijIi+Ilh+uddAX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gCEr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znLsUA&#10;AADeAAAADwAAAGRycy9kb3ducmV2LnhtbESPUWvCMBSF3wf7D+EO9jbTtdvQahTZKAzZy9QfcGmu&#10;TbW5KUms3b9fBMHHwznnO5zFarSdGMiH1rGC10kGgrh2uuVGwX5XvUxBhIissXNMCv4owGr5+LDA&#10;UrsL/9KwjY1IEA4lKjAx9qWUoTZkMUxcT5y8g/MWY5K+kdrjJcFtJ/Ms+5AWW04LBnv6NFSftmer&#10;oNrkP8PprH3l1uObpXdznH4ZpZ6fxvUcRKQx3sO39rdWkBfFrIDrnXQF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XOc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hssIA&#10;AADeAAAADwAAAGRycy9kb3ducmV2LnhtbESP0YrCMBRE3wX/IVzBN021KlqNIgvK+mj1Ay7NtS02&#10;N7XJ2vr3G0HwcZiZM8xm15lKPKlxpWUFk3EEgjizuuRcwfVyGC1BOI+ssbJMCl7kYLft9zaYaNvy&#10;mZ6pz0WAsEtQQeF9nUjpsoIMurGtiYN3s41BH2STS91gG+CmktMoWkiDJYeFAmv6KSi7p39GwezV&#10;Hh/p/B4dtKHJKa5P7LO5UsNBt1+D8NT5b/jT/tUKpnG8msH7TrgCcvs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e+G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VShsUA&#10;AADeAAAADwAAAGRycy9kb3ducmV2LnhtbESPQYvCMBSE78L+h/AW9qbpVhRbjSIrLuJJq7vnR/Ns&#10;i81LaaLWf28EweMwM98ws0VnanGl1lWWFXwPIhDEudUVFwqOh3V/AsJ5ZI21ZVJwJweL+Udvhqm2&#10;N97TNfOFCBB2KSoovW9SKV1ekkE3sA1x8E62NeiDbAupW7wFuKllHEVjabDisFBiQz8l5efsYhRc&#10;xv/xkU9bvctW999ktV46+Vco9fXZLacgPHX+HX61N1pBPBwmI3jeCVd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NVKG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h87MgA&#10;AADeAAAADwAAAGRycy9kb3ducmV2LnhtbESPQWvCQBSE74X+h+UVvDWbGgmauooKQvWg1NaDt9fs&#10;a5I2+zZmtxr/vSsIPQ4z8w0znnamFidqXWVZwUsUgyDOra64UPD5sXwegnAeWWNtmRRcyMF08vgw&#10;xkzbM7/TaecLESDsMlRQet9kUrq8JIMusg1x8L5ta9AH2RZSt3gOcFPLfhyn0mDFYaHEhhYl5b+7&#10;P6Ngvx2mo+18NfhZb74wMfp40FWqVO+pm72C8NT5//C9/aYV9JNklMLtTrg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iHzs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1O48YA&#10;AADeAAAADwAAAGRycy9kb3ducmV2LnhtbESPS4vCQBCE74L/YWhhb+vERHxER9kH6rInX+C1ybRJ&#10;MNMTMrMa99fvCAsei6r6ipovW1OJKzWutKxg0I9AEGdWl5wrOB5WrxMQziNrrCyTgjs5WC66nTmm&#10;2t54R9e9z0WAsEtRQeF9nUrpsoIMur6tiYN3to1BH2STS93gLcBNJeMoGkmDJYeFAmv6KCi77H+M&#10;gt/RCbduE79/JtrTfThZ2+/tWqmXXvs2A+Gp9c/wf/tLK4iTZDqGx51wBe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1O4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uzP8MA&#10;AADeAAAADwAAAGRycy9kb3ducmV2LnhtbERP3WrCMBS+H/gO4Qi7m+laJ7MzyhgVvNusPsChOUuL&#10;zUltsrb69MvFYJcf3/9mN9lWDNT7xrGC50UCgrhyumGj4HzaP72C8AFZY+uYFNzIw247e9hgrt3I&#10;RxrKYEQMYZ+jgjqELpfSVzVZ9AvXEUfu2/UWQ4S9kbrHMYbbVqZJspIWG44NNXb0UVN1KX+sgqtL&#10;X/RUFvh5KdZfjTHL6/24VOpxPr2/gQg0hX/xn/ugFaRZto574514Be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uzP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twT8UA&#10;AADeAAAADwAAAGRycy9kb3ducmV2LnhtbESPwW7CMBBE75X6D9ZW4gZOiaAkYBAgVeIK9NDj1l6S&#10;0HgdYgMpX4+RkHoczcwbzWzR2VpcqPWVYwXvgwQEsXam4kLB1/6zPwHhA7LB2jEp+CMPi/nrywxz&#10;4668pcsuFCJC2OeooAyhyaX0uiSLfuAa4ugdXGsxRNkW0rR4jXBby2GSjKXFiuNCiQ2tS9K/u7NV&#10;sKl+aDTWh8xOVnr7fTuF9ONolOq9dcspiEBd+A8/2xujYJimWQaPO/EK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a3BP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458YA&#10;AADeAAAADwAAAGRycy9kb3ducmV2LnhtbESPwUoDMRCG74LvEEbwZhNXEd02La0gKNqCtbTXYTNu&#10;lm4myyZut2/vHASPM/P/3/DNFmNo1UB9aiJbuJ0YUMRVdA3XFnZfLzePoFJGdthGJgtnSrCYX17M&#10;sHTxxJ80bHOtBMKpRAs+567UOlWeAqZJ7Ijl9h37gFnGvtaux5PAQ6sLYx50wIblg8eOnj1Vx+1P&#10;sDDg5mwOfrV+ems+qmKz2r872dvrq3E5BZVpzP/hv/ars1Dc3RsREB1RAT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B45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C5sUA&#10;AADeAAAADwAAAGRycy9kb3ducmV2LnhtbESPQUvDQBSE70L/w/IK3uymqYjEbkspVHrU6MHjM/ua&#10;Tc2+F3bXJvrrXUHwOMzMN8x6O/leXSjETtjAclGAIm7EdtwaeH053NyDignZYi9MBr4ownYzu1pj&#10;ZWXkZ7rUqVUZwrFCAy6lodI6No48xoUMxNk7SfCYsgyttgHHDPe9LoviTnvsOC84HGjvqPmoP72B&#10;8bF5P5enN+u+wyCH+knOZS/GXM+n3QOoRFP6D/+1j9ZAubotlv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kQL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uMhsgA&#10;AADeAAAADwAAAGRycy9kb3ducmV2LnhtbESPW2sCMRSE3wv+h3AE32rWVapsjWK9QClK8dL3083p&#10;7trkZNlE3f57Uyj0cZiZb5jpvLVGXKnxlWMFg34Cgjh3uuJCwem4eZyA8AFZo3FMCn7Iw3zWeZhi&#10;pt2N93Q9hEJECPsMFZQh1JmUPi/Jou+7mjh6X66xGKJsCqkbvEW4NTJNkidpseK4UGJNy5Ly78PF&#10;Kti8r8w53e0XHzIs1+NPM3l7WW2V6nXbxTOIQG34D/+1X7WCdDhKUvi9E6+AnN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u4yG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H0icgA&#10;AADeAAAADwAAAGRycy9kb3ducmV2LnhtbESPQWvCQBSE74L/YXlCL0U3mlYkzSpSKFqoUKPg9SX7&#10;mgSzb0N2G9N/3y0UPA4z8w2TbgbTiJ46V1tWMJ9FIIgLq2suFZxPb9MVCOeRNTaWScEPOdisx6MU&#10;E21vfKQ+86UIEHYJKqi8bxMpXVGRQTezLXHwvmxn0AfZlVJ3eAtw08hFFC2lwZrDQoUtvVZUXLNv&#10;o6D//MjLfe/a9+vq0T3H+W530BelHibD9gWEp8Hfw//tvVawiJ+iGP7u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AfSJ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0699" w:rsidRDefault="003A0699" w:rsidP="003A069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QS4MgA&#10;AADeAAAADwAAAGRycy9kb3ducmV2LnhtbESPQWsCMRSE70L/Q3iF3jTpdlvs1ii1IHgRqu2h3p6b&#10;193Fzcs2ibr66xuh0OMwM98wk1lvW3EkHxrHGu5HCgRx6UzDlYbPj8VwDCJEZIOtY9JwpgCz6c1g&#10;goVxJ17TcRMrkSAcCtRQx9gVUoayJoth5Dri5H07bzEm6StpPJ4S3LYyU+pJWmw4LdTY0VtN5X5z&#10;sBrmz+P5z3vOq8t6t6Xt127/mHml9d1t//oCIlIf/8N/7aXRkD3kKofrnXQF5PQ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hBLgyAAAAN4AAAAPAAAAAAAAAAAAAAAAAJgCAABk&#10;cnMvZG93bnJldi54bWxQSwUGAAAAAAQABAD1AAAAjQMAAAAA&#10;" fillcolor="black" stroked="f">
                  <v:textbox>
                    <w:txbxContent>
                      <w:p w:rsidR="003A0699" w:rsidRDefault="003A0699" w:rsidP="003A069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u5e8gA&#10;AADeAAAADwAAAGRycy9kb3ducmV2LnhtbESPQWvCQBSE7wX/w/KE3uqmqYqkrqK2BUF70PbQ42v2&#10;NVmSfRuyW43+elcQPA4z8w0znXe2FgdqvXGs4HmQgCDOnTZcKPj++niagPABWWPtmBScyMN81nuY&#10;YqbdkXd02IdCRAj7DBWUITSZlD4vyaIfuIY4en+utRiibAupWzxGuK1lmiRjadFwXCixoVVJebX/&#10;twp+NmMz2RlKf7fn5bvejqrl51ul1GO/W7yCCNSFe/jWXmsF6cswGcH1Trw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C7l7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KPscA&#10;AADeAAAADwAAAGRycy9kb3ducmV2LnhtbESPT2sCMRTE74LfIbxCb5rUFpGtUcRS2ksP9Q+9Pjav&#10;m+1uXrZJ1NVP3xQEj8PM/IaZL3vXiiOFWHvW8DBWIIhLb2quNOy2r6MZiJiQDbaeScOZIiwXw8Ec&#10;C+NP/EnHTapEhnAsUINNqSukjKUlh3HsO+LsffvgMGUZKmkCnjLctXKi1FQ6rDkvWOxobalsNgen&#10;Iay+XpoLH/aNunyc49tP/ztDq/X9Xb96BpGoT7fwtf1uNEwen9QU/u/k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LSj7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ZZ7scA&#10;AADeAAAADwAAAGRycy9kb3ducmV2LnhtbESPUUsDMRCE34X+h7CCL2KTnmLt2bQUQRAshdb+gO1l&#10;vTtMNsdl21799UYQfBxm5htmvhyCVyfqUxvZwmRsQBFX0bVcW9h/vN49gUqC7NBHJgsXSrBcjK7m&#10;WLp45i2ddlKrDOFUooVGpCu1TlVDAdM4dsTZ+4x9QMmyr7Xr8ZzhwevCmEcdsOW80GBHLw1VX7tj&#10;sOCLg5+9T9NaLnu9Nt9BtrcbZ+3N9bB6BiU0yH/4r/3mLBT3D2YKv3fyFd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2We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MxsQA&#10;AADeAAAADwAAAGRycy9kb3ducmV2LnhtbERPTWvCMBi+D/wP4RW8zdRuDOmM4gdCLx5WHV5fm3dN&#10;WfKmNJlWf/1yGOz48HwvVoOz4kp9aD0rmE0zEMS11y03Ck7H/fMcRIjIGq1nUnCnAKvl6GmBhfY3&#10;/qBrFRuRQjgUqMDE2BVShtqQwzD1HXHivnzvMCbYN1L3eEvhzso8y96kw5ZTg8GOtobq7+rHKdhV&#10;nc1PpdmE8+fhcrHlY0/nnVKT8bB+BxFpiP/iP3epFeQvr1nam+6kK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5jM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Cba8YA&#10;AADeAAAADwAAAGRycy9kb3ducmV2LnhtbESPzWrDMBCE74W8g9hAb7WUtOTHsRJCaSDQU9PkkNsi&#10;bWwn1spYauy+fVUo9DjMzDdMsRlcI+7UhdqzhkmmQBAbb2suNRw/d08LECEiW2w8k4ZvCrBZjx4K&#10;zK3v+YPuh1iKBOGQo4YqxjaXMpiKHIbMt8TJu/jOYUyyK6XtsE9w18ipUjPpsOa0UGFLrxWZ2+HL&#10;abju5Ls3Cs3peOr3dn5+m1GjtH4cD9sViEhD/A//tfdWw/T5RS3h9066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Cba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tXTMUA&#10;AADeAAAADwAAAGRycy9kb3ducmV2LnhtbESPy4rCMBSG98K8QzgD7jS1DiLVKI4giIMLL4jLM82x&#10;LW1OShK1vr1ZDMzy57/xzZedacSDnK8sKxgNExDEudUVFwrOp81gCsIHZI2NZVLwIg/LxUdvjpm2&#10;Tz7Q4xgKEUfYZ6igDKHNpPR5SQb90LbE0btZZzBE6QqpHT7juGlkmiQTabDi+FBiS+uS8vp4Nwqu&#10;9x++7ce7lfsOF9udfJ3+Tmul+p/dagYiUBf+w3/trVaQjr9GESDiRBSQi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1dM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0699" w:rsidRDefault="003A0699" w:rsidP="003A069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npcgA&#10;AADeAAAADwAAAGRycy9kb3ducmV2LnhtbESPQWvCQBSE7wX/w/IK3uom0RabuooKgpeC2h7q7Zl9&#10;TYLZt3F31dhf7xYKPQ4z8w0zmXWmERdyvrasIB0kIIgLq2suFXx+rJ7GIHxA1thYJgU38jCb9h4m&#10;mGt75S1ddqEUEcI+RwVVCG0upS8qMugHtiWO3rd1BkOUrpTa4TXCTSOzJHmRBmuOCxW2tKyoOO7O&#10;RsHidbw4bUb8/rM97Gn/dTg+Zy5Rqv/Yzd9ABOrCf/ivvdYKsuEoTeH3TrwCcn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KielyAAAAN4AAAAPAAAAAAAAAAAAAAAAAJgCAABk&#10;cnMvZG93bnJldi54bWxQSwUGAAAAAAQABAD1AAAAjQMAAAAA&#10;" fillcolor="black" stroked="f">
                  <v:textbox>
                    <w:txbxContent>
                      <w:p w:rsidR="003A0699" w:rsidRDefault="003A0699" w:rsidP="003A069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6yeMYA&#10;AADeAAAADwAAAGRycy9kb3ducmV2LnhtbESPT0sDMRTE74LfITyhN5vtVqSsTctSEIun7R/x+rp5&#10;bhY3L0sS0/XbG0HwOMzMb5j1drKDSORD71jBYl6AIG6d7rlTcD49369AhIiscXBMCr4pwHZze7PG&#10;SrsrHygdYycyhEOFCkyMYyVlaA1ZDHM3Emfvw3mLMUvfSe3xmuF2kGVRPEqLPecFgyPtDLWfxy+r&#10;IF12Tb1M78kcXn3dede8vF0apWZ3U/0EItIU/8N/7b1WUC4fFiX83slX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6ye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0699" w:rsidRDefault="003A0699" w:rsidP="003A069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5T6scA&#10;AADeAAAADwAAAGRycy9kb3ducmV2LnhtbESPQWvCQBSE7wX/w/IK3nQTLdKmrlKkSu2lbSrY4yP7&#10;mg1m34bsGqO/3i0IPQ4z8w0zX/a2Fh21vnKsIB0nIIgLpysuFey+16NHED4ga6wdk4IzeVguBndz&#10;zLQ78Rd1eShFhLDPUIEJocmk9IUhi37sGuLo/brWYoiyLaVu8RThtpaTJJlJixXHBYMNrQwVh/xo&#10;Ffh09bp/t5en7mdj+CPfmtlnaZQa3vcvzyAC9eE/fGu/aQWT6UM6hb878Qr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uU+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0699" w:rsidRDefault="003A0699" w:rsidP="003A069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0699" w:rsidRPr="003B50D1" w:rsidRDefault="003A0699" w:rsidP="003A06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3A0699" w:rsidRPr="003B50D1" w:rsidRDefault="003A0699" w:rsidP="003A0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3A0699" w:rsidRPr="003B50D1" w:rsidRDefault="003A0699" w:rsidP="003A06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A0699" w:rsidRPr="003B50D1" w:rsidRDefault="003A0699" w:rsidP="003A0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3A0699" w:rsidRPr="003B50D1" w:rsidRDefault="003A0699" w:rsidP="003A06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A0699" w:rsidRPr="003B50D1" w:rsidRDefault="003A0699" w:rsidP="003A06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0699" w:rsidRPr="003B50D1" w:rsidRDefault="003A0699" w:rsidP="003A06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A0699" w:rsidRPr="003B50D1" w:rsidRDefault="003A0699" w:rsidP="003A069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0699" w:rsidRPr="003B50D1" w:rsidRDefault="003A0699" w:rsidP="003A069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A0699" w:rsidRPr="003B50D1" w:rsidRDefault="003A0699" w:rsidP="003A069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A0699" w:rsidRPr="003B50D1" w:rsidRDefault="003A0699" w:rsidP="003A069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A0699" w:rsidRPr="003B50D1" w:rsidRDefault="003A0699" w:rsidP="003A069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3A0699" w:rsidRPr="003B50D1" w:rsidRDefault="003A0699" w:rsidP="003A069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A0699" w:rsidRPr="003B50D1" w:rsidRDefault="003A0699" w:rsidP="003A06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0699" w:rsidRPr="003B50D1" w:rsidRDefault="003A0699" w:rsidP="003A06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A0699" w:rsidRPr="003B50D1" w:rsidRDefault="003A0699" w:rsidP="003A069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</w:t>
      </w:r>
      <w:r>
        <w:rPr>
          <w:rFonts w:ascii="Times New Roman" w:eastAsia="Calibri" w:hAnsi="Times New Roman" w:cs="Times New Roman"/>
          <w:b/>
          <w:sz w:val="24"/>
          <w:szCs w:val="24"/>
        </w:rPr>
        <w:t>ння земельної ділянки  зі</w:t>
      </w:r>
    </w:p>
    <w:p w:rsidR="003A0699" w:rsidRDefault="003A0699" w:rsidP="003A069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зміною цільового призначення та</w:t>
      </w:r>
    </w:p>
    <w:p w:rsidR="003A0699" w:rsidRPr="003B50D1" w:rsidRDefault="003A0699" w:rsidP="003A069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передачі її у власність</w:t>
      </w: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3A0699" w:rsidRPr="003B50D1" w:rsidRDefault="003A0699" w:rsidP="003A069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Семенюк С. В.</w:t>
      </w: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Семенюк С. 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Семенюк Світлані Іванівні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>о відведення земельної ділянки зі зміною цільового призначення, 01.17 земельні ділянки запасу (земельні ділянки, які не надані у власність або користування громадянами чи юридичними особами) площею  0,2000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землі 01.03 для ведення особистого селянського господарства,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Семенюк Світлані Іванівні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5E7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B875E7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6823986800:05:005:0016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0699" w:rsidRPr="003B50D1" w:rsidRDefault="003A0699" w:rsidP="003A069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Семенюк С. І.,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A0699" w:rsidRPr="003B50D1" w:rsidRDefault="003A0699" w:rsidP="003A069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A0699" w:rsidRPr="003B50D1" w:rsidRDefault="003A0699" w:rsidP="003A06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0699" w:rsidRPr="003B50D1" w:rsidRDefault="003A0699" w:rsidP="003A06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0699" w:rsidRPr="003B50D1" w:rsidRDefault="003A0699" w:rsidP="003A06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0699" w:rsidRPr="003B50D1" w:rsidRDefault="003A0699" w:rsidP="003A069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8D4BF9" w:rsidRDefault="008D4BF9"/>
    <w:sectPr w:rsidR="008D4B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699"/>
    <w:rsid w:val="003A0699"/>
    <w:rsid w:val="008D4BF9"/>
    <w:rsid w:val="00B8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9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69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301</Words>
  <Characters>1716</Characters>
  <Application>Microsoft Office Word</Application>
  <DocSecurity>0</DocSecurity>
  <Lines>14</Lines>
  <Paragraphs>4</Paragraphs>
  <ScaleCrop>false</ScaleCrop>
  <Company/>
  <LinksUpToDate>false</LinksUpToDate>
  <CharactersWithSpaces>2013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2022-02-11T13:59:00Z</dcterms:created>
  <dcterms:modified xsi:type="dcterms:W3CDTF">2022-02-14T08:11:00Z</dcterms:modified>
</cp:coreProperties>
</file>