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98F" w:rsidRPr="004F598F" w:rsidRDefault="004F598F" w:rsidP="004F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haracter">
                  <wp:posOffset>-184785</wp:posOffset>
                </wp:positionH>
                <wp:positionV relativeFrom="line">
                  <wp:posOffset>-545465</wp:posOffset>
                </wp:positionV>
                <wp:extent cx="436880" cy="613410"/>
                <wp:effectExtent l="5715" t="6985" r="5080" b="825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-14.55pt;margin-top:-42.95pt;width:34.4pt;height:48.3pt;z-index:251664384;mso-position-horizontal-relative:char;mso-position-vertical-relative:line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S52XcAAA1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">
                <v:shape id="Freeform 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rkcIA&#10;AADaAAAADwAAAGRycy9kb3ducmV2LnhtbESPT4vCMBTE74LfIbyFvWm6FXSpRhHFZcGTf1Y8Pppn&#10;W2xeShJr99sbQfA4zMxvmNmiM7VoyfnKsoKvYQKCOLe64kLB8bAZfIPwAVljbZkU/JOHxbzfm2Gm&#10;7Z131O5DISKEfYYKyhCaTEqfl2TQD21DHL2LdQZDlK6Q2uE9wk0t0yQZS4MVx4USG1qVlF/3N6Ng&#10;26bj0/lnbQ6jIp24fPS3Tqtaqc+PbjkFEagL7/Cr/asVTOB5Jd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auRwgAAANo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wxncAA&#10;AADaAAAADwAAAGRycy9kb3ducmV2LnhtbERPy4rCMBTdC/5DuIIb0bQuRqmmIoKgMzBgK7i9NNc+&#10;bG5KE7Xz95PFwCwP573dDaYVL+pdbVlBvIhAEBdW11wquObH+RqE88gaW8uk4Icc7NLxaIuJtm++&#10;0CvzpQgh7BJUUHnfJVK6oiKDbmE74sDdbW/QB9iXUvf4DuGmlcso+pAGaw4NFXZ0qKh4ZE+jQObZ&#10;2Z9XtZnFn7fvIbbN4atolJpOhv0GhKfB/4v/3CetIGwNV8INkO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wxncAAAADa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qWsUA&#10;AADaAAAADwAAAGRycy9kb3ducmV2LnhtbESPQWsCMRSE7wX/Q3hCL6VmW2xZV6NYwSIeBLXen5vn&#10;7urmZU1S3fbXG6HQ4zAz3zCjSWtqcSHnK8sKXnoJCOLc6ooLBV/b+XMKwgdkjbVlUvBDHibjzsMI&#10;M22vvKbLJhQiQthnqKAMocmk9HlJBn3PNsTRO1hnMETpCqkdXiPc1PI1Sd6lwYrjQokNzUrKT5tv&#10;o2C+oNNg15w/+7/urUiP+9XyY/uk1GO3nQ5BBGrDf/ivvdAKBnC/Em+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ypa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sBc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KGX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a2wF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vHsQA&#10;AADbAAAADwAAAGRycy9kb3ducmV2LnhtbERPTWsCMRC9C/0PYQpepGYVLevWKG1BkR4Etd6nm+nu&#10;1s1km0Rd/fWmIPQ2j/c503lranEi5yvLCgb9BARxbnXFhYLP3eIpBeEDssbaMim4kIf57KEzxUzb&#10;M2/otA2FiCHsM1RQhtBkUvq8JIO+bxviyH1bZzBE6AqpHZ5juKnlMEmepcGKY0OJDb2XlB+2R6Ng&#10;saLDZN/8LkdXNy7Sn6/1x9uup1T3sX19ARGoDf/iu3ul4/wB/P0S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rx7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X6cAA&#10;AADbAAAADwAAAGRycy9kb3ducmV2LnhtbERPS4vCMBC+C/6HMII3TRUU6ZqWRXERPPlAr7PN2HZt&#10;JqXJ2vrvjSB4m4/vOcu0M5W4U+NKywom4wgEcWZ1ybmC03EzWoBwHlljZZkUPMhBmvR7S4y1bXlP&#10;94PPRQhhF6OCwvs6ltJlBRl0Y1sTB+5qG4M+wCaXusE2hJtKTqNoLg2WHBoKrGlVUHY7/BsF0W5W&#10;/V7P3C0u65/s9tduuC0nSg0H3fcXCE+d/4jf7q0O86fw+iUc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VX6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4McEA&#10;AADbAAAADwAAAGRycy9kb3ducmV2LnhtbERPTWvCQBC9C/6HZQrezKYGiqauUmKFXqvx4G3MjklI&#10;djZktzHtr+8Kgrd5vM9Zb0fTioF6V1tW8BrFIIgLq2suFeTH/XwJwnlkja1lUvBLDrab6WSNqbY3&#10;/qbh4EsRQtilqKDyvkuldEVFBl1kO+LAXW1v0AfYl1L3eAvhppWLOH6TBmsODRV2lFVUNIcfo+C0&#10;a5pkxXHydx6ypcsueb64fio1exk/3kF4Gv1T/HB/6TA/gf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yeDHBAAAA2w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80cMA&#10;AADb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f4YHr+E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R80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F3sIA&#10;AADbAAAADwAAAGRycy9kb3ducmV2LnhtbERPTWvCQBC9F/oflhG81Y0JF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0Xe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HPcMA&#10;AADb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B/B45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pHPc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GLcQA&#10;AADb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wJXH+J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4Bi3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JvsMA&#10;AADbAAAADwAAAGRycy9kb3ducmV2LnhtbESPQW/CMAyF70j8h8hIu0G6TUNVIaAxDYTGCdjuVmPa&#10;isYpTVayfz8fJu1m6z2/93m5Tq5VA/Wh8WzgcZaBIi69bbgy8HneTnNQISJbbD2TgR8KsF6NR0ss&#10;rL/zkYZTrJSEcCjQQB1jV2gdypochpnviEW7+N5hlLWvtO3xLuGu1U9ZNtcOG5aGGjt6q6m8nr6d&#10;geePl9vObqr3oc134bC/bFOTvox5mKTXBahIKf6b/673VvAFV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DJv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t/8EA&#10;AADbAAAADwAAAGRycy9kb3ducmV2LnhtbERPTWvCQBC9F/wPywi91U08xCa6iiiFQPFQ9eBxyI7Z&#10;YHY2ZNck/ffdQqG3ebzP2ewm24qBet84VpAuEhDEldMN1wqul4+3dxA+IGtsHZOCb/Kw285eNlho&#10;N/IXDedQixjCvkAFJoSukNJXhiz6heuII3d3vcUQYV9L3eMYw20rl0mSSYsNxwaDHR0MVY/z0yq4&#10;5ac8ncwx+RxW+zJUjPgYMqVe59N+DSLQFP7Ff+5Sx/k5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8Lf/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/ss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+v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wf7L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wTcEA&#10;AADbAAAADwAAAGRycy9kb3ducmV2LnhtbESPUWvCMBSF34X9h3AHe7OpMlSqUYoyUPZk9Qdcmru2&#10;rrkJSWa7f78IAx8P55zvcDa70fTiTj50lhXMshwEcW11x42C6+VjugIRIrLG3jIp+KUAu+3LZIOF&#10;tgOf6V7FRiQIhwIVtDG6QspQt2QwZNYRJ+/LeoMxSd9I7XFIcNPLeZ4vpMGO00KLjvYt1d/Vj1GA&#10;3i0PrpLDeXH7xOPtVNK7LZV6ex3LNYhIY3yG/9tHrWA+g8e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vME3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yDsUA&#10;AADbAAAADwAAAGRycy9kb3ducmV2LnhtbESPT2vCQBTE7wW/w/KE3uqmKbQSXaXaBsTm4r+Dt0f2&#10;mQSzb0N21dRP7wqCx2FmfsOMp52pxZlaV1lW8D6IQBDnVldcKNhu0rchCOeRNdaWScE/OZhOei9j&#10;TLS98IrOa1+IAGGXoILS+yaR0uUlGXQD2xAH72Bbgz7ItpC6xUuAm1rGUfQpDVYcFkpsaF5Sflyf&#10;jIIszZrsj3+H+5/T7GO/uO6+eJkq9drvvkcgPHX+GX60F1pBHMP9S/g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bIO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4YJ8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OGCf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cD8QA&#10;AADbAAAADwAAAGRycy9kb3ducmV2LnhtbESP3WrCQBSE7wu+w3IE7+qm0lZJXUWE1CIFMfoAh+xp&#10;NjR7NmQ3P/r03UKhl8PMfMOst6OtRU+trxwreJonIIgLpysuFVwv2eMKhA/IGmvHpOBGHrabycMa&#10;U+0GPlOfh1JECPsUFZgQmlRKXxiy6OeuIY7el2sthijbUuoWhwi3tVwkyau0WHFcMNjQ3lDxnXdW&#10;AScyO30WtZbv9+vyeDD58aXLlZpNx90biEBj+A//tT+0gsU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3A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JAMYA&#10;AADbAAAADwAAAGRycy9kb3ducmV2LnhtbESPT2vCQBTE70K/w/KE3nSjVYlpVmmtQvVmFIq3R/bl&#10;D82+Ddmtpv303ULB4zAzv2HSdW8acaXO1ZYVTMYRCOLc6ppLBefTbhSDcB5ZY2OZFHyTg/XqYZBi&#10;ou2Nj3TNfCkChF2CCirv20RKl1dk0I1tSxy8wnYGfZBdKXWHtwA3jZxG0UIarDksVNjSpqL8M/sy&#10;CrLictGvvJ3t47nbHA5PP8uP3ZtSj8P+5RmEp97fw//td61gO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MJAM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D9H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M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IP0d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v:shape id="Freeform 2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cZsEA&#10;AADbAAAADwAAAGRycy9kb3ducmV2LnhtbERPy2rCQBTdF/yH4QrdFDOJFAnRMYi0YLsRX+Dykrkm&#10;IZk7ITPG+PfOotDl4bxX+WhaMVDvassKkigGQVxYXXOp4Hz6nqUgnEfW2FomBU9ykK8nbyvMtH3w&#10;gYajL0UIYZehgsr7LpPSFRUZdJHtiAN3s71BH2BfSt3jI4SbVs7jeCEN1hwaKuxoW1HRHO9Gwa8s&#10;ho+fT0r25XBtvvbpxSwOiVLv03GzBOFp9P/iP/dOK5iHseFL+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+HGbBAAAA2wAAAA8AAAAAAAAAAAAAAAAAmAIAAGRycy9kb3du&#10;cmV2LnhtbFBLBQYAAAAABAAEAPUAAACG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hvMMA&#10;AADbAAAADwAAAGRycy9kb3ducmV2LnhtbESP3WrCQBSE7wXfYTmCd7qpYNHUVUQsVCgUfx7gsHua&#10;hGbPhuzRRJ++Wyh4Ocx8M8xq0/ta3aiNVWADL9MMFLENruLCwOX8PlmAioLssA5MBu4UYbMeDlaY&#10;u9DxkW4nKVQq4ZijgVKkybWOtiSPcRoa4uR9h9ajJNkW2rXYpXJf61mWvWqPFaeFEhvalWR/Tldv&#10;YHa1Yv3y8PjcX2T+dW66bL7YGjMe9ds3UEK9PMP/9IdL3BL+vqQ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phv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bVs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rU9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RtW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B+sIA&#10;AADbAAAADwAAAGRycy9kb3ducmV2LnhtbESPQYvCMBSE7wv+h/CEva1pK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gH6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KfMQA&#10;AADbAAAADwAAAGRycy9kb3ducmV2LnhtbESPT4vCMBTE78J+h/AWvNnUP8huNYosuHgStAtdb4/m&#10;2Rabl9JErX56Iwgeh5n5DTNfdqYWF2pdZVnBMIpBEOdWV1wo+EvXgy8QziNrrC2Tghs5WC4+enNM&#10;tL3yji57X4gAYZeggtL7JpHS5SUZdJFtiIN3tK1BH2RbSN3iNcBNLUdxPJUGKw4LJTb0U1J+2p+N&#10;gsn/9yrN6HA/Zb82k5t0a7frs1L9z241A+Gp8+/wq73RCsYj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Snz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Ma8UA&#10;AADbAAAADwAAAGRycy9kb3ducmV2LnhtbESP3WrCQBSE7wXfYTlC73SjgSCpqxRLoVIo+APeHrOn&#10;SZrs2bi71fj2XUHwcpiZb5jFqjetuJDztWUF00kCgriwuuZSwWH/MZ6D8AFZY2uZFNzIw2o5HCww&#10;1/bKW7rsQikihH2OCqoQulxKX1Rk0E9sRxy9H+sMhihdKbXDa4SbVs6SJJMGa44LFXa0rqhodn9G&#10;wTl9b77d6fh7+trMb1lTnGdykyn1MurfXkEE6sMz/Gh/agVpC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Axr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shape id="Freeform 3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/rcUA&#10;AADbAAAADwAAAGRycy9kb3ducmV2LnhtbESP3WoCMRSE7wt9h3AKvSmarcW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X+t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FscUA&#10;AADbAAAADwAAAGRycy9kb3ducmV2LnhtbESPT2vCQBTE70K/w/IKvemmCkGja0gLgYJQ/7QHj6/Z&#10;12xo9m3MbjX99l1B8DjMzG+YVT7YVpyp941jBc+TBARx5XTDtYLPj3I8B+EDssbWMSn4Iw/5+mG0&#10;wky7C+/pfAi1iBD2GSowIXSZlL4yZNFPXEccvW/XWwxR9rXUPV4i3LZymiSptNhwXDDY0auh6ufw&#10;axVYicevOi2r92K22W4WzcvuVBqlnh6HYgki0BDu4Vv7TSuYpX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4W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  <w10:wrap anchory="line"/>
              </v:group>
            </w:pict>
          </mc:Fallback>
        </mc:AlternateContent>
      </w:r>
    </w:p>
    <w:p w:rsidR="004F598F" w:rsidRDefault="004F598F" w:rsidP="004F5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F598F" w:rsidRDefault="004F598F" w:rsidP="004F5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F598F" w:rsidRDefault="004F598F" w:rsidP="004F5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F598F" w:rsidRDefault="004F598F" w:rsidP="004F5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F598F" w:rsidRDefault="004F598F" w:rsidP="004F59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598F" w:rsidRDefault="004F598F" w:rsidP="004F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F598F" w:rsidRDefault="004F598F" w:rsidP="004F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F598F" w:rsidRDefault="004F598F" w:rsidP="004F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F598F" w:rsidRDefault="004F598F" w:rsidP="004F598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4F598F" w:rsidRDefault="004F598F" w:rsidP="004F59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0" t="0" r="0" b="508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15pt;margin-top:-159.65pt;width:9.3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aq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6uN/thyrLb7Ex2Yr1Y6Xy21/Z/o&#10;wHy1VCFgPKoqB0yYzn+3VF0AZadGlQVQGcXosgAdy6DsVBUG+GRGFNfoTOjxcupTbS8HQauXxp8E&#10;0VNQ8eHjPWdzfDZ0bHs+d+KTITpdujf+ZIkM+VtpXyp7GqdsH0N7yutkfJrd2f5ycvVtfErupD2N&#10;LbbPcXyr7GnUsH2J7WNlz2knO1Cz57O0V3qUaA8PmU5WoEeqPTxoM4I60x4ethnBnWsPD5xyONgr&#10;rTSncIyc8jPo8ZX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0" b="698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4.8pt;margin-top:-297pt;width:5.8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-5208905</wp:posOffset>
                </wp:positionV>
                <wp:extent cx="73660" cy="360680"/>
                <wp:effectExtent l="3175" t="0" r="0" b="5080"/>
                <wp:wrapNone/>
                <wp:docPr id="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4pt;margin-top:-410.15pt;width:5.8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yT+IQ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28575" b="2984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353.55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33020" t="0" r="0" b="857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216.2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</w:p>
    <w:p w:rsidR="004F598F" w:rsidRDefault="004F598F" w:rsidP="004F598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F598F" w:rsidRDefault="004F598F" w:rsidP="004F59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F598F" w:rsidRDefault="004F598F" w:rsidP="004F59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F598F" w:rsidRDefault="004F598F" w:rsidP="004F598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4F598F" w:rsidRDefault="004F598F" w:rsidP="004F59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F598F" w:rsidRDefault="004F598F" w:rsidP="004F59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F598F" w:rsidRDefault="004F598F" w:rsidP="004F598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F598F" w:rsidRDefault="004F598F" w:rsidP="004F59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2203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0,1449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03:018:0310)</w:t>
      </w:r>
      <w:proofErr w:type="gramEnd"/>
    </w:p>
    <w:p w:rsidR="004F598F" w:rsidRDefault="004F598F" w:rsidP="004F59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F598F" w:rsidRDefault="004F598F" w:rsidP="004F598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F598F" w:rsidRPr="004F598F" w:rsidRDefault="004F598F" w:rsidP="004F59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C63B2" w:rsidRPr="004F598F" w:rsidRDefault="004F598F" w:rsidP="004F59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6C63B2" w:rsidRPr="004F59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98F"/>
    <w:rsid w:val="00171A2E"/>
    <w:rsid w:val="00304C90"/>
    <w:rsid w:val="004F598F"/>
    <w:rsid w:val="00505B6D"/>
    <w:rsid w:val="0052203B"/>
    <w:rsid w:val="006C63B2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2020-07-21T14:17:00Z</dcterms:created>
  <dcterms:modified xsi:type="dcterms:W3CDTF">2020-07-21T14:51:00Z</dcterms:modified>
</cp:coreProperties>
</file>