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2907665</wp:posOffset>
                </wp:positionH>
                <wp:positionV relativeFrom="paragraph">
                  <wp:posOffset>129540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0310" w:rsidRDefault="00EE0310" w:rsidP="00EE03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28.95pt;margin-top:10.2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0310" w:rsidRDefault="00EE0310" w:rsidP="00EE03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10" w:rsidRPr="0087481F" w:rsidRDefault="00EE0310" w:rsidP="00EE0310">
      <w:pPr>
        <w:pStyle w:val="HTML0"/>
        <w:spacing w:line="276" w:lineRule="auto"/>
        <w:rPr>
          <w:rFonts w:ascii="Times New Roman" w:hAnsi="Times New Roman"/>
        </w:rPr>
      </w:pP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E0310" w:rsidRDefault="00EE0310" w:rsidP="00EE031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0310" w:rsidRDefault="00EE0310" w:rsidP="00EE03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E0310" w:rsidRDefault="00EE0310" w:rsidP="00EE03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0310" w:rsidRPr="00186FBA" w:rsidRDefault="00EE0310" w:rsidP="00EE03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№33</w:t>
      </w:r>
    </w:p>
    <w:p w:rsidR="00EE0310" w:rsidRPr="00CF04D8" w:rsidRDefault="00EE0310" w:rsidP="00EE0310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E0310" w:rsidRPr="00CF04D8" w:rsidRDefault="00EE0310" w:rsidP="00EE031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 на розробку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</w:p>
    <w:p w:rsidR="00EE0310" w:rsidRPr="00CF04D8" w:rsidRDefault="00EE0310" w:rsidP="00EE031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із землеустрою  щодо відведення земельної  </w:t>
      </w:r>
    </w:p>
    <w:p w:rsidR="00EE0310" w:rsidRPr="00CF04D8" w:rsidRDefault="00EE0310" w:rsidP="00EE031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 КП Крупецької сільської рад</w:t>
      </w:r>
    </w:p>
    <w:p w:rsidR="00EE0310" w:rsidRPr="00CF04D8" w:rsidRDefault="00EE0310" w:rsidP="00EE03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«Спеціалізо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ване лісокомунальне підприємство</w:t>
      </w: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EE0310" w:rsidRPr="00CF04D8" w:rsidRDefault="00EE0310" w:rsidP="00EE03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0310" w:rsidRPr="00CF04D8" w:rsidRDefault="00EE0310" w:rsidP="00EE031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</w:t>
      </w:r>
      <w:r>
        <w:rPr>
          <w:rFonts w:ascii="Times New Roman" w:eastAsia="Calibri" w:hAnsi="Times New Roman" w:cs="Times New Roman"/>
          <w:sz w:val="24"/>
          <w:szCs w:val="24"/>
        </w:rPr>
        <w:t xml:space="preserve">і», статей 12, 92, 122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розглянувши  клопотання  КП Крупецької сільської рад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«Спеціалізоване лісокомунальне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підприємство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особі директора Шмата Б.С., сільська рада </w:t>
      </w:r>
    </w:p>
    <w:p w:rsidR="00EE0310" w:rsidRPr="00EA4C24" w:rsidRDefault="00EE0310" w:rsidP="00EE03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E0310" w:rsidRPr="00CF04D8" w:rsidRDefault="00EE0310" w:rsidP="00EE03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Надати КП Крупецької сільської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 лісокомунальне підприємство</w:t>
      </w:r>
      <w:r w:rsidRPr="00CF04D8">
        <w:rPr>
          <w:rFonts w:ascii="Times New Roman" w:eastAsia="Calibri" w:hAnsi="Times New Roman" w:cs="Times New Roman"/>
          <w:sz w:val="24"/>
          <w:szCs w:val="24"/>
        </w:rPr>
        <w:t>» дозвіл на розробку проєкту  із землеустрою щодо відведення земельної ділянки, орієнтовною  площею 3,5000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 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09.01 для ведення лісового господарства і пов'язаних з ним послуг</w:t>
      </w:r>
      <w:r w:rsidRPr="00CF04D8">
        <w:rPr>
          <w:rFonts w:ascii="Times New Roman" w:eastAsia="Calibri" w:hAnsi="Times New Roman" w:cs="Times New Roman"/>
          <w:sz w:val="24"/>
          <w:szCs w:val="24"/>
        </w:rPr>
        <w:t>, яка розташована на території  Крупецької сільської ради в селі Стригани.</w:t>
      </w:r>
    </w:p>
    <w:p w:rsidR="00EE0310" w:rsidRPr="00CF04D8" w:rsidRDefault="00EE0310" w:rsidP="00EE03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>2. КП Крупецької сільської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 лісокомунальне підприємство</w:t>
      </w:r>
      <w:r w:rsidRPr="00CF04D8">
        <w:rPr>
          <w:rFonts w:ascii="Times New Roman" w:eastAsia="Calibri" w:hAnsi="Times New Roman" w:cs="Times New Roman"/>
          <w:sz w:val="24"/>
          <w:szCs w:val="24"/>
        </w:rPr>
        <w:t>», розробити проєкт землеустрою щодо відведення земельної ділянки для передачі її у власність та подати на розгляд сесії сільської ради.</w:t>
      </w:r>
    </w:p>
    <w:p w:rsidR="00EE0310" w:rsidRPr="00CF04D8" w:rsidRDefault="00EE0310" w:rsidP="00EE031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E0310" w:rsidRPr="00CF04D8" w:rsidRDefault="00EE0310" w:rsidP="00EE031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E0310" w:rsidRPr="00CF04D8" w:rsidRDefault="00EE0310" w:rsidP="00EE03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EE0310" w:rsidRPr="00CF04D8" w:rsidRDefault="00EE0310" w:rsidP="00EE03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E0310" w:rsidRPr="00CF04D8" w:rsidRDefault="00EE0310" w:rsidP="00EE031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34A31" w:rsidRDefault="00534A31"/>
    <w:sectPr w:rsidR="00534A31" w:rsidSect="00EE0310">
      <w:pgSz w:w="12240" w:h="15840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0310"/>
    <w:rsid w:val="00171A2E"/>
    <w:rsid w:val="00304C90"/>
    <w:rsid w:val="00505B6D"/>
    <w:rsid w:val="00534A31"/>
    <w:rsid w:val="006D3977"/>
    <w:rsid w:val="007D6C18"/>
    <w:rsid w:val="00D1641A"/>
    <w:rsid w:val="00EE0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E031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E031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E0310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E031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E031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E0310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2021-03-02T14:03:00Z</dcterms:created>
  <dcterms:modified xsi:type="dcterms:W3CDTF">2021-03-02T14:03:00Z</dcterms:modified>
</cp:coreProperties>
</file>