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377" w:rsidRDefault="00526377" w:rsidP="0052637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6377" w:rsidRDefault="00526377" w:rsidP="005263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6377" w:rsidRDefault="00526377" w:rsidP="005263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6377" w:rsidRDefault="00526377" w:rsidP="005263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6377" w:rsidRDefault="00526377" w:rsidP="005263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6377" w:rsidRDefault="00526377" w:rsidP="005263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6377" w:rsidRDefault="00526377" w:rsidP="005263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6377" w:rsidRDefault="00526377" w:rsidP="005263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6377" w:rsidRDefault="00526377" w:rsidP="005263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6377" w:rsidRDefault="00526377" w:rsidP="005263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6377" w:rsidRDefault="00526377" w:rsidP="005263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6377" w:rsidRDefault="00526377" w:rsidP="005263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6377" w:rsidRDefault="00526377" w:rsidP="005263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6377" w:rsidRDefault="00526377" w:rsidP="005263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6377" w:rsidRDefault="00526377" w:rsidP="005263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6377" w:rsidRDefault="00526377" w:rsidP="005263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6377" w:rsidRDefault="00526377" w:rsidP="005263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6377" w:rsidRDefault="00526377" w:rsidP="005263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6377" w:rsidRDefault="00526377" w:rsidP="005263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6377" w:rsidRDefault="00526377" w:rsidP="005263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6377" w:rsidRDefault="00526377" w:rsidP="005263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6377" w:rsidRDefault="00526377" w:rsidP="005263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6377" w:rsidRDefault="00526377" w:rsidP="005263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6377" w:rsidRDefault="00526377" w:rsidP="005263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6377" w:rsidRDefault="00526377" w:rsidP="005263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6377" w:rsidRDefault="00526377" w:rsidP="005263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6377" w:rsidRDefault="00526377" w:rsidP="005263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6377" w:rsidRDefault="00526377" w:rsidP="005263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6377" w:rsidRDefault="00526377" w:rsidP="005263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6377" w:rsidRDefault="00526377" w:rsidP="005263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6377" w:rsidRDefault="00526377" w:rsidP="005263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26377" w:rsidRDefault="00526377" w:rsidP="005263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26377" w:rsidRDefault="00526377" w:rsidP="005263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26377" w:rsidRDefault="00526377" w:rsidP="005263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26377" w:rsidRDefault="00526377" w:rsidP="005263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26377" w:rsidRDefault="00526377" w:rsidP="005263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26377" w:rsidRDefault="00526377" w:rsidP="005263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26377" w:rsidRDefault="00526377" w:rsidP="005263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26377" w:rsidRDefault="00526377" w:rsidP="005263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26377" w:rsidRDefault="00526377" w:rsidP="005263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26377" w:rsidRDefault="00526377" w:rsidP="005263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26377" w:rsidRDefault="00526377" w:rsidP="005263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26377" w:rsidRDefault="00526377" w:rsidP="005263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26377" w:rsidRDefault="00526377" w:rsidP="005263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26377" w:rsidRDefault="00526377" w:rsidP="005263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26377" w:rsidRDefault="00526377" w:rsidP="005263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26377" w:rsidRDefault="00526377" w:rsidP="005263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26377" w:rsidRDefault="00526377" w:rsidP="005263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26377" w:rsidRDefault="00526377" w:rsidP="005263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26377" w:rsidRDefault="00526377" w:rsidP="005263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26377" w:rsidRDefault="00526377" w:rsidP="005263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526377" w:rsidRDefault="00526377" w:rsidP="005263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26377" w:rsidRDefault="00526377" w:rsidP="005263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26377" w:rsidRDefault="00526377" w:rsidP="005263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26377" w:rsidRDefault="00526377" w:rsidP="005263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26377" w:rsidRDefault="00526377" w:rsidP="005263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26377" w:rsidRDefault="00526377" w:rsidP="005263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26377" w:rsidRDefault="00526377" w:rsidP="005263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526377" w:rsidRDefault="00526377" w:rsidP="005263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26377" w:rsidRDefault="00526377" w:rsidP="005263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26377" w:rsidRDefault="00526377" w:rsidP="005263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26377" w:rsidRDefault="00526377" w:rsidP="005263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6377" w:rsidRDefault="00526377" w:rsidP="005263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6377" w:rsidRDefault="00526377" w:rsidP="005263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6377" w:rsidRDefault="00526377" w:rsidP="005263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6377" w:rsidRDefault="00526377" w:rsidP="005263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26377" w:rsidRDefault="00526377" w:rsidP="0052637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26377" w:rsidRDefault="00526377" w:rsidP="005263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26377" w:rsidRDefault="00526377" w:rsidP="005263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26377" w:rsidRDefault="00526377" w:rsidP="005263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6377" w:rsidRDefault="00526377" w:rsidP="005263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26377" w:rsidRDefault="00526377" w:rsidP="005263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6377" w:rsidRDefault="00526377" w:rsidP="005263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26377" w:rsidRDefault="00526377" w:rsidP="0052637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26377" w:rsidRDefault="00526377" w:rsidP="0052637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№99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526377" w:rsidRPr="00694EED" w:rsidRDefault="00526377" w:rsidP="00526377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526377" w:rsidRPr="00694EED" w:rsidRDefault="00526377" w:rsidP="0052637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526377" w:rsidRPr="00694EED" w:rsidRDefault="00526377" w:rsidP="0052637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526377" w:rsidRPr="00694EED" w:rsidRDefault="00526377" w:rsidP="00526377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526377" w:rsidRPr="00694EED" w:rsidRDefault="00526377" w:rsidP="0052637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Гончарук Л.І</w:t>
      </w:r>
    </w:p>
    <w:p w:rsidR="00526377" w:rsidRPr="00694EED" w:rsidRDefault="00526377" w:rsidP="0052637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26377" w:rsidRPr="00694EED" w:rsidRDefault="00526377" w:rsidP="0052637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</w:t>
      </w:r>
      <w:r w:rsidRPr="00694EED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Гончарук Л.І, 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526377" w:rsidRPr="00694EED" w:rsidRDefault="00526377" w:rsidP="0052637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526377" w:rsidRPr="00694EED" w:rsidRDefault="00526377" w:rsidP="0052637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Гончарук Лідії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Іллінічні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ведення особистого селянського господарства площею  0,0721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яка розташована Хмельницька область,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 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526377" w:rsidRPr="00694EED" w:rsidRDefault="00526377" w:rsidP="0052637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Гончарук Лідії </w:t>
      </w:r>
      <w:proofErr w:type="spellStart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Іллінічні</w:t>
      </w:r>
      <w:proofErr w:type="spellEnd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 w:rsidRPr="00694EED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926EDE">
        <w:rPr>
          <w:rFonts w:ascii="Times New Roman" w:eastAsia="Calibri" w:hAnsi="Times New Roman" w:cs="Times New Roman"/>
          <w:sz w:val="24"/>
          <w:lang w:val="ru-RU" w:eastAsia="en-US"/>
        </w:rPr>
        <w:t>______________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926EDE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</w:t>
      </w:r>
      <w:bookmarkStart w:id="0" w:name="_GoBack"/>
      <w:bookmarkEnd w:id="0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0,0721 га, кадастровий номер: 6823984000:01:007:0039,  для ведення особистого селянського господарства яка розташована Хмельницька область,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  </w:t>
      </w:r>
    </w:p>
    <w:p w:rsidR="00526377" w:rsidRPr="00694EED" w:rsidRDefault="00526377" w:rsidP="0052637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Гончарук Л.І.,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якій передана земельна ділянка у власність, посвідчити право власності  в установленому  законом порядку.</w:t>
      </w:r>
    </w:p>
    <w:p w:rsidR="00526377" w:rsidRPr="00694EED" w:rsidRDefault="00526377" w:rsidP="0052637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526377" w:rsidRPr="00694EED" w:rsidRDefault="00526377" w:rsidP="0052637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26377" w:rsidRPr="00526377" w:rsidRDefault="00526377" w:rsidP="0052637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021BCB" w:rsidRPr="00526377" w:rsidRDefault="00526377" w:rsidP="0052637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694EED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021BCB" w:rsidRPr="0052637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377"/>
    <w:rsid w:val="00021BCB"/>
    <w:rsid w:val="00526377"/>
    <w:rsid w:val="00926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377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52637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2637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526377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6377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52637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2637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526377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</TotalTime>
  <Pages>1</Pages>
  <Words>264</Words>
  <Characters>1510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2021-07-07T07:00:00Z</dcterms:created>
  <dcterms:modified xsi:type="dcterms:W3CDTF">2021-07-07T08:45:00Z</dcterms:modified>
</cp:coreProperties>
</file>