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096B" w:rsidRDefault="00C4096B" w:rsidP="00C4096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4096B" w:rsidRDefault="00C4096B" w:rsidP="00C409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69E28C" wp14:editId="0D24CAD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01" name="Группа 152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096B" w:rsidRDefault="00C4096B" w:rsidP="00C409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0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eEDhXcAAEF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POR4QOFdwAAQVkEAA4AAAAAAAAAAAAAAAAALgIAAGRy&#10;cy9lMm9Eb2MueG1sUEsBAi0AFAAGAAgAAAAhAJ7TZG3dAAAABgEAAA8AAAAAAAAAAAAAAAAA33kA&#10;AGRycy9kb3ducmV2LnhtbFBLBQYAAAAABAAEAPMAAADp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2+KsIA&#10;AADeAAAADwAAAGRycy9kb3ducmV2LnhtbERPS4vCMBC+C/6HMII3Ta2sK7VRRFQ8CKKr96GZPrCZ&#10;lCZq/fdmYWFv8/E9J111phZPal1lWcFkHIEgzqyuuFBw/dmN5iCcR9ZYWyYFb3KwWvZ7KSbavvhM&#10;z4svRAhhl6CC0vsmkdJlJRl0Y9sQBy63rUEfYFtI3eIrhJtaxlE0kwYrDg0lNrQpKbtfHkaBne4P&#10;x1sRn6db/va8Ps3zW3dUajjo1gsQnjr/L/5zH3SY/xVHMfy+E26Qy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/b4q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WpEscA&#10;AADeAAAADwAAAGRycy9kb3ducmV2LnhtbERPTWsCMRC9F/wPYYReRLO11LZboxRhbe2hoBZ6HTbT&#10;zepmsiSprv56IxR6m8f7nOm8s404kA+1YwV3owwEcel0zZWCr20xfAIRIrLGxjEpOFGA+ax3M8Vc&#10;uyOv6bCJlUghHHJUYGJscylDachiGLmWOHE/zluMCfpKao/HFG4bOc6yibRYc2ow2NLCULnf/FoF&#10;u+LTfC8ez0s/eF7TeVB8vDWriVK3/e71BUSkLv6L/9zvOs1/GGf3cH0n3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1qR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+VZ8cA&#10;AADeAAAADwAAAGRycy9kb3ducmV2LnhtbESPzWrDMBCE74W+g9hCLyWR6zQhuFGCKXEouYT8PMBi&#10;bSxTa2UsxXbfPgoUettlZuebXW1G24ieOl87VvA+TUAQl07XXCm4nIvJEoQPyBobx6Tglzxs1s9P&#10;K8y0G/hI/SlUIoawz1CBCaHNpPSlIYt+6lriqF1dZzHEtauk7nCI4baRaZIspMWaI8FgS1+Gyp/T&#10;zUbIYYaH/XU4F7sRB9zuDb/lR6VeX8b8E0SgMfyb/66/daw/T5M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PlW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lxsQA&#10;AADeAAAADwAAAGRycy9kb3ducmV2LnhtbERPTUvDQBC9C/0Pywje7MZgWondllIVRPDQVhBvQ3aa&#10;BLOzy+7YxH/vCoK3ebzPWW0mN6gzxdR7NnAzL0ARN9723Bp4Oz5d34FKgmxx8EwGvinBZj27WGFt&#10;/ch7Oh+kVTmEU40GOpFQa52ajhymuQ/EmTv56FAyjK22Eccc7gZdFsVCO+w5N3QYaNdR83n4cgZe&#10;x8fwslxUp/ARb0udHqy878SYq8tpew9KaJJ/8Z/72eb5VVl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HJc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Gui8YA&#10;AADeAAAADwAAAGRycy9kb3ducmV2LnhtbESPwWrDMBBE74H+g9hCL6GR69BQXMshlCaEXIKdfMBi&#10;bSxTa2Us1Xb/PioUettlZufN5tvZdmKkwbeOFbysEhDEtdMtNwqul/3zGwgfkDV2jknBD3nYFg+L&#10;HDPtJi5prEIjYgj7DBWYEPpMSl8bsuhXrieO2s0NFkNch0bqAacYbjuZJslGWmw5Egz29GGo/qq+&#10;bYSc13g+3abL/jDjhJ8nw8tdqdTT47x7BxFoDv/mv+ujjvVf02QD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Gui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keKsQA&#10;AADeAAAADwAAAGRycy9kb3ducmV2LnhtbERPS0sDMRC+C/0PYQrebNbFPlibltIqiODBKhRvw2a6&#10;u7iZhGTsrv/eCIK3+fies96OrlcXiqnzbOB2VoAirr3tuDHw/vZ4swKVBNli75kMfFOC7WZytcbK&#10;+oFf6XKURuUQThUaaEVCpXWqW3KYZj4QZ+7so0PJMDbaRhxyuOt1WRQL7bDj3NBioH1L9efxyxl4&#10;GR7C83IxP4ePeFfqdLBy2osx19Nxdw9KaJR/8Z/7yeb587JYwu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ZHi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OXsccA&#10;AADeAAAADwAAAGRycy9kb3ducmV2LnhtbESPQUsDMRCF74L/IYzQi9isLRVZmxZbCC0oiFXwOmym&#10;u4ubyZKk3e2/7xwEbzO8N+99s1yPvlNniqkNbOBxWoAiroJruTbw/WUfnkGljOywC0wGLpRgvbq9&#10;WWLpwsCfdD7kWkkIpxINNDn3pdapashjmoaeWLRjiB6zrLHWLuIg4b7Ts6J40h5bloYGe9o2VP0e&#10;Tt7A5mOo5/G+2ozh7bj7WVjr7Ls1ZnI3vr6AyjTmf/Pf9d4J/mJWCK+8IzPo1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RDl7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941c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Ys8W8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3j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wNasgA&#10;AADeAAAADwAAAGRycy9kb3ducmV2LnhtbESPQUsDMRCF74L/IYzQi7TZVlpkbVqsECoolNaC12Ez&#10;3V3cTJYkdtd/7xwEbzPMm/fet96OvlNXiqkNbGA+K0ARV8G1XBs4f9jpI6iUkR12gcnADyXYbm5v&#10;1li6MPCRrqdcKzHhVKKBJue+1DpVDXlMs9ATy+0Soscsa6y1iziIue/0oihW2mPLktBgTy8NVV+n&#10;b29gdxjqh3hf7cbwdtl/Lq119t0aM7kbn59AZRrzv/jv+9VJ/eViLg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7A1q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DiDsIA&#10;AADeAAAADwAAAGRycy9kb3ducmV2LnhtbERP3WrCMBS+H+wdwhnsbqYtKtIZRTYKMrxR9wCH5thU&#10;m5OSxNq9/SII3p2P7/cs16PtxEA+tI4V5JMMBHHtdMuNgt9j9bEAESKyxs4xKfijAOvV68sSS+1u&#10;vKfhEBuRQjiUqMDE2JdShtqQxTBxPXHiTs5bjAn6RmqPtxRuO1lk2VxabDk1GOzpy1B9OVytguqn&#10;2A2Xq/aV24xTSzNzXnwbpd7fxs0niEhjfIof7q1O82dFnsP9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kOIO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ikcEA&#10;AADeAAAADwAAAGRycy9kb3ducmV2LnhtbERPzYrCMBC+C75DGMGbTdu1y1KNsiy46NHqAwzN2Bab&#10;SbfJ2vr2RhC8zcf3O+vtaFpxo941lhUkUQyCuLS64UrB+bRbfIFwHllja5kU3MnBdjOdrDHXduAj&#10;3QpfiRDCLkcFtfddLqUrazLoItsRB+5ie4M+wL6SuschhJtWpnH8KQ02HBpq7OinpvJa/BsFy/vw&#10;+1dk13inDSWHj+7AvsyUms/G7xUIT6N/i1/uvQ7zszRJ4flOuEF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M4p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JRpcQA&#10;AADeAAAADwAAAGRycy9kb3ducmV2LnhtbERPS2vCQBC+C/0PyxS8NRtTFJu6ilQi0lNNbc9DdkxC&#10;s7Mhu3n477uFgrf5+J6z2U2mEQN1rrasYBHFIIgLq2suFVw+s6c1COeRNTaWScGNHOy2D7MNptqO&#10;fKYh96UIIexSVFB536ZSuqIigy6yLXHgrrYz6APsSqk7HEO4aWQSxytpsObQUGFLbxUVP3lvFPSr&#10;7+TC13f9kR9ux5dDtnfyq1Rq/jjtX0F4mvxd/O8+6TB/mSye4e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CUa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5zMcA&#10;AADeAAAADwAAAGRycy9kb3ducmV2LnhtbERPS2vCQBC+C/6HZYTedOOjwaauooKgPRiq9tDbNDtN&#10;0mZnY3bV9N+7hUJv8/E9Z7ZoTSWu1LjSsoLhIAJBnFldcq7gdNz0pyCcR9ZYWSYFP+RgMe92Zpho&#10;e+NXuh58LkIIuwQVFN7XiZQuK8igG9iaOHCftjHoA2xyqRu8hXBTyVEUxdJgyaGhwJrWBWXfh4tR&#10;8JZO46d0tZt8vew/cGz0+V2XsVIPvXb5DMJT6//Ff+6tDvMfR8MJ/L4Tbp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Eecz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FLw8QA&#10;AADeAAAADwAAAGRycy9kb3ducmV2LnhtbERPTWvCQBC9C/6HZQq96caoIURXsRW19GRtodchOyah&#10;2dmwu9Xor+8WCr3N433Oct2bVlzI+caygsk4AUFcWt1wpeDjfTfKQfiArLG1TApu5GG9Gg6WWGh7&#10;5Te6nEIlYgj7AhXUIXSFlL6syaAf2444cmfrDIYIXSW1w2sMN61MkySTBhuODTV29FxT+XX6Ngru&#10;2Sce/SF92k51oNss39vX416px4d+swARqA//4j/3i47z5+lkDr/vx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xS8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q8GsQA&#10;AADeAAAADwAAAGRycy9kb3ducmV2LnhtbERPzWrCQBC+C32HZQq96caQBBtdpRSF3trEPsCQHTfB&#10;7GzMrpr26buFQm/z8f3OZjfZXtxo9J1jBctFAoK4cbpjo+DzeJivQPiArLF3TAq+yMNu+zDbYKnd&#10;nSu61cGIGMK+RAVtCEMppW9asugXbiCO3MmNFkOEo5F6xHsMt71Mk6SQFjuODS0O9NpSc66vVsHF&#10;pbme6j2+n/fPH50x2eW7ypR6epxe1iACTeFf/Od+03F+ni4L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avB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p/asQA&#10;AADeAAAADwAAAGRycy9kb3ducmV2LnhtbERPyU7DMBC9I/EP1iD1Rpy26pbWqaBSpV67HDgO9mSB&#10;eBxikwa+vq6ExG2e3jqb7WAb0VPna8cKxkkKglg7U3Op4HLePy9B+IBssHFMCn7IwzZ/fNhgZtyV&#10;j9SfQiliCPsMFVQhtJmUXldk0SeuJY5c4TqLIcKulKbDawy3jZyk6VxarDk2VNjSriL9efq2Cg71&#10;O83muljZ5as+vv1+heniwyg1ehpe1iACDeFf/Oc+mDh/Nhkv4P5Ov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qf2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QSz8UA&#10;AADeAAAADwAAAGRycy9kb3ducmV2LnhtbERPTWvCQBC9F/wPywi91Y0BS42uUgsFS1tBW/Q6ZMds&#10;aHY2ZLcx/vvOoeBt5n3Nm+V68I3qqYt1YAPTSQaKuAy25srA99frwxOomJAtNoHJwJUirFejuyUW&#10;Nlx4T/0hVUpCOBZowKXUFlrH0pHHOAktsXDn0HlMsnaVth1eJNw3Os+yR+2xZrngsKUXR+XP4dcb&#10;6HF3zU5u8zl/qz/KfLc5vlvBzf14eF6ASjSkm/jfvbVSf5ZPpa+8Iz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BLP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ozsMA&#10;AADeAAAADwAAAGRycy9kb3ducmV2LnhtbERPTUvDQBC9C/0PyxS82U0DFY3dllKo9KjRg8cxO82m&#10;ZmfC7tpEf70rCN7m8T5nvZ18ry4UYidsYLkoQBE3YjtuDby+HG7uQMWEbLEXJgNfFGG7mV2tsbIy&#10;8jNd6tSqHMKxQgMupaHSOjaOPMaFDMSZO0nwmDIMrbYBxxzue10Wxa322HFucDjQ3lHzUX96A+Nj&#10;834uT2/WfYdBDvWTnMtejLmeT7sHUImm9C/+cx9tnr8ql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Voz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sb+cgA&#10;AADeAAAADwAAAGRycy9kb3ducmV2LnhtbESPQU/CQBCF7yb+h82YcJOtTRRSWQiCJIZICKj3sTu2&#10;1d3ZprtA+ffOgYTbTObNe++bzHrv1JG62AQ28DDMQBGXwTZcGfj8WN2PQcWEbNEFJgNnijCb3t5M&#10;sLDhxDs67lOlxIRjgQbqlNpC61jW5DEOQ0sst5/QeUyydpW2HZ7E3DudZ9mT9tiwJNTY0qKm8m9/&#10;8AZW26X7zTe7+ZdOi9fRtxuvX5bvxgzu+vkzqER9uoov329W6j/muQAI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uxv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Fj9sQA&#10;AADeAAAADwAAAGRycy9kb3ducmV2LnhtbERPTYvCMBC9C/6HMIIXWVMrLtI1igiiCwquK3gdm9m2&#10;2ExKk6313xtB8DaP9zmzRWtK0VDtCssKRsMIBHFqdcGZgtPv+mMKwnlkjaVlUnAnB4t5tzPDRNsb&#10;/1Bz9JkIIewSVJB7XyVSujQng25oK+LA/dnaoA+wzqSu8RbCTSnjKPqUBgsODTlWtMopvR7/jYLm&#10;sLtk28ZV39fpwE3Gl81mr89K9Xvt8guEp9a/xS/3Vof5kzgewfOdc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BY/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+DnMUA&#10;AADeAAAADwAAAGRycy9kb3ducmV2LnhtbERPS2sCMRC+C/6HMIXeNNtQxW6NokKhl0J9HOpt3Ex3&#10;FzeTNUl1219vCoK3+fieM513thFn8qF2rOFpmIEgLpypudSw274NJiBCRDbYOCYNvxRgPuv3ppgb&#10;d+E1nTexFCmEQ44aqhjbXMpQVGQxDF1LnLhv5y3GBH0pjcdLCreNVFk2lhZrTg0VtrSqqDhufqyG&#10;5ctkefp85o+/9WFP+6/DcaR8pvXjQ7d4BRGpi3fxzf1u0vyRUgr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v4OcxQAAAN4AAAAPAAAAAAAAAAAAAAAAAJgCAABkcnMv&#10;ZG93bnJldi54bWxQSwUGAAAAAAQABAD1AAAAigMAAAAA&#10;" fillcolor="black" stroked="f"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AoB8UA&#10;AADeAAAADwAAAGRycy9kb3ducmV2LnhtbERPS2vCQBC+F/oflil4qxtTFImuon1AQXvwcfA4Zsdk&#10;SXY2ZFdN++tdQehtPr7nTOedrcWFWm8cKxj0ExDEudOGCwX73dfrGIQPyBprx6TglzzMZ89PU8y0&#10;u/KGLttQiBjCPkMFZQhNJqXPS7Lo+64hjtzJtRZDhG0hdYvXGG5rmSbJSFo0HBtKbOi9pLzanq2C&#10;w2pkxhtD6XH9t/zU62G1/PmolOq9dIsJiEBd+Bc/3N86zh+m6Rvc34k3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MCgH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vdQcQA&#10;AADeAAAADwAAAGRycy9kb3ducmV2LnhtbERPTWsCMRC9F/wPYYTearaLimyNIpZiLx5qK16HzXSz&#10;3c1kTaKu/vpGKPQ2j/c582VvW3EmH2rHCp5HGQji0umaKwVfn29PMxAhImtsHZOCKwVYLgYPcyy0&#10;u/AHnXexEimEQ4EKTIxdIWUoDVkMI9cRJ+7beYsxQV9J7fGSwm0r8yybSos1pwaDHa0Nlc3uZBX4&#10;1eG1ufFp32S37TVsfvrjDI1Sj8N+9QIiUh//xX/ud53mT/J8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L3U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OkcQA&#10;AADeAAAADwAAAGRycy9kb3ducmV2LnhtbERP22rCQBB9L/gPywh9KXXTgNqmrlKEQkERtH7ANDtN&#10;QndnQ3bU2K93BcG3OZzrzBa9d+pIXWwCG3gZZaCIy2Abrgzsvz+fX0FFQbboApOBM0VYzAcPMyxs&#10;OPGWjjupVArhWKCBWqQttI5lTR7jKLTEifsNnUdJsKu07fCUwr3TeZZNtMeGU0ONLS1rKv92B2/A&#10;5T/ubTWNaznv9Tr797J92lhjHof9xzsooV7u4pv7y6b54zwfw/WddIOe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2zp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RvMQA&#10;AADeAAAADwAAAGRycy9kb3ducmV2LnhtbERPTWsCMRC9F/ofwhS81awLSlmNohVhLx66VbyOm3Gz&#10;mEyWTaprf31TKPQ2j/c5i9XgrLhRH1rPCibjDARx7XXLjYLD5+71DUSIyBqtZ1LwoACr5fPTAgvt&#10;7/xBtyo2IoVwKFCBibErpAy1IYdh7DvixF187zAm2DdS93hP4c7KPMtm0mHLqcFgR++G6mv15RRs&#10;q87mh9Jswum4P59t+b2j01ap0cuwnoOINMR/8Z+71Gn+NM9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0Eb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0GEcIA&#10;AADeAAAADwAAAGRycy9kb3ducmV2LnhtbERPS4vCMBC+L/gfwgje1sSCD6pRRFYQPK2rB29DMrbV&#10;ZlKarK3/frOwsLf5+J6z2vSuFk9qQ+VZw2SsQBAbbysuNJy/9u8LECEiW6w9k4YXBdisB28rzK3v&#10;+JOep1iIFMIhRw1ljE0uZTAlOQxj3xAn7uZbhzHBtpC2xS6Fu1pmSs2kw4pTQ4kN7Uoyj9O303Df&#10;y6M3Cs3lfOkOdn79mFGttB4N++0SRKQ+/ov/3Aeb5k+zbA6/76Qb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/QYR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phBMcA&#10;AADeAAAADwAAAGRycy9kb3ducmV2LnhtbESPQWvCQBCF70L/wzKF3nRjSoukrmILhWLxUBXpccyO&#10;SUh2NuyuGv+9cyj0NsN789438+XgOnWhEBvPBqaTDBRx6W3DlYH97nM8AxUTssXOMxm4UYTl4mE0&#10;x8L6K//QZZsqJSEcCzRQp9QXWseyJodx4nti0U4+OEyyhkrbgFcJd53Os+xVO2xYGmrs6aOmst2e&#10;nYHf8zefNs/rVXhPBz/sYpsfZ60xT4/D6g1UoiH9m/+uv6zgv+S58Mo7MoNe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KYQ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sR7cUA&#10;AADeAAAADwAAAGRycy9kb3ducmV2LnhtbERPS2sCMRC+C/0PYQq9abZLLboapRYKXgRfB72Nm3F3&#10;cTPZJqmu/vpGELzNx/ec8bQ1tTiT85VlBe+9BARxbnXFhYLt5qc7AOEDssbaMim4kofp5KUzxkzb&#10;C6/ovA6FiCHsM1RQhtBkUvq8JIO+ZxviyB2tMxgidIXUDi8x3NQyTZJPabDi2FBiQ98l5af1n1Ew&#10;Gw5mv8sPXtxWhz3td4dTP3WJUm+v7dcIRKA2PMUP91zH+f00HcL9nXiDn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xHtxQAAAN4AAAAPAAAAAAAAAAAAAAAAAJgCAABkcnMv&#10;ZG93bnJldi54bWxQSwUGAAAAAAQABAD1AAAAigMAAAAA&#10;" fillcolor="black" stroked="f"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4lB8YA&#10;AADeAAAADwAAAGRycy9kb3ducmV2LnhtbESPQUsDMRCF74L/IYzgzWZtUWRtWpaCKJ62reJ1uhk3&#10;i5vJksR0/ffOQfA2w7x5733r7exHVSimIbCB20UFirgLduDewNvx6eYBVMrIFsfAZOCHEmw3lxdr&#10;rG04857KIfdKTDjVaMDlPNVap86Rx7QIE7HcPkP0mGWNvbYRz2LuR72sqnvtcWBJcDjRzlH3dfj2&#10;Bspp1zar8lHc/jU2fQzt8/upNeb6am4eQWWa87/47/vFSv275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4lB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7ElcUA&#10;AADeAAAADwAAAGRycy9kb3ducmV2LnhtbERPTWvCQBC9F/wPywi91U0slRpdpUhbai/WKOhxyI7Z&#10;0OxsyG5j9Ne7hUJv83ifM1/2thYdtb5yrCAdJSCIC6crLhXsd28PzyB8QNZYOyYFF/KwXAzu5php&#10;d+YtdXkoRQxhn6ECE0KTSekLQxb9yDXEkTu51mKIsC2lbvEcw20tx0kykRYrjg0GG1oZKr7zH6vA&#10;p6vXw6e9Trvju+FNvjaTr9IodT/sX2YgAvXhX/zn/tBx/tP4MYX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rsS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096B" w:rsidRDefault="00C4096B" w:rsidP="00C409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4096B" w:rsidRDefault="00C4096B" w:rsidP="00C4096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4096B" w:rsidRDefault="00C4096B" w:rsidP="00C409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4096B" w:rsidRDefault="00C4096B" w:rsidP="00C409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C4096B" w:rsidRDefault="00C4096B" w:rsidP="00C4096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4096B" w:rsidRDefault="00C4096B" w:rsidP="00C4096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С.І.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С.І.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4096B" w:rsidRDefault="00C4096B" w:rsidP="00C409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Сергію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671E3" w:rsidRPr="006671E3">
        <w:rPr>
          <w:rFonts w:ascii="Times New Roman" w:eastAsia="Calibri" w:hAnsi="Times New Roman" w:cs="Times New Roman"/>
          <w:sz w:val="24"/>
          <w:lang w:eastAsia="en-US"/>
        </w:rPr>
        <w:t>_</w:t>
      </w:r>
      <w:r w:rsidR="006671E3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будівництва і обслуговування господарських будівель та споруд (присадибна ділянка),  яка розташована в Хмельницька область, Шепетівський район,  с. Крупець, вул.. Лесі Українки.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С.І,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4096B" w:rsidRDefault="00C4096B" w:rsidP="00C40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4096B" w:rsidRDefault="00C4096B" w:rsidP="00C4096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096B" w:rsidRDefault="00C4096B" w:rsidP="00C4096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096B" w:rsidRDefault="00C4096B" w:rsidP="00C40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096B" w:rsidRDefault="00C4096B" w:rsidP="00C40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096B" w:rsidRPr="00C4096B" w:rsidRDefault="00C4096B" w:rsidP="00C409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C4039B" w:rsidRPr="00C4096B" w:rsidRDefault="00C4096B" w:rsidP="00C409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C4039B" w:rsidRPr="00C409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96B"/>
    <w:rsid w:val="006671E3"/>
    <w:rsid w:val="00C4039B"/>
    <w:rsid w:val="00C40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9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9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252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2021-07-19T05:59:00Z</dcterms:created>
  <dcterms:modified xsi:type="dcterms:W3CDTF">2021-07-19T06:30:00Z</dcterms:modified>
</cp:coreProperties>
</file>