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824" w:rsidRPr="002065A9" w:rsidRDefault="005A1824" w:rsidP="005A1824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824" w:rsidRDefault="005A1824" w:rsidP="005A18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A1824" w:rsidRDefault="005A1824" w:rsidP="005A18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A1824" w:rsidRPr="000A4F3E" w:rsidRDefault="005A1824" w:rsidP="005A182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824" w:rsidRPr="000A4F3E" w:rsidRDefault="005A1824" w:rsidP="005A182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A1824" w:rsidRPr="000A4F3E" w:rsidRDefault="005A1824" w:rsidP="005A182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A1824" w:rsidRDefault="005A1824" w:rsidP="005A182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5A1824" w:rsidRPr="00D02183" w:rsidRDefault="005A1824" w:rsidP="005A1824">
      <w:pPr>
        <w:spacing w:after="0"/>
        <w:rPr>
          <w:rFonts w:ascii="Times New Roman" w:hAnsi="Times New Roman"/>
          <w:sz w:val="24"/>
        </w:rPr>
      </w:pPr>
    </w:p>
    <w:p w:rsidR="005A1824" w:rsidRPr="00D02183" w:rsidRDefault="005A1824" w:rsidP="005A1824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5A1824" w:rsidRPr="00D02183" w:rsidRDefault="005A1824" w:rsidP="005A1824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D02183">
        <w:rPr>
          <w:rFonts w:ascii="Times New Roman" w:hAnsi="Times New Roman"/>
          <w:b/>
          <w:sz w:val="24"/>
        </w:rPr>
        <w:t>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5A1824" w:rsidRPr="00D02183" w:rsidRDefault="005A1824" w:rsidP="005A1824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5A1824" w:rsidRPr="00D02183" w:rsidRDefault="005A1824" w:rsidP="005A1824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5A1824" w:rsidRPr="00D02183" w:rsidRDefault="005A1824" w:rsidP="005A1824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Носолюк</w:t>
      </w:r>
      <w:proofErr w:type="spellEnd"/>
      <w:r>
        <w:rPr>
          <w:rFonts w:ascii="Times New Roman" w:hAnsi="Times New Roman"/>
          <w:b/>
          <w:sz w:val="24"/>
        </w:rPr>
        <w:t xml:space="preserve"> Л.Л.</w:t>
      </w:r>
    </w:p>
    <w:p w:rsidR="005A1824" w:rsidRPr="00D02183" w:rsidRDefault="005A1824" w:rsidP="005A1824">
      <w:pPr>
        <w:spacing w:after="0"/>
        <w:rPr>
          <w:rFonts w:ascii="Times New Roman" w:hAnsi="Times New Roman"/>
          <w:b/>
          <w:sz w:val="24"/>
        </w:rPr>
      </w:pPr>
    </w:p>
    <w:p w:rsidR="005A1824" w:rsidRPr="00D02183" w:rsidRDefault="005A1824" w:rsidP="005A182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статті26,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Носолюк</w:t>
      </w:r>
      <w:proofErr w:type="spellEnd"/>
      <w:r>
        <w:rPr>
          <w:rFonts w:ascii="Times New Roman" w:hAnsi="Times New Roman"/>
          <w:sz w:val="24"/>
        </w:rPr>
        <w:t xml:space="preserve"> Л.Л.</w:t>
      </w:r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5A1824" w:rsidRPr="00D02183" w:rsidRDefault="005A1824" w:rsidP="005A1824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5A1824" w:rsidRPr="00D02183" w:rsidRDefault="005A1824" w:rsidP="005A1824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Носолюк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Любові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Леонідівні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940B71" w:rsidRPr="00940B71">
        <w:rPr>
          <w:rFonts w:ascii="Times New Roman" w:hAnsi="Times New Roman"/>
          <w:sz w:val="24"/>
        </w:rPr>
        <w:t>_____________________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0,2500 га,  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обслуговування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житлового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Ганни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Охман</w:t>
      </w:r>
      <w:proofErr w:type="spellEnd"/>
      <w:r>
        <w:rPr>
          <w:rFonts w:ascii="Times New Roman" w:hAnsi="Times New Roman"/>
          <w:sz w:val="24"/>
        </w:rPr>
        <w:t>, 35 А</w:t>
      </w:r>
      <w:r w:rsidRPr="00D02183">
        <w:rPr>
          <w:rFonts w:ascii="Times New Roman" w:hAnsi="Times New Roman"/>
          <w:sz w:val="24"/>
        </w:rPr>
        <w:t>.</w:t>
      </w:r>
    </w:p>
    <w:p w:rsidR="005A1824" w:rsidRPr="00E33128" w:rsidRDefault="005A1824" w:rsidP="005A182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Носолюк Л.Л.</w:t>
      </w:r>
      <w:r w:rsidRPr="00D02183">
        <w:rPr>
          <w:rFonts w:ascii="Times New Roman" w:hAnsi="Times New Roman"/>
          <w:sz w:val="24"/>
        </w:rPr>
        <w:t>,</w:t>
      </w:r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33128">
        <w:rPr>
          <w:rFonts w:ascii="Times New Roman" w:hAnsi="Times New Roman"/>
          <w:sz w:val="24"/>
        </w:rPr>
        <w:t>техн</w:t>
      </w:r>
      <w:proofErr w:type="gramEnd"/>
      <w:r w:rsidRPr="00E33128">
        <w:rPr>
          <w:rFonts w:ascii="Times New Roman" w:hAnsi="Times New Roman"/>
          <w:sz w:val="24"/>
        </w:rPr>
        <w:t>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5A1824" w:rsidRPr="00D02183" w:rsidRDefault="005A1824" w:rsidP="005A182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3.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A1824" w:rsidRPr="00D02183" w:rsidRDefault="005A1824" w:rsidP="005A182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A1824" w:rsidRDefault="005A1824" w:rsidP="005A1824">
      <w:pPr>
        <w:spacing w:after="0"/>
        <w:jc w:val="both"/>
        <w:rPr>
          <w:rFonts w:ascii="Times New Roman" w:hAnsi="Times New Roman"/>
          <w:sz w:val="24"/>
        </w:rPr>
      </w:pPr>
    </w:p>
    <w:p w:rsidR="005A1824" w:rsidRPr="005A1824" w:rsidRDefault="005A1824" w:rsidP="005A1824">
      <w:pPr>
        <w:spacing w:after="0"/>
        <w:jc w:val="both"/>
        <w:rPr>
          <w:rFonts w:ascii="Times New Roman" w:hAnsi="Times New Roman"/>
          <w:sz w:val="24"/>
          <w:lang w:val="en-US"/>
        </w:rPr>
      </w:pPr>
    </w:p>
    <w:p w:rsidR="00DD7EA3" w:rsidRPr="005A1824" w:rsidRDefault="005A1824" w:rsidP="005A1824">
      <w:pPr>
        <w:spacing w:after="0"/>
        <w:jc w:val="both"/>
        <w:rPr>
          <w:rFonts w:ascii="Times New Roman" w:hAnsi="Times New Roman"/>
          <w:sz w:val="24"/>
          <w:lang w:val="en-US"/>
        </w:rPr>
      </w:pPr>
      <w:proofErr w:type="spellStart"/>
      <w:r>
        <w:rPr>
          <w:rFonts w:ascii="Times New Roman" w:hAnsi="Times New Roman"/>
          <w:sz w:val="24"/>
        </w:rPr>
        <w:t>Сільський</w:t>
      </w:r>
      <w:proofErr w:type="spellEnd"/>
      <w:r>
        <w:rPr>
          <w:rFonts w:ascii="Times New Roman" w:hAnsi="Times New Roman"/>
          <w:sz w:val="24"/>
        </w:rPr>
        <w:t xml:space="preserve"> голова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sectPr w:rsidR="00DD7EA3" w:rsidRPr="005A182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24"/>
    <w:rsid w:val="00171A2E"/>
    <w:rsid w:val="00304C90"/>
    <w:rsid w:val="00505B6D"/>
    <w:rsid w:val="005A1824"/>
    <w:rsid w:val="006D3977"/>
    <w:rsid w:val="007D6C18"/>
    <w:rsid w:val="00940B71"/>
    <w:rsid w:val="00D1641A"/>
    <w:rsid w:val="00DD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A182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A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A182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A182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A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A182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250</Words>
  <Characters>1428</Characters>
  <Application>Microsoft Office Word</Application>
  <DocSecurity>0</DocSecurity>
  <Lines>11</Lines>
  <Paragraphs>3</Paragraphs>
  <ScaleCrop>false</ScaleCrop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2020-09-16T10:27:00Z</dcterms:created>
  <dcterms:modified xsi:type="dcterms:W3CDTF">2020-09-16T10:32:00Z</dcterms:modified>
</cp:coreProperties>
</file>