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99" w:rsidRPr="00CB71B2" w:rsidRDefault="00535A99" w:rsidP="00535A9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535A99" w:rsidRPr="00CB71B2" w:rsidRDefault="00535A99" w:rsidP="0053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35A99" w:rsidRPr="00CB71B2" w:rsidRDefault="00535A99" w:rsidP="0053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A99" w:rsidRDefault="00535A99" w:rsidP="00535A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A99" w:rsidRDefault="00535A99" w:rsidP="00535A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35A99" w:rsidRPr="00CB71B2" w:rsidRDefault="00535A99" w:rsidP="00535A9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35A99" w:rsidRPr="00CB71B2" w:rsidRDefault="00535A99" w:rsidP="00535A9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535A99" w:rsidRPr="00CB71B2" w:rsidRDefault="00535A99" w:rsidP="00535A9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35A99" w:rsidRPr="00CB71B2" w:rsidRDefault="00535A99" w:rsidP="00535A9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35A99" w:rsidRPr="00CB71B2" w:rsidRDefault="00535A99" w:rsidP="00535A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35A99" w:rsidRPr="00CB71B2" w:rsidRDefault="00535A99" w:rsidP="00535A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35A99" w:rsidRPr="00CB71B2" w:rsidRDefault="00535A99" w:rsidP="00535A9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передачі  її у власність  Федюку О.С.</w:t>
      </w:r>
    </w:p>
    <w:p w:rsidR="00535A99" w:rsidRPr="00CB71B2" w:rsidRDefault="00535A99" w:rsidP="00535A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A99" w:rsidRPr="00CB71B2" w:rsidRDefault="00535A99" w:rsidP="00535A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A99" w:rsidRPr="00CB71B2" w:rsidRDefault="00535A99" w:rsidP="00535A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Федюка О.С.,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35A99" w:rsidRPr="00CB71B2" w:rsidRDefault="00535A99" w:rsidP="00535A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35A99" w:rsidRPr="00CB71B2" w:rsidRDefault="00535A99" w:rsidP="00535A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A99" w:rsidRPr="00CB71B2" w:rsidRDefault="00535A99" w:rsidP="00535A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Федюку Олександру Сергійовичу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0,1100га,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, вулиця Хмельницького Б.</w:t>
      </w:r>
    </w:p>
    <w:p w:rsidR="00535A99" w:rsidRPr="00CB71B2" w:rsidRDefault="00535A99" w:rsidP="00535A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Федюку Олександру Сергійовичу, </w:t>
      </w:r>
      <w:r w:rsidRPr="00CB71B2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0331F1">
        <w:rPr>
          <w:rFonts w:ascii="Times New Roman" w:eastAsia="Calibri" w:hAnsi="Times New Roman" w:cs="Times New Roman"/>
          <w:sz w:val="24"/>
        </w:rPr>
        <w:t>_______________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331F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0,1100 га, кадастровий номер: 6823984000:01:011:0059,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, вулиця Хмельницького Б.</w:t>
      </w:r>
    </w:p>
    <w:p w:rsidR="00535A99" w:rsidRPr="00CB71B2" w:rsidRDefault="00535A99" w:rsidP="00535A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Федюку О.С.,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535A99" w:rsidRPr="00CB71B2" w:rsidRDefault="00535A99" w:rsidP="00535A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35A99" w:rsidRPr="00CB71B2" w:rsidRDefault="00535A99" w:rsidP="00535A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444" w:rsidRPr="00535A99" w:rsidRDefault="00535A99" w:rsidP="00535A9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243444" w:rsidRPr="00535A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99"/>
    <w:rsid w:val="000331F1"/>
    <w:rsid w:val="00171A2E"/>
    <w:rsid w:val="00243444"/>
    <w:rsid w:val="00304C90"/>
    <w:rsid w:val="00505B6D"/>
    <w:rsid w:val="00535A99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9996"/>
  <w15:docId w15:val="{65E7E051-5AD5-46AF-AFFF-5645CC3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A9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282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2021-04-14T11:50:00Z</dcterms:created>
  <dcterms:modified xsi:type="dcterms:W3CDTF">2021-04-15T05:09:00Z</dcterms:modified>
</cp:coreProperties>
</file>