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1D" w:rsidRPr="000B7CF5" w:rsidRDefault="00975F1D" w:rsidP="00975F1D">
      <w:pPr>
        <w:pStyle w:val="HTML0"/>
        <w:spacing w:line="276" w:lineRule="auto"/>
        <w:rPr>
          <w:rFonts w:ascii="Times New Roman" w:hAnsi="Times New Roman"/>
          <w:lang w:val="uk-UA"/>
        </w:rPr>
      </w:pPr>
      <w:bookmarkStart w:id="0" w:name="_GoBack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F1D" w:rsidRDefault="00975F1D" w:rsidP="00975F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5F1D" w:rsidRDefault="00975F1D" w:rsidP="00975F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bookmarkEnd w:id="0"/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5F1D" w:rsidRDefault="00975F1D" w:rsidP="00975F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975F1D" w:rsidRDefault="00975F1D" w:rsidP="00975F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№39</w:t>
      </w:r>
    </w:p>
    <w:p w:rsidR="00975F1D" w:rsidRPr="00A31AA4" w:rsidRDefault="00975F1D" w:rsidP="00975F1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75F1D" w:rsidRDefault="00975F1D" w:rsidP="00975F1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 змін до договору</w:t>
      </w:r>
    </w:p>
    <w:p w:rsidR="00975F1D" w:rsidRDefault="00975F1D" w:rsidP="00975F1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оренди земельної ділянки  </w:t>
      </w:r>
    </w:p>
    <w:p w:rsidR="00975F1D" w:rsidRPr="00A31AA4" w:rsidRDefault="00975F1D" w:rsidP="00975F1D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 23.04.2020 року</w:t>
      </w:r>
    </w:p>
    <w:p w:rsidR="00975F1D" w:rsidRPr="00A31AA4" w:rsidRDefault="00975F1D" w:rsidP="00975F1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F1D" w:rsidRPr="00A31AA4" w:rsidRDefault="00975F1D" w:rsidP="00975F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Земельного кодексу України,  Закону України «Про  землеустрій», Закону України «Про державну реєстрацію речових прав на нерухоме майно та їх обтяжень»</w:t>
      </w:r>
      <w:r>
        <w:rPr>
          <w:rFonts w:ascii="Times New Roman" w:eastAsia="Arial Unicode MS" w:hAnsi="Times New Roman"/>
          <w:color w:val="000000"/>
          <w:sz w:val="24"/>
          <w:szCs w:val="24"/>
        </w:rPr>
        <w:t>, Закону України «Про оренду землі»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клопотання  ВКП  « Явір –Інвест 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</w:t>
      </w:r>
    </w:p>
    <w:p w:rsidR="00975F1D" w:rsidRPr="00194FF3" w:rsidRDefault="00975F1D" w:rsidP="00975F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75F1D" w:rsidRPr="003D207C" w:rsidRDefault="00975F1D" w:rsidP="00975F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3D207C">
        <w:rPr>
          <w:rFonts w:ascii="Times New Roman" w:hAnsi="Times New Roman"/>
          <w:sz w:val="24"/>
          <w:szCs w:val="24"/>
        </w:rPr>
        <w:t xml:space="preserve">Внести зміни до договору оренди землі укладеного 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«23» квітня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2020 року, зареєстрованого державним реєстратором  Славутської районної  державної адміністрації Хмельницької області, право оренди  зареєстровано у Державному реєстрі речових пра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в на нерухоме майно від 23.04.2020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року між </w:t>
      </w:r>
      <w:r w:rsidRPr="00194FF3">
        <w:rPr>
          <w:rFonts w:ascii="Times New Roman" w:eastAsiaTheme="minorHAnsi" w:hAnsi="Times New Roman"/>
          <w:sz w:val="24"/>
          <w:szCs w:val="24"/>
        </w:rPr>
        <w:t>Орендодавець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sz w:val="24"/>
          <w:szCs w:val="24"/>
        </w:rPr>
        <w:t xml:space="preserve">Крупецька сільська рада  Славутського району  Хмельницької області, в особі голови Михалюка Валерія Анатолійовича, який діє на підставі регламенту з одної сторони, та </w:t>
      </w:r>
      <w:r w:rsidRPr="00194FF3">
        <w:rPr>
          <w:rFonts w:ascii="Times New Roman" w:eastAsiaTheme="minorHAnsi" w:hAnsi="Times New Roman"/>
          <w:sz w:val="24"/>
          <w:szCs w:val="24"/>
        </w:rPr>
        <w:t>Орендар</w:t>
      </w:r>
      <w:r w:rsidRPr="003D207C">
        <w:rPr>
          <w:rFonts w:ascii="Times New Roman" w:eastAsiaTheme="minorHAnsi" w:hAnsi="Times New Roman"/>
          <w:sz w:val="24"/>
          <w:szCs w:val="24"/>
        </w:rPr>
        <w:t xml:space="preserve">  Виробничо-комерційне підприємство «Явір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sz w:val="24"/>
          <w:szCs w:val="24"/>
        </w:rPr>
        <w:t>-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sz w:val="24"/>
          <w:szCs w:val="24"/>
        </w:rPr>
        <w:t>Інвест», в особі  директора  Врублевського Юрія Анатолійовича з іншої  сторони, за згодою сторін уклали цей Договір оренди землі про наступне:</w:t>
      </w:r>
    </w:p>
    <w:p w:rsidR="00975F1D" w:rsidRPr="003D207C" w:rsidRDefault="00975F1D" w:rsidP="00975F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 </w:t>
      </w:r>
      <w:r w:rsidRPr="003D207C">
        <w:rPr>
          <w:rFonts w:ascii="Times New Roman" w:eastAsiaTheme="minorHAnsi" w:hAnsi="Times New Roman"/>
          <w:sz w:val="24"/>
          <w:szCs w:val="24"/>
        </w:rPr>
        <w:t>внести зміни  до пункту 2 Договору та викласти його в наступній редакції:</w:t>
      </w:r>
    </w:p>
    <w:p w:rsidR="00975F1D" w:rsidRPr="003D207C" w:rsidRDefault="00975F1D" w:rsidP="00975F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0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</w:t>
      </w:r>
      <w:r w:rsidRPr="003D207C">
        <w:rPr>
          <w:rFonts w:ascii="Times New Roman" w:hAnsi="Times New Roman"/>
          <w:sz w:val="24"/>
          <w:szCs w:val="24"/>
        </w:rPr>
        <w:t xml:space="preserve"> оренду передаєтьс</w:t>
      </w:r>
      <w:r>
        <w:rPr>
          <w:rFonts w:ascii="Times New Roman" w:hAnsi="Times New Roman"/>
          <w:sz w:val="24"/>
          <w:szCs w:val="24"/>
        </w:rPr>
        <w:t xml:space="preserve">я земельна ділянка площею 1,0001 </w:t>
      </w:r>
      <w:r w:rsidRPr="003D207C">
        <w:rPr>
          <w:rFonts w:ascii="Times New Roman" w:hAnsi="Times New Roman"/>
          <w:sz w:val="24"/>
          <w:szCs w:val="24"/>
        </w:rPr>
        <w:t>га,  кадастро</w:t>
      </w:r>
      <w:r>
        <w:rPr>
          <w:rFonts w:ascii="Times New Roman" w:hAnsi="Times New Roman"/>
          <w:sz w:val="24"/>
          <w:szCs w:val="24"/>
        </w:rPr>
        <w:t>вий номер 6823984000:03:017:0064</w:t>
      </w:r>
      <w:r w:rsidRPr="003D207C">
        <w:rPr>
          <w:rFonts w:ascii="Times New Roman" w:hAnsi="Times New Roman"/>
          <w:sz w:val="24"/>
          <w:szCs w:val="24"/>
        </w:rPr>
        <w:t>.</w:t>
      </w:r>
    </w:p>
    <w:p w:rsidR="00975F1D" w:rsidRPr="00EE614C" w:rsidRDefault="00975F1D" w:rsidP="00975F1D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2</w:t>
      </w:r>
      <w:r w:rsidRPr="00EE614C">
        <w:rPr>
          <w:rFonts w:ascii="Times New Roman" w:eastAsia="Times New Roman" w:hAnsi="Times New Roman"/>
          <w:sz w:val="24"/>
          <w:szCs w:val="24"/>
        </w:rPr>
        <w:t>.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 xml:space="preserve"> ВКП «Явір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-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Інвест»</w:t>
      </w:r>
      <w:r w:rsidRPr="00EE614C">
        <w:rPr>
          <w:rFonts w:ascii="Times New Roman" w:eastAsia="Times New Roman" w:hAnsi="Times New Roman"/>
          <w:sz w:val="24"/>
          <w:szCs w:val="24"/>
        </w:rPr>
        <w:t xml:space="preserve"> здійснити державну реєстрацію додаткової угоди про внесення змін до договору оренди землі</w:t>
      </w:r>
      <w:r w:rsidRPr="003D207C">
        <w:rPr>
          <w:rFonts w:ascii="Times New Roman" w:eastAsia="Times New Roman" w:hAnsi="Times New Roman"/>
          <w:sz w:val="24"/>
          <w:szCs w:val="24"/>
        </w:rPr>
        <w:t>.</w:t>
      </w:r>
    </w:p>
    <w:p w:rsidR="00975F1D" w:rsidRPr="00A31AA4" w:rsidRDefault="00975F1D" w:rsidP="00975F1D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3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75F1D" w:rsidRDefault="00975F1D" w:rsidP="00975F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F1D" w:rsidRPr="00A31AA4" w:rsidRDefault="00975F1D" w:rsidP="00975F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F1D" w:rsidRDefault="00975F1D" w:rsidP="00975F1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8256B5" w:rsidRDefault="008256B5"/>
    <w:sectPr w:rsidR="008256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1D"/>
    <w:rsid w:val="00171A2E"/>
    <w:rsid w:val="00304C90"/>
    <w:rsid w:val="00505B6D"/>
    <w:rsid w:val="006D3977"/>
    <w:rsid w:val="007D6C18"/>
    <w:rsid w:val="008256B5"/>
    <w:rsid w:val="00975F1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5F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5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5F1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5F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5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5F1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309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2020-10-16T17:18:00Z</dcterms:created>
  <dcterms:modified xsi:type="dcterms:W3CDTF">2020-10-16T17:18:00Z</dcterms:modified>
</cp:coreProperties>
</file>