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BB" w:rsidRPr="00D815F3" w:rsidRDefault="00190CBB" w:rsidP="00190CB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190CBB" w:rsidRPr="001869AA" w:rsidRDefault="00190CBB" w:rsidP="00190CB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128" name="Группа 12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1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15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Q3MMA&#10;AADeAAAADwAAAGRycy9kb3ducmV2LnhtbERPyWrDMBC9F/IPYgK5NXIcaBPXijEhDT4ESrb7YI0X&#10;ao2Mpcbu31eFQm/zeOuk2WQ68aDBtZYVrJYRCOLS6pZrBbfr+/MGhPPIGjvLpOCbHGS72VOKibYj&#10;n+lx8bUIIewSVNB43ydSurIhg25pe+LAVXYw6AMcaqkHHEO46WQcRS/SYMuhocGe9g2Vn5cvo8Cu&#10;j8XpXsfn9YFfPecfm+o+nZRazKf8DYSnyf+L/9yFDvPjVbyF33fCD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YQ3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GdP8kA&#10;AADeAAAADwAAAGRycy9kb3ducmV2LnhtbESPT0sDMRDF74LfIYzgpdhsK7R127RIYf13EFqFXofN&#10;uFndTJYktms/vXMQvM0wb957v9Vm8J06UkxtYAOTcQGKuA625cbA+1t1swCVMrLFLjAZ+KEEm/Xl&#10;xQpLG068o+M+N0pMOJVowOXcl1qn2pHHNA49sdw+QvSYZY2NthFPYu47PS2KmfbYsiQ47GnrqP7a&#10;f3sDn9WrO2zn54c4utvReVS9PHbPM2Our4b7JahMQ/4X/30/Wak/ndwKgODIDHr9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+GdP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6cpcQA&#10;AADeAAAADwAAAGRycy9kb3ducmV2LnhtbESP3YrCMBCF7wXfIYzgjWhaBZGuUURUFm/EnwcYmrEp&#10;20xKE219+40geDfDOXO+M8t1ZyvxpMaXjhWkkwQEce50yYWC23U/XoDwAVlj5ZgUvMjDetXvLTHT&#10;ruUzPS+hEDGEfYYKTAh1JqXPDVn0E1cTR+3uGoshrk0hdYNtDLeVnCbJXFosORIM1rQ1lP9dHjZC&#10;TjM8He/tdX/osMXd0fBoc1ZqOOg2PyACdeFr/lz/6lh/ms5SeL8TZ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+nK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gX6MQA&#10;AADeAAAADwAAAGRycy9kb3ducmV2LnhtbERPTUsDMRC9C/6HMIK3NttVq2ybFqkKIniwFoq3YTPd&#10;XbqZhGTsrv/eCAVv83ifs1yPrlcniqnzbGA2LUAR19523BjYfb5MHkAlQbbYeyYDP5Rgvbq8WGJl&#10;/cAfdNpKo3IIpwoNtCKh0jrVLTlMUx+IM3fw0aFkGBttIw453PW6LIq5dthxbmgx0Kal+rj9dgbe&#10;h+fwdj+/O4SveFvq9GRlvxFjrq/GxwUooVH+xWf3q83zy9lN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oF+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CnScQA&#10;AADeAAAADwAAAGRycy9kb3ducmV2LnhtbESP3YrCMBCF7wXfIYzgjWiqBZGuUURUFm/EnwcYmrEp&#10;20xKE219+40geDfDOXO+M8t1ZyvxpMaXjhVMJwkI4tzpkgsFt+t+vADhA7LGyjEpeJGH9arfW2Km&#10;Xctnel5CIWII+wwVmBDqTEqfG7LoJ64mjtrdNRZDXJtC6gbbGG4rOUuSubRYciQYrGlrKP+7PGyE&#10;nFI8He/tdX/osMXd0fBoc1ZqOOg2PyACdeFr/lz/6lh/Nk1TeL8TZ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gp0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0qB8UA&#10;AADeAAAADwAAAGRycy9kb3ducmV2LnhtbERPTUsDMRC9C/0PYQRvNtu1VlmbllIVitCDVRBvw2a6&#10;u7iZhGTsrv/eFARv83ifs1yPrlcniqnzbGA2LUAR19523Bh4f3u+vgeVBNli75kM/FCC9WpyscTK&#10;+oFf6XSQRuUQThUaaEVCpXWqW3KYpj4QZ+7oo0PJMDbaRhxyuOt1WRQL7bDj3NBioG1L9dfh2xnY&#10;D0/h5W5xewyfcV7q9GjlYyvGXF2OmwdQQqP8i//cO5vnl7ObOZzfyTf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So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SdcQA&#10;AADeAAAADwAAAGRycy9kb3ducmV2LnhtbERP32vCMBB+H/g/hBvsRWaqoozOKCqEDRREN9jr0Zxt&#10;WXMpSbTdf28EYW/38f28xaq3jbiSD7VjBeNRBoK4cKbmUsH3l359AxEissHGMSn4owCr5eBpgblx&#10;HR/peoqlSCEcclRQxdjmUoaiIoth5FrixJ2dtxgT9KU0HrsUbhs5ybK5tFhzaqiwpW1Fxe/pYhVs&#10;Dl059cNi07vd+eNnprXRe63Uy3O/fgcRqY//4of706T5k/F0Bvd30g1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EknX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ZG/cMA&#10;AADeAAAADwAAAGRycy9kb3ducmV2LnhtbERP3WrCMBS+F3yHcAbeaWo3RbpGEUdhjN3o9gCH5qzp&#10;2pyUJNb69stgsLvz8f2e8jDZXozkQ+tYwXqVgSCunW65UfD5US13IEJE1tg7JgV3CnDYz2clFtrd&#10;+EzjJTYihXAoUIGJcSikDLUhi2HlBuLEfTlvMSboG6k93lK47WWeZVtpseXUYHCgk6G6u1ytguot&#10;fx+7q/aVO05Pljbme/dilFo8TMdnEJGm+C/+c7/qND9fP27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ZG/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qpmcUA&#10;AADeAAAADwAAAGRycy9kb3ducmV2LnhtbERP32vCMBB+H/g/hBv4IjNVmRvVKCqECRNkbuDr0Zxt&#10;WXMpSWa7/34RhL3dx/fzluveNuJKPtSOFUzGGQjiwpmaSwVfn/rpFUSIyAYbx6TglwKsV4OHJebG&#10;dfxB11MsRQrhkKOCKsY2lzIUFVkMY9cSJ+7ivMWYoC+l8dilcNvIaZbNpcWaU0OFLe0qKr5PP1bB&#10;9tiVMz8qtr17v7ydn7U2+qCVGj72mwWISH38F9/de5PmTyezF7i9k2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mqm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V3FMYA&#10;AADeAAAADwAAAGRycy9kb3ducmV2LnhtbESPQWvDMAyF74P9B6PBbqvTbCslrVtKS2CMXdbuB4hY&#10;i9PGcrDdNPv302Gwm8R7eu/Tejv5Xo0UUxfYwHxWgCJugu24NfB1qp+WoFJGttgHJgM/lGC7ub9b&#10;Y2XDjT9pPOZWSQinCg24nIdK69Q48phmYSAW7TtEj1nW2Gob8SbhvtdlUSy0x46lweFAe0fN5Xj1&#10;Bur38mO8XG2sw2568fTqzsuDM+bxYdqtQGWa8r/57/rNCn45fxZ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V3F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dMZ8AA&#10;AADeAAAADwAAAGRycy9kb3ducmV2LnhtbERPzYrCMBC+C75DGMGbptV10WoUEZT1aNcHGJqxLTaT&#10;2kRb394Igrf5+H5ntelMJR7UuNKygngcgSDOrC45V3D+34/mIJxH1lhZJgVPcrBZ93srTLRt+USP&#10;1OcihLBLUEHhfZ1I6bKCDLqxrYkDd7GNQR9gk0vdYBvCTSUnUfQrDZYcGgqsaVdQdk3vRsHPsz3c&#10;0tk12mtD8XFaH9lnM6WGg267BOGp81/xx/2nw/xJPF3A+51wg1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rdMZ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mAKMUA&#10;AADeAAAADwAAAGRycy9kb3ducmV2LnhtbESPQWvCQBCF7wX/wzKCt7oxiLSpq4iiFE82Vc9DdkxC&#10;s7Mhu2r8952D4G2GefPe++bL3jXqRl2oPRuYjBNQxIW3NZcGjr/b9w9QISJbbDyTgQcFWC4Gb3PM&#10;rL/zD93yWCox4ZChgSrGNtM6FBU5DGPfEsvt4juHUdau1LbDu5i7RqdJMtMOa5aECltaV1T85Vdn&#10;4Do7p0e+7O0h3zx2n5vtKuhTacxo2K++QEXq40v8/P62Uj+dTAVAcGQGv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iYAo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qVrsYA&#10;AADeAAAADwAAAGRycy9kb3ducmV2LnhtbERPS2vCQBC+F/wPywi91U2sBI2uooVC24Pi6+BtzI5J&#10;NDubZrca/323UPA2H99zJrPWVOJKjSstK4h7EQjizOqScwW77fvLEITzyBory6TgTg5m087TBFNt&#10;b7ym68bnIoSwS1FB4X2dSumyggy6nq2JA3eyjUEfYJNL3eAthJtK9qMokQZLDg0F1vRWUHbZ/BgF&#10;+9UwGa0Wn4Pz1/KIr0Z/H3SZKPXcbedjEJ5a/xD/uz90mN+PBzH8vRNu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qVr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GcTcQA&#10;AADeAAAADwAAAGRycy9kb3ducmV2LnhtbERPTWvCQBC9F/oflin01mxMRUJ0lWqpLZ40Cl6H7JiE&#10;ZmdDdpvE/vpuQfA2j/c5i9VoGtFT52rLCiZRDIK4sLrmUsHp+PGSgnAeWWNjmRRcycFq+fiwwEzb&#10;gQ/U574UIYRdhgoq79tMSldUZNBFtiUO3MV2Bn2AXSl1h0MIN41M4ngmDdYcGipsaVNR8Z3/GAW/&#10;szPu3Weyfn/Vnq7TdGt3+61Sz0/j2xyEp9HfxTf3lw7zk8k0gf93wg1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BnE3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RQeMMA&#10;AADeAAAADwAAAGRycy9kb3ducmV2LnhtbERPzWrCQBC+F3yHZQRvdWNMRaOrSFHorTX6AEN23ASz&#10;szG71din7xYK3ubj+53VpreNuFHna8cKJuMEBHHpdM1Gwem4f52D8AFZY+OYFDzIw2Y9eFlhrt2d&#10;D3QrghExhH2OCqoQ2lxKX1Zk0Y9dSxy5s+sshgg7I3WH9xhuG5kmyUxarDk2VNjSe0Xlpfi2Cq4u&#10;fdN9scPPy27xVRuTXX8OmVKjYb9dggjUh6f43/2h4/x0kk3h7514g1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RQe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Gu58QA&#10;AADeAAAADwAAAGRycy9kb3ducmV2LnhtbERPyW7CMBC9V+o/WIPErThhK6QxqEWqxJXl0ONgD0lK&#10;PE5jAylfj5Eq9TZPb5182dlaXKj1lWMF6SABQaydqbhQsN99vsxA+IBssHZMCn7Jw3Lx/JRjZtyV&#10;N3TZhkLEEPYZKihDaDIpvS7Joh+4hjhyR9daDBG2hTQtXmO4reUwSabSYsWxocSGViXp0/ZsFayr&#10;A02m+ji3sw+9+br9hNHrt1Gq3+ve30AE6sK/+M+9NnH+MB2P4fFOvE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hru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zyq8YA&#10;AADeAAAADwAAAGRycy9kb3ducmV2LnhtbERP0WrCQBB8L/gPxwp9ay6GKjZ6Si0UKlWhtujrkltz&#10;obm9kLvG+Pc9QfBtdmdnZme+7G0tOmp95VjBKElBEBdOV1wq+Pl+f5qC8AFZY+2YFFzIw3IxeJhj&#10;rt2Zv6jbh1JEE/Y5KjAhNLmUvjBk0SeuIY7cybUWQxzbUuoWz9Hc1jJL04m0WHFMMNjQm6Hid/9n&#10;FXS4u6RHs9q+rKtNke1Wh08d9+px2L/OQATqw/34pv7Q8f1s9DyG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zyq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OzRsMA&#10;AADeAAAADwAAAGRycy9kb3ducmV2LnhtbERPTUvDQBC9C/6HZQRvdtMgRWK3pRRaPGr04HHMTrOp&#10;2Zmwu23S/npXELzN433Ocj35Xp0pxE7YwHxWgCJuxHbcGvh43z08gYoJ2WIvTAYuFGG9ur1ZYmVl&#10;5Dc616lVOYRjhQZcSkOldWwceYwzGYgzd5DgMWUYWm0Djjnc97osioX22HFucDjQ1lHzXZ+8gXHf&#10;fB3Lw6d11zDIrn6VY9mLMfd30+YZVKIp/Yv/3C82zy/njwv4fSf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OzR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cGysQA&#10;AADeAAAADwAAAGRycy9kb3ducmV2LnhtbERP22oCMRB9L/QfwhT6VrMuRWU1ilcoYhFv7+Nm3N02&#10;mSybVLd/bwoF3+ZwrjOatNaIKzW+cqyg20lAEOdOV1woOB5WbwMQPiBrNI5JwS95mIyfn0aYaXfj&#10;HV33oRAxhH2GCsoQ6kxKn5dk0XdcTRy5i2sshgibQuoGbzHcGpkmSU9arDg2lFjTvKT8e/9jFay2&#10;C/OVfu6mJxnmy/7ZDNazxUap15d2OgQRqA0P8b/7Q8f5afe9D3/vxBv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nBsr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5PLMgA&#10;AADeAAAADwAAAGRycy9kb3ducmV2LnhtbESPQWvCQBCF7wX/wzIFL6Vu1LZI6ioiiAoVrAq9jtlp&#10;EszOhuwa4793DoXeZnhv3vtmOu9cpVpqQunZwHCQgCLOvC05N3A6rl4noEJEtlh5JgN3CjCf9Z6m&#10;mFp/429qDzFXEsIhRQNFjHWqdcgKchgGviYW7dc3DqOsTa5tgzcJd5UeJcmHdliyNBRY07Kg7HK4&#10;OgPt/uucb9pQby+Tl/A+Pq/XO/tjTP+5W3yCitTFf/Pf9cYK/mj4JrzyjsygZ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zk8s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6UqsUA&#10;AADeAAAADwAAAGRycy9kb3ducmV2LnhtbERPTWsCMRC9C/0PYQRvmnWxolujVEHwUlDbQ72Nm3F3&#10;cTNZk6jb/nojFHqbx/uc2aI1tbiR85VlBcNBAoI4t7riQsHX57o/AeEDssbaMin4IQ+L+Utnhpm2&#10;d97RbR8KEUPYZ6igDKHJpPR5SQb9wDbEkTtZZzBE6AqpHd5juKllmiRjabDi2FBiQ6uS8vP+ahQs&#10;p5PlZTvij9/d8UCH7+P5NXWJUr1u+/4GIlAb/sV/7o2O89PhaArPd+IN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7pSqxQAAAN4AAAAPAAAAAAAAAAAAAAAAAJgCAABkcnMv&#10;ZG93bnJldi54bWxQSwUGAAAAAAQABAD1AAAAigMAAAAA&#10;" fillcolor="black" stroked="f"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6l6skA&#10;AADeAAAADwAAAGRycy9kb3ducmV2LnhtbESPT2vDMAzF74N+B6PBbqvTQEvJ6pa122Cw7tA/hx3V&#10;WE1MYjnEXpvt00+HQW8Senrv/RarwbfqQn10gQ1Mxhko4jJYx5WB4+HtcQ4qJmSLbWAy8EMRVsvR&#10;3QILG668o8s+VUpMOBZooE6pK7SOZU0e4zh0xHI7h95jkrWvtO3xKua+1XmWzbRHx5JQY0ebmspm&#10;/+0NfH3M3HznKD9tf9evdjtt1p8vjTEP98PzE6hEQ7qJ/7/frdTPJ1MBEByZQS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s6l6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BtQ8QA&#10;AADeAAAADwAAAGRycy9kb3ducmV2LnhtbERPTWsCMRC9F/wPYQq91ewKFVmNIpWilx5qFa/DZrrZ&#10;7mayTaKu/nojCL3N433ObNHbVpzIh9qxgnyYgSAuna65UrD7/nidgAgRWWPrmBRcKMBiPniaYaHd&#10;mb/otI2VSCEcClRgYuwKKUNpyGIYuo44cT/OW4wJ+kpqj+cUbls5yrKxtFhzajDY0buhstkerQK/&#10;PKyaKx/3TXb9vIT1b/83QaPUy3O/nIKI1Md/8cO90Wn+KH/L4f5OukH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QbU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NFf8QA&#10;AADeAAAADwAAAGRycy9kb3ducmV2LnhtbERP22rCQBB9L/gPywh9KXVjQG1TVxFBKFQErR8wzU6T&#10;0N3ZkB019uvdQsG3OZzrzJe9d+pMXWwCGxiPMlDEZbANVwaOn5vnF1BRkC26wGTgShGWi8HDHAsb&#10;Lryn80EqlUI4FmigFmkLrWNZk8c4Ci1x4r5D51ES7CptO7ykcO90nmVT7bHh1FBjS+uayp/DyRtw&#10;+Zd7/ZjFrVyPepv9etk/7awxj8N+9QZKqJe7+N/9btP8fDzJ4e+ddIN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zRX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+hvsUA&#10;AADeAAAADwAAAGRycy9kb3ducmV2LnhtbERPTWsCMRC9F/ofwhR6q1m3tJTVKG1F2EsPbhWv42bc&#10;LCaTZZPq6q83gtDbPN7nTOeDs+JIfWg9KxiPMhDEtdctNwrWv8uXDxAhImu0nknBmQLMZ48PUyy0&#10;P/GKjlVsRArhUKACE2NXSBlqQw7DyHfEidv73mFMsG+k7vGUwp2VeZa9S4ctpwaDHX0bqg/Vn1Ow&#10;qDqbr0vzFbabn93OlpclbRdKPT8NnxMQkYb4L767S53m5+O3V7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76G+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OL/MQA&#10;AADeAAAADwAAAGRycy9kb3ducmV2LnhtbERPTWvCQBC9F/oflin0VncN1ZboKiINCJ5q46G3YXdM&#10;otnZkN2a9N93C4K3ebzPWa5H14or9aHxrGE6USCIjbcNVxrKr+LlHUSIyBZbz6ThlwKsV48PS8yt&#10;H/iTrodYiRTCIUcNdYxdLmUwNTkME98RJ+7ke4cxwb6StschhbtWZkrNpcOGU0ONHW1rMpfDj9Nw&#10;LuTeG4XmWB6HnX37/phTq7R+fho3CxCRxngX39w7m+Zn09kr/L+Tbp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Di/z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fdAMQA&#10;AADeAAAADwAAAGRycy9kb3ducmV2LnhtbERPTYvCMBC9L/gfwgh7W1MrLlKNooIgu+xhVcTj2Ixt&#10;aTMpSdTuv98Igrd5vM+ZLTrTiBs5X1lWMBwkIIhzqysuFBz2m48JCB+QNTaWScEfeVjMe28zzLS9&#10;8y/ddqEQMYR9hgrKENpMSp+XZNAPbEscuYt1BkOErpDa4T2Gm0amSfIpDVYcG0psaV1SXu+uRsHp&#10;+s2Xn9HX0q3C0XZ7X6fnSa3Ue79bTkEE6sJL/HRvdZyfDsdjeLwTb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n3Q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iWBcUA&#10;AADeAAAADwAAAGRycy9kb3ducmV2LnhtbERPS2sCMRC+F/ofwhS81ayLiq5G0UKhl4Kvg97Gzbi7&#10;uJmsSarb/npTELzNx/ec6bw1tbiS85VlBb1uAoI4t7riQsFu+/k+AuEDssbaMin4JQ/z2evLFDNt&#10;b7ym6yYUIoawz1BBGUKTSenzkgz6rm2II3eyzmCI0BVSO7zFcFPLNEmG0mDFsaHEhj5Kys+bH6Ng&#10;OR4tL6s+f/+tjwc67I/nQeoSpTpv7WICIlAbnuKH+0vH+WlvMIT/d+IN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qJYFxQAAAN4AAAAPAAAAAAAAAAAAAAAAAJgCAABkcnMv&#10;ZG93bnJldi54bWxQSwUGAAAAAAQABAD1AAAAigMAAAAA&#10;" fillcolor="black" stroked="f"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7RYcMA&#10;AADeAAAADwAAAGRycy9kb3ducmV2LnhtbERP30vDMBB+F/Y/hBv45tJVEK3LRhmMiU/dVHy9Nbem&#10;rLmUJGb1vzeC4Nt9fD9vtZnsIBL50DtWsFwUIIhbp3vuFLy/7e4eQYSIrHFwTAq+KcBmPbtZYaXd&#10;lQ+UjrETOYRDhQpMjGMlZWgNWQwLNxJn7uy8xZih76T2eM3hdpBlUTxIiz3nBoMjbQ21l+OXVZBO&#10;26a+T5/JHF593XnX7D9OjVK386l+BhFpiv/iP/eLzvPLcvkE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7RY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T2SMcA&#10;AADeAAAADwAAAGRycy9kb3ducmV2LnhtbESPQU/DMAyF70j8h8hI3Fi6Hibolk3TBAi4wArSdrQa&#10;r6nWOFUTurJfPx+QdrPl5/fet1iNvlUD9bEJbGA6yUARV8E2XBv4+X55eAQVE7LFNjAZ+KMIq+Xt&#10;zQILG068paFMtRITjgUacCl1hdaxcuQxTkJHLLdD6D0mWfta2x5PYu5bnWfZTHtsWBIcdrRxVB3L&#10;X28gTjfPuw9/fhr2r44/y3c3+6qdMfd343oOKtGYruL/7zcr9fM8FwDBkRn08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09kj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90CBB" w:rsidRPr="00D815F3" w:rsidRDefault="00190CBB" w:rsidP="00190C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190CBB" w:rsidRPr="001869AA" w:rsidRDefault="00190CBB" w:rsidP="00190C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90CBB" w:rsidRPr="001869AA" w:rsidRDefault="00190CBB" w:rsidP="00190C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90CBB" w:rsidRPr="001869AA" w:rsidRDefault="00190CBB" w:rsidP="00190CB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90CBB" w:rsidRPr="00D815F3" w:rsidRDefault="00190CBB" w:rsidP="00190CB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190CBB" w:rsidRPr="001869AA" w:rsidRDefault="00190CBB" w:rsidP="00190CB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190CBB" w:rsidRPr="001869AA" w:rsidRDefault="00190CBB" w:rsidP="00190CBB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190CBB" w:rsidRPr="001869AA" w:rsidRDefault="00190CBB" w:rsidP="00190CB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190CBB" w:rsidRPr="001869AA" w:rsidRDefault="00190CBB" w:rsidP="00190CB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190CBB" w:rsidRPr="001869AA" w:rsidRDefault="00190CBB" w:rsidP="00190C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0CBB" w:rsidRDefault="00190CBB" w:rsidP="00190C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18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0CBB" w:rsidRDefault="00190CBB" w:rsidP="00190C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90CBB" w:rsidRDefault="00190CBB" w:rsidP="00190CBB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190CBB" w:rsidRPr="001869AA" w:rsidRDefault="00190CBB" w:rsidP="00190CB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90CBB" w:rsidRDefault="00190CBB" w:rsidP="00190CBB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190CBB" w:rsidRPr="001869AA" w:rsidRDefault="00190CBB" w:rsidP="00190CBB">
      <w:pPr>
        <w:spacing w:after="0" w:line="240" w:lineRule="auto"/>
        <w:jc w:val="center"/>
        <w:rPr>
          <w:rFonts w:ascii="Times New Roman" w:hAnsi="Times New Roman"/>
        </w:rPr>
      </w:pPr>
    </w:p>
    <w:p w:rsidR="00190CBB" w:rsidRPr="004C78CD" w:rsidRDefault="00190CBB" w:rsidP="00190CB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190CBB" w:rsidRPr="008E2C07" w:rsidRDefault="00190CBB" w:rsidP="00190CBB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Остапчук Т.П.</w:t>
      </w:r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</w:t>
      </w:r>
      <w:proofErr w:type="spellStart"/>
      <w:r>
        <w:rPr>
          <w:rFonts w:ascii="Times New Roman" w:hAnsi="Times New Roman"/>
          <w:sz w:val="24"/>
          <w:lang w:val="ru-RU"/>
        </w:rPr>
        <w:t>Остапчук</w:t>
      </w:r>
      <w:proofErr w:type="spellEnd"/>
      <w:r>
        <w:rPr>
          <w:rFonts w:ascii="Times New Roman" w:hAnsi="Times New Roman"/>
          <w:sz w:val="24"/>
          <w:lang w:val="ru-RU"/>
        </w:rPr>
        <w:t xml:space="preserve"> Т.П.,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190CBB" w:rsidRPr="008E2C07" w:rsidRDefault="00190CBB" w:rsidP="00190CB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Остапчук Тетяні Петрівні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зареєстрована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473E76">
        <w:rPr>
          <w:rFonts w:ascii="Times New Roman" w:hAnsi="Times New Roman"/>
          <w:sz w:val="24"/>
          <w:lang w:val="en-US"/>
        </w:rPr>
        <w:t>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0,3000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8E2C07">
        <w:rPr>
          <w:rFonts w:ascii="Times New Roman" w:hAnsi="Times New Roman"/>
          <w:sz w:val="24"/>
          <w:lang w:val="ru-RU"/>
        </w:rPr>
        <w:t xml:space="preserve">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в 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Дідова</w:t>
      </w:r>
      <w:proofErr w:type="spellEnd"/>
      <w:r>
        <w:rPr>
          <w:rFonts w:ascii="Times New Roman" w:hAnsi="Times New Roman"/>
          <w:sz w:val="24"/>
          <w:lang w:val="ru-RU"/>
        </w:rPr>
        <w:t xml:space="preserve"> Гора.</w:t>
      </w:r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>. Остапчук Т.П.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190CBB" w:rsidRPr="008E2C07" w:rsidRDefault="00190CBB" w:rsidP="00190CB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190CBB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190CBB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190CBB" w:rsidRPr="008E2C07" w:rsidRDefault="00190CBB" w:rsidP="00190CB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37D4E" w:rsidRPr="00190CBB" w:rsidRDefault="00190CBB" w:rsidP="00190CB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E37D4E" w:rsidRPr="00190C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BB"/>
    <w:rsid w:val="00171A2E"/>
    <w:rsid w:val="00190CBB"/>
    <w:rsid w:val="00304C90"/>
    <w:rsid w:val="00473E76"/>
    <w:rsid w:val="00505B6D"/>
    <w:rsid w:val="006D3977"/>
    <w:rsid w:val="007D6C18"/>
    <w:rsid w:val="00D1641A"/>
    <w:rsid w:val="00E3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B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B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225</Words>
  <Characters>1285</Characters>
  <Application>Microsoft Office Word</Application>
  <DocSecurity>0</DocSecurity>
  <Lines>10</Lines>
  <Paragraphs>3</Paragraphs>
  <ScaleCrop>false</ScaleCrop>
  <Company>Microsoft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2020-11-17T16:21:00Z</dcterms:created>
  <dcterms:modified xsi:type="dcterms:W3CDTF">2020-11-18T07:08:00Z</dcterms:modified>
</cp:coreProperties>
</file>