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0A0" w:rsidRPr="00FB2913" w:rsidRDefault="00DA60A0" w:rsidP="00DA60A0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  <w:r w:rsidRPr="00FB2913">
        <w:rPr>
          <w:rFonts w:ascii="Times New Roman" w:eastAsia="Calibri" w:hAnsi="Times New Roman" w:cs="Times New Roman"/>
          <w:color w:val="FF0000"/>
          <w:lang w:val="ru-RU" w:eastAsia="en-US"/>
        </w:rPr>
        <w:t>ПРОЕКТ</w:t>
      </w:r>
    </w:p>
    <w:p w:rsidR="00DA60A0" w:rsidRPr="00FB2913" w:rsidRDefault="00DA60A0" w:rsidP="00DA60A0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693F93" wp14:editId="52B8A239">
                <wp:simplePos x="0" y="0"/>
                <wp:positionH relativeFrom="column">
                  <wp:posOffset>2708910</wp:posOffset>
                </wp:positionH>
                <wp:positionV relativeFrom="paragraph">
                  <wp:posOffset>121285</wp:posOffset>
                </wp:positionV>
                <wp:extent cx="434975" cy="703580"/>
                <wp:effectExtent l="0" t="0" r="3175" b="1270"/>
                <wp:wrapNone/>
                <wp:docPr id="11678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703580"/>
                          <a:chOff x="0" y="0"/>
                          <a:chExt cx="1142" cy="1718"/>
                        </a:xfrm>
                      </wpg:grpSpPr>
                      <wps:wsp>
                        <wps:cNvPr id="1167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A693F93" id="Группа 2508" o:spid="_x0000_s1026" style="position:absolute;margin-left:213.3pt;margin-top:9.55pt;width:34.25pt;height:55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A60A0" w:rsidRDefault="00DA60A0" w:rsidP="00DA60A0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" fillcolor="black" stroked="f"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" fillcolor="black" stroked="f"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A60A0" w:rsidRPr="00FB2913" w:rsidRDefault="00DA60A0" w:rsidP="00DA60A0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DA60A0" w:rsidRPr="00FB2913" w:rsidRDefault="00DA60A0" w:rsidP="00DA60A0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DA60A0" w:rsidRPr="00FB2913" w:rsidRDefault="00DA60A0" w:rsidP="00DA60A0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DA60A0" w:rsidRPr="00FB2913" w:rsidRDefault="00DA60A0" w:rsidP="00DA60A0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DA60A0" w:rsidRPr="00FB2913" w:rsidRDefault="00DA60A0" w:rsidP="00DA60A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</w:p>
    <w:p w:rsidR="00DA60A0" w:rsidRPr="00FB2913" w:rsidRDefault="00DA60A0" w:rsidP="00DA60A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УКРАЇНА</w:t>
      </w:r>
    </w:p>
    <w:p w:rsidR="00DA60A0" w:rsidRPr="00FB2913" w:rsidRDefault="00DA60A0" w:rsidP="00DA60A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КРУПЕЦЬКА СІЛЬСЬКА РАДА</w:t>
      </w:r>
    </w:p>
    <w:p w:rsidR="00DA60A0" w:rsidRPr="00FB2913" w:rsidRDefault="00DA60A0" w:rsidP="00DA60A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СЛАВУТСЬКОГО РАЙОНУ</w:t>
      </w:r>
    </w:p>
    <w:p w:rsidR="00DA60A0" w:rsidRPr="00FB2913" w:rsidRDefault="00DA60A0" w:rsidP="00DA60A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ХМЕЛЬНИЦЬКОЇ ОБЛАСТІ</w:t>
      </w:r>
    </w:p>
    <w:p w:rsidR="00DA60A0" w:rsidRPr="00FB2913" w:rsidRDefault="00DA60A0" w:rsidP="00DA60A0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0344AEA" wp14:editId="412A9D3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2446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2447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4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5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6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7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8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49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0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1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2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3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4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5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6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7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8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59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0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1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2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5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6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7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8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9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0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2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3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0A0" w:rsidRDefault="00DA60A0" w:rsidP="00DA60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0344AEA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" fillcolor="black" stroked="f"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" fillcolor="black" stroked="f"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A60A0" w:rsidRDefault="00DA60A0" w:rsidP="00DA60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A60A0" w:rsidRPr="00FB2913" w:rsidRDefault="00DA60A0" w:rsidP="00DA60A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РІШЕННЯ</w:t>
      </w:r>
    </w:p>
    <w:p w:rsidR="00DA60A0" w:rsidRPr="00FB2913" w:rsidRDefault="00DA60A0" w:rsidP="00DA60A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DA60A0" w:rsidRPr="00FB2913" w:rsidRDefault="00DA60A0" w:rsidP="00DA60A0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DA60A0" w:rsidRPr="00FB2913" w:rsidRDefault="00DA60A0" w:rsidP="00DA60A0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DA60A0" w:rsidRPr="00FB2913" w:rsidRDefault="00DA60A0" w:rsidP="00DA60A0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30.06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. 2021р.                                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Крупець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                        №_____</w:t>
      </w:r>
    </w:p>
    <w:p w:rsidR="00DA60A0" w:rsidRPr="00FB2913" w:rsidRDefault="00DA60A0" w:rsidP="00DA60A0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DA60A0" w:rsidRPr="00FB2913" w:rsidRDefault="00DA60A0" w:rsidP="00DA60A0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DA60A0" w:rsidRPr="00FB2913" w:rsidRDefault="00DA60A0" w:rsidP="00DA60A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A60A0" w:rsidRPr="00FB2913" w:rsidRDefault="00DA60A0" w:rsidP="00DA60A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A60A0" w:rsidRPr="00FB2913" w:rsidRDefault="00DA60A0" w:rsidP="00DA60A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DA60A0" w:rsidRPr="00FB2913" w:rsidRDefault="00DA60A0" w:rsidP="00DA60A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DA60A0" w:rsidRPr="00FB2913" w:rsidRDefault="00DA60A0" w:rsidP="00DA60A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Лебідь Н.Г.</w:t>
      </w:r>
    </w:p>
    <w:p w:rsidR="00DA60A0" w:rsidRPr="00FB2913" w:rsidRDefault="00DA60A0" w:rsidP="00DA60A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DA60A0" w:rsidRPr="00FB2913" w:rsidRDefault="00DA60A0" w:rsidP="00DA60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Лебідь Н.Г.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DA60A0" w:rsidRPr="00FB2913" w:rsidRDefault="00DA60A0" w:rsidP="00DA60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DA60A0" w:rsidRPr="00FB2913" w:rsidRDefault="00DA60A0" w:rsidP="00DA60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DA60A0" w:rsidRPr="00FB2913" w:rsidRDefault="00DA60A0" w:rsidP="00DA60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Лебідь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Надії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Григорівні</w:t>
      </w:r>
      <w:proofErr w:type="spellEnd"/>
      <w:r w:rsidRPr="00FB2913">
        <w:rPr>
          <w:rFonts w:ascii="Times New Roman" w:eastAsia="Calibri" w:hAnsi="Times New Roman" w:cs="Times New Roman"/>
          <w:sz w:val="24"/>
          <w:lang w:eastAsia="en-US"/>
        </w:rPr>
        <w:t>, яка зар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32008A">
        <w:rPr>
          <w:rFonts w:ascii="Times New Roman" w:eastAsia="Calibri" w:hAnsi="Times New Roman" w:cs="Times New Roman"/>
          <w:sz w:val="24"/>
          <w:lang w:eastAsia="en-US"/>
        </w:rPr>
        <w:t>____________</w:t>
      </w:r>
      <w:bookmarkStart w:id="0" w:name="_GoBack"/>
      <w:bookmarkEnd w:id="0"/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gramStart"/>
      <w:r w:rsidRPr="00FB2913">
        <w:rPr>
          <w:rFonts w:ascii="Times New Roman" w:eastAsia="Calibri" w:hAnsi="Times New Roman" w:cs="Times New Roman"/>
          <w:sz w:val="24"/>
          <w:lang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sz w:val="24"/>
          <w:lang w:eastAsia="en-US"/>
        </w:rPr>
        <w:t>ічної документації із землеустрою щодо встановлення (відновлення) меж земельної ділянки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в натурі (на місцевості), 2,6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>2 в умовних кадастрових гектарах,  для ведення товарного сільськогосподарського виробництва,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сертифікат на право на земельну частку (пай) серія ХМ №0102420,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на території </w:t>
      </w:r>
      <w:proofErr w:type="spellStart"/>
      <w:r w:rsidRPr="00FB2913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(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Лисиченська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рада)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DA60A0" w:rsidRPr="00FB2913" w:rsidRDefault="00DA60A0" w:rsidP="00DA60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r>
        <w:rPr>
          <w:rFonts w:ascii="Times New Roman" w:eastAsia="Calibri" w:hAnsi="Times New Roman" w:cs="Times New Roman"/>
          <w:sz w:val="24"/>
          <w:lang w:eastAsia="en-US"/>
        </w:rPr>
        <w:t>Лебідь Н.Г.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DA60A0" w:rsidRPr="00FB2913" w:rsidRDefault="00DA60A0" w:rsidP="00DA60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DA60A0" w:rsidRPr="00FB2913" w:rsidRDefault="00DA60A0" w:rsidP="00DA60A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A60A0" w:rsidRPr="00FB2913" w:rsidRDefault="00DA60A0" w:rsidP="00DA60A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A60A0" w:rsidRPr="00FB2913" w:rsidRDefault="00DA60A0" w:rsidP="00DA60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A60A0" w:rsidRPr="00FB2913" w:rsidRDefault="00DA60A0" w:rsidP="00DA60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A60A0" w:rsidRPr="00FB2913" w:rsidRDefault="00DA60A0" w:rsidP="00DA60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A60A0" w:rsidRDefault="00DA60A0" w:rsidP="00DA60A0">
      <w:pPr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lastRenderedPageBreak/>
        <w:t xml:space="preserve">Сільський  голова                                                                                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eastAsia="en-US"/>
        </w:rPr>
        <w:t>В.А.Михалюк</w:t>
      </w:r>
      <w:proofErr w:type="spellEnd"/>
    </w:p>
    <w:p w:rsidR="004F74B8" w:rsidRDefault="004F74B8"/>
    <w:sectPr w:rsidR="004F74B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0A0"/>
    <w:rsid w:val="0032008A"/>
    <w:rsid w:val="004F74B8"/>
    <w:rsid w:val="00DA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0A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0A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272</Words>
  <Characters>1551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2021-06-22T07:32:00Z</dcterms:created>
  <dcterms:modified xsi:type="dcterms:W3CDTF">2021-06-22T12:51:00Z</dcterms:modified>
</cp:coreProperties>
</file>