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AC7" w:rsidRDefault="007E3656" w:rsidP="00415A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15AC7" w:rsidRDefault="00415AC7" w:rsidP="00415AC7"/>
    <w:p w:rsidR="00415AC7" w:rsidRDefault="00415AC7" w:rsidP="00415AC7"/>
    <w:p w:rsidR="00415AC7" w:rsidRDefault="00415AC7" w:rsidP="00415A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5AC7" w:rsidRDefault="00415AC7" w:rsidP="00415A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5AC7" w:rsidRDefault="00415AC7" w:rsidP="00415A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5AC7" w:rsidRDefault="00415AC7" w:rsidP="00415A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5AC7" w:rsidRDefault="00415AC7" w:rsidP="00415A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AC7" w:rsidRDefault="00415AC7" w:rsidP="00415A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5AC7" w:rsidRDefault="00415AC7" w:rsidP="00415A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5AC7" w:rsidRDefault="00415AC7" w:rsidP="00415A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15AC7" w:rsidRPr="000E2935" w:rsidRDefault="00415AC7" w:rsidP="00415AC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18</w:t>
      </w:r>
    </w:p>
    <w:p w:rsidR="00415AC7" w:rsidRPr="004A1A91" w:rsidRDefault="00415AC7" w:rsidP="00415AC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91">
        <w:rPr>
          <w:rFonts w:ascii="Times New Roman" w:hAnsi="Times New Roman" w:cs="Times New Roman"/>
          <w:b/>
          <w:sz w:val="24"/>
          <w:szCs w:val="24"/>
        </w:rPr>
        <w:t>Про розгляд заяви Поліщука  О.С.</w:t>
      </w:r>
    </w:p>
    <w:p w:rsidR="00415AC7" w:rsidRPr="004A1A91" w:rsidRDefault="00415AC7" w:rsidP="00415AC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ст.141</w:t>
      </w:r>
      <w:r w:rsidRPr="004A1A9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розглянувши заяву  Поліщука О.С., сільська   рада     </w:t>
      </w: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>ВИРІШИЛА:</w:t>
      </w: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Поліщука Олександра Сергійовича, який зареєстрований за адресою: </w:t>
      </w:r>
      <w:r w:rsidR="007E3656" w:rsidRPr="007E3656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bookmarkStart w:id="0" w:name="_GoBack"/>
      <w:bookmarkEnd w:id="0"/>
      <w:r w:rsidRPr="004A1A91"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0,20 га, яка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A91">
        <w:rPr>
          <w:rFonts w:ascii="Times New Roman" w:hAnsi="Times New Roman" w:cs="Times New Roman"/>
          <w:sz w:val="24"/>
          <w:szCs w:val="24"/>
        </w:rPr>
        <w:t>Крупець.</w:t>
      </w: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AC7" w:rsidRPr="004A1A91" w:rsidRDefault="00415AC7" w:rsidP="00415AC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В.М.Мазур</w:t>
      </w:r>
    </w:p>
    <w:p w:rsidR="00415AC7" w:rsidRPr="004A1A91" w:rsidRDefault="00415AC7" w:rsidP="00415AC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B047B" w:rsidRDefault="009B047B"/>
    <w:sectPr w:rsidR="009B047B" w:rsidSect="009B0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5AC7"/>
    <w:rsid w:val="00171A2E"/>
    <w:rsid w:val="00304C90"/>
    <w:rsid w:val="00415AC7"/>
    <w:rsid w:val="00505B6D"/>
    <w:rsid w:val="006D3977"/>
    <w:rsid w:val="007D6C18"/>
    <w:rsid w:val="007E3656"/>
    <w:rsid w:val="009B047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C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2020-03-16T12:36:00Z</dcterms:created>
  <dcterms:modified xsi:type="dcterms:W3CDTF">2020-03-17T06:20:00Z</dcterms:modified>
</cp:coreProperties>
</file>