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AE4" w:rsidRPr="008D31FA" w:rsidRDefault="00BA3AE4" w:rsidP="00BA3AE4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3AE4" w:rsidRDefault="00BA3AE4" w:rsidP="00BA3A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3AE4" w:rsidRDefault="00BA3AE4" w:rsidP="00BA3A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A3AE4" w:rsidRPr="000A4F3E" w:rsidRDefault="00BA3AE4" w:rsidP="00BA3AE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A3AE4" w:rsidRPr="000A4F3E" w:rsidRDefault="00BA3AE4" w:rsidP="00BA3AE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A3AE4" w:rsidRPr="000A4F3E" w:rsidRDefault="00BA3AE4" w:rsidP="00BA3AE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3AE4" w:rsidRPr="000E440C" w:rsidRDefault="00BA3AE4" w:rsidP="00BA3AE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№64</w:t>
      </w:r>
    </w:p>
    <w:p w:rsidR="00BA3AE4" w:rsidRPr="001869AA" w:rsidRDefault="00BA3AE4" w:rsidP="00BA3AE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3AE4" w:rsidRPr="001869AA" w:rsidRDefault="00BA3AE4" w:rsidP="00BA3AE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BA3AE4" w:rsidRPr="001869AA" w:rsidRDefault="00BA3AE4" w:rsidP="00BA3AE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BA3AE4" w:rsidRPr="001869AA" w:rsidRDefault="00BA3AE4" w:rsidP="00BA3AE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BA3AE4" w:rsidRPr="001869AA" w:rsidRDefault="00BA3AE4" w:rsidP="00BA3AE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Вітрук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Л.В.</w:t>
      </w:r>
    </w:p>
    <w:p w:rsidR="00BA3AE4" w:rsidRPr="001869AA" w:rsidRDefault="00BA3AE4" w:rsidP="00BA3AE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3AE4" w:rsidRDefault="00BA3AE4" w:rsidP="00BA3AE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Л.В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BA3AE4" w:rsidRPr="001869AA" w:rsidRDefault="00BA3AE4" w:rsidP="00BA3AE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A3AE4" w:rsidRDefault="00BA3AE4" w:rsidP="00BA3AE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Вітрук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Любові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 w:rsidRPr="001869AA">
        <w:rPr>
          <w:rFonts w:ascii="Times New Roman" w:hAnsi="Times New Roman"/>
          <w:sz w:val="24"/>
        </w:rPr>
        <w:t xml:space="preserve"> за </w:t>
      </w:r>
      <w:proofErr w:type="spellStart"/>
      <w:r w:rsidRPr="001869AA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729EE">
        <w:rPr>
          <w:rFonts w:ascii="Times New Roman" w:hAnsi="Times New Roman"/>
          <w:sz w:val="24"/>
          <w:lang w:val="en-US"/>
        </w:rPr>
        <w:t>________________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7729E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</w:t>
      </w:r>
      <w:r>
        <w:rPr>
          <w:rFonts w:ascii="Times New Roman" w:eastAsia="Arial Unicode MS" w:hAnsi="Times New Roman"/>
          <w:color w:val="000000"/>
          <w:sz w:val="24"/>
          <w:szCs w:val="24"/>
        </w:rPr>
        <w:t>риватну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0,2559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га,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адастровий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6823984700:01:003:0040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для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ь,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.Л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исиче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BA3AE4" w:rsidRPr="001869AA" w:rsidRDefault="00BA3AE4" w:rsidP="00BA3AE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Вітрук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Л.В.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BA3AE4" w:rsidRPr="001869AA" w:rsidRDefault="00BA3AE4" w:rsidP="00BA3AE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A3AE4" w:rsidRPr="001869AA" w:rsidRDefault="00BA3AE4" w:rsidP="00BA3AE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A3AE4" w:rsidRPr="001869AA" w:rsidRDefault="00BA3AE4" w:rsidP="00BA3A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3AE4" w:rsidRPr="001869AA" w:rsidRDefault="00BA3AE4" w:rsidP="00BA3A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3AE4" w:rsidRPr="001869AA" w:rsidRDefault="00BA3AE4" w:rsidP="00BA3A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A3AE4" w:rsidRPr="001869AA" w:rsidRDefault="00BA3AE4" w:rsidP="00BA3AE4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голова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p w:rsidR="00485BA9" w:rsidRDefault="00485BA9"/>
    <w:sectPr w:rsidR="00485B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AE4"/>
    <w:rsid w:val="00171A2E"/>
    <w:rsid w:val="00304C90"/>
    <w:rsid w:val="00485BA9"/>
    <w:rsid w:val="00505B6D"/>
    <w:rsid w:val="006D3977"/>
    <w:rsid w:val="007729EE"/>
    <w:rsid w:val="007D6C18"/>
    <w:rsid w:val="00BA3AE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A3AE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A3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A3AE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A3AE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A3A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A3AE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252</Words>
  <Characters>1440</Characters>
  <Application>Microsoft Office Word</Application>
  <DocSecurity>0</DocSecurity>
  <Lines>12</Lines>
  <Paragraphs>3</Paragraphs>
  <ScaleCrop>false</ScaleCrop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2020-09-01T14:18:00Z</dcterms:created>
  <dcterms:modified xsi:type="dcterms:W3CDTF">2020-09-01T15:45:00Z</dcterms:modified>
</cp:coreProperties>
</file>