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5C" w:rsidRPr="004544F5" w:rsidRDefault="00FE555C" w:rsidP="00FE555C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4AC119" wp14:editId="2ADE8A5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4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55C" w:rsidRDefault="00FE555C" w:rsidP="00FE5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Nao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43XYxNTLwiMrpKYW1AsjQxN4PN3dXr27vbujThaPDx/ff3/3cPj5goA4/D88io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OfnwBqksA3/AYkUQGk488MZVLBN/zh3q/KFcwDtjg1Dq3gG6tc&#10;yCGYCUbsAAqbu5JRgwOxsSY+OolSbNRZqKOCb3iooiMZrCQ636h3uykyfQBXugq+QS1YI7YP3X2S&#10;bFr4O4VWsRR2S3QVfANf8FWGdHJOsgGYlyRD3K1Wugq+UciQ3NNJhhV8I19edIFIoqngG+FId6TM&#10;mySVCr6RDHoF36jgG9m3iWIraZtU8I3c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Vza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BT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o&#10;nqCExmfVE+G0WssnuBVVLZ84OxbJHfCVZqkYedkJ3RdTEkg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gkz8s9/Jmglnu8OfvN&#10;+cGJ5QZ5ylAt98jyTGq5xzdhYki5oLXc42MCG6nlHqssarlHhKCh81tKXqvlHmiRimN8Ekgt90A6&#10;Dz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h6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Ck&#10;IsNaoXcAAEBZBAAOAAAAAAAAAAAAAAAAAC4CAABkcnMvZTJvRG9jLnhtbFBLAQItABQABgAIAAAA&#10;IQCyHUyb4AAAAAoBAAAPAAAAAAAAAAAAAAAAAPt5AABkcnMvZG93bnJldi54bWxQSwUGAAAAAAQA&#10;BADzAAAAC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TH8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1gHH/H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FEx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pPZckA&#10;AADdAAAADwAAAGRycy9kb3ducmV2LnhtbESPW2sCMRSE3wv9D+EUfBHN1lq1q1GKsL09CF6gr4fN&#10;cbPt5mRJUt3665tCoY/DzHzDLFadbcSJfKgdK7gdZiCIS6drrhQc9sVgBiJEZI2NY1LwTQFWy+ur&#10;BebanXlLp12sRIJwyFGBibHNpQylIYth6Fri5B2dtxiT9JXUHs8Jbhs5yrKJtFhzWjDY0tpQ+bn7&#10;sgo+io15X08vT77/sKVLv3h7bl4nSvVuusc5iEhd/A//tV+0gvu78Rh+36Qn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XpPZ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6Ig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rNLl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oi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DV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fD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zbc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RY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z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Tyv8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yb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U8r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3W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MZsv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Y91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SX8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eZ72pz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Dkl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tgc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yCf5V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dt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ps8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2geC1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dqb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WDsMA&#10;AADdAAAADwAAAGRycy9kb3ducmV2LnhtbESP0WqDQBRE3wv5h+UG+tas1lqKySqhYGgea/sBF/dG&#10;RfeucTdq/r5bKPRxmJkzzKFYzSBmmlxnWUG8i0AQ11Z33Cj4/iqf3kA4j6xxsEwK7uSgyDcPB8y0&#10;XfiT5so3IkDYZaig9X7MpHR1Swbdzo7EwbvYyaAPcmqknnAJcDPI5yh6lQY7DgstjvTeUt1XN6Pg&#10;5b6crlXaR6U2FJ+T8cy+TpV63K7HPQhPq/8P/7U/tII0SR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QW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XZsYA&#10;AADdAAAADwAAAGRycy9kb3ducmV2LnhtbESPT2vCQBTE7wW/w/IKvdVNbRWNriKGlNKTxj/nR/aZ&#10;BLNvQ3Y1ybfvFgo9DjPzG2a16U0tHtS6yrKCt3EEgji3uuJCwemYvs5BOI+ssbZMCgZysFmPnlYY&#10;a9vxgR6ZL0SAsItRQel9E0vp8pIMurFtiIN3ta1BH2RbSN1iF+CmlpMomkmDFYeFEhvalZTfsrtR&#10;cJ9dJie+fut9lgyfiyTdOnkulHp57rdLEJ56/x/+a39pBdP36Qf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+XZ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N+sgA&#10;AADdAAAADwAAAGRycy9kb3ducmV2LnhtbESPQWvCQBSE7wX/w/KE3uqmaoKNrmILheqhotaDt2f2&#10;NYlm38bsqum/dwuFHoeZ+YaZzFpTiSs1rrSs4LkXgSDOrC45V/C1fX8agXAeWWNlmRT8kIPZtPMw&#10;wVTbG6/puvG5CBB2KSoovK9TKV1WkEHXszVx8L5tY9AH2eRSN3gLcFPJfhQl0mDJYaHAmt4Kyk6b&#10;i1GwW42Sl9XrYnhcfh5wYPR5r8tEqcduOx+D8NT6//Bf+0MriAdxDL9vwhO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wE3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RfsYA&#10;AADdAAAADwAAAGRycy9kb3ducmV2LnhtbESPQWvCQBSE7wX/w/KE3upGbUKIrtIqtcVTagu9PrLP&#10;JJh9G7JbTfrrXaHgcZiZb5jlujeNOFPnassKppMIBHFhdc2lgu+vt6cUhPPIGhvLpGAgB+vV6GGJ&#10;mbYX/qTzwZciQNhlqKDyvs2kdEVFBt3EtsTBO9rOoA+yK6Xu8BLgppGzKEqkwZrDQoUtbSoqTodf&#10;o+Av+cHcvc9et3PtaXhOd3af75R6HPcvCxCeen8P/7c/tIJ4Hid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oR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7nXcYA&#10;AADdAAAADwAAAGRycy9kb3ducmV2LnhtbESPwW7CMBBE70j8g7VIvRUHStoSYhCqqNQbJe0HrOLF&#10;iRKvQ2wg7dfXSJU4jmbmjSbfDLYVF+p97VjBbJqAIC6drtko+P56f3wF4QOyxtYxKfghD5v1eJRj&#10;pt2VD3QpghERwj5DBVUIXSalLyuy6KeuI47e0fUWQ5S9kbrHa4TbVs6T5FlarDkuVNjRW0VlU5yt&#10;gpObp3oodrhvdsvP2pjF6fewUOphMmxXIAIN4R7+b39oBelT+gK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7n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D5R8IA&#10;AADdAAAADwAAAGRycy9kb3ducmV2LnhtbERPPW/CMBDdkfofrKvUrTgFhULAQbQSUlagQ8erfSRp&#10;43Mau0ng1+OhEuPT+95sR9uInjpfO1bwMk1AEGtnai4VfJz2z0sQPiAbbByTggt52OYPkw1mxg18&#10;oP4YShFD2GeooAqhzaT0uiKLfupa4sidXWcxRNiV0nQ4xHDbyFmSLKTFmmNDhS29V6R/jn9WQVF/&#10;UbrQ55VdvunD5/U3zF+/jVJPj+NuDSLQGO7if3dhFKTzNM6Nb+IT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l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vKMIA&#10;AADdAAAADwAAAGRycy9kb3ducmV2LnhtbERPXWvCMBR9F/Yfwh34pukUZXZGUUFQpsLc0NdLc9eU&#10;NTelibX++0UQfDzfnOm8taVoqPaFYwVv/QQEceZ0wbmCn+917x2ED8gaS8ek4EYe5rOXzhRT7a78&#10;Rc0x5CKWsE9RgQmhSqX0mSGLvu8q4qj9utpiiLDOpa7xGsttKQdJMpYWC44LBitaGcr+jheroMHD&#10;LTmb5X6yLXbZ4LA8ferIq+5ru/gAEagNT/MjvdEKRsPRBO5v4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a8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yaM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h/t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HJ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+RVMcA&#10;AADdAAAADwAAAGRycy9kb3ducmV2LnhtbESPW2sCMRSE3wv9D+EUfKtZLVrZGsV6ARFL8dL34+a4&#10;u5qcLJtU13/fCEIfh5n5hhmOG2vEhWpfOlbQaScgiDOnS84V7HeL1wEIH5A1Gsek4EYexqPnpyGm&#10;2l15Q5dtyEWEsE9RQRFClUrps4Is+rariKN3dLXFEGWdS13jNcKtkd0k6UuLJceFAiuaFpSdt79W&#10;weJ7Zk7dr83kR4bp/P1gBqvP2Vqp1ksz+QARqAn/4Ud7qRX03vod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PkV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CmsYA&#10;AADdAAAADwAAAGRycy9kb3ducmV2LnhtbESP3YrCMBSE7xd8h3AEbxZNV7FINYoIiwor+AfeHptj&#10;W2xOShNrffuNsLCXw8x8w8wWrSlFQ7UrLCv4GkQgiFOrC84UnE/f/QkI55E1lpZJwYscLOadjxkm&#10;2j75QM3RZyJA2CWoIPe+SqR0aU4G3cBWxMG72dqgD7LOpK7xGeCmlMMoiqXBgsNCjhWtckrvx4dR&#10;0Ox/rtmmcdX2Pvl049F1vd7pi1K9brucgvDU+v/wX3ujFYxH8RDeb8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rCm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byM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NBwP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XG8jHAAAA3QAAAA8AAAAAAAAAAAAAAAAAmAIAAGRy&#10;cy9kb3ducmV2LnhtbFBLBQYAAAAABAAEAPUAAACMAwAAAAA=&#10;" fillcolor="black" stroked="f"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AssgA&#10;AADdAAAADwAAAGRycy9kb3ducmV2LnhtbESPT2vCQBTE7wW/w/KE3uqmVoOkrqK2hUL14J+Dx9fs&#10;a7Ik+zZktxr76buC4HGYmd8w03lna3Gi1hvHCp4HCQji3GnDhYLD/uNpAsIHZI21Y1JwIQ/zWe9h&#10;ipl2Z97SaRcKESHsM1RQhtBkUvq8JIt+4Bri6P241mKIsi2kbvEc4baWwyRJpUXDcaHEhlYl5dXu&#10;1yo4fqVmsjU0/F7/Ld/1elwtN2+VUo/9bvEKIlAX7uFb+1MrGL+k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F0Cy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nMYA&#10;AADdAAAADwAAAGRycy9kb3ducmV2LnhtbESPT2sCMRTE7wW/Q3hCb5q1osjWKGIp9tKD/+j1sXnd&#10;bHfzsk2irn76RhB6HGbmN8x82dlGnMmHyrGC0TADQVw4XXGp4LB/H8xAhIissXFMCq4UYLnoPc0x&#10;1+7CWzrvYikShEOOCkyMbS5lKAxZDEPXEifv23mLMUlfSu3xkuC2kS9ZNpUWK04LBltaGyrq3ckq&#10;8Kuvt/rGp2Od3T6vYfPT/c7QKPXc71avICJ18T/8aH9oBZPx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7bn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gWcYA&#10;AADdAAAADwAAAGRycy9kb3ducmV2LnhtbESPUWvCQBCE3wv+h2OFvhS9aGnU1FOkUChUClp/wJpb&#10;k9C7vZDbauyv7xUKPg4z8w2zXPfeqTN1sQlsYDLOQBGXwTZcGTh8vo7moKIgW3SBycCVIqxXg7sl&#10;FjZceEfnvVQqQTgWaKAWaQutY1mTxzgOLXHyTqHzKEl2lbYdXhLcOz3Nslx7bDgt1NjSS03l1/7b&#10;G3DTo1u8z+JWrge9zX687B4+rDH3w37zDEqol1v4v/1mDTw95jn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jg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hKhsYA&#10;AADdAAAADwAAAGRycy9kb3ducmV2LnhtbESPQWsCMRSE70L/Q3iF3jSrRSurUdqKsJceulW8PjfP&#10;zWLysmxSXfvrm0LB4zAz3zDLde+suFAXGs8KxqMMBHHldcO1gt3XdjgHESKyRuuZFNwowHr1MFhi&#10;rv2VP+lSxlokCIccFZgY21zKUBlyGEa+JU7eyXcOY5JdLXWH1wR3Vk6ybCYdNpwWDLb0bqg6l99O&#10;waZs7WRXmLdw2H8cj7b42dJho9TTY/+6ABGpj/fwf7vQCqbPsx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hK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RRcIA&#10;AADdAAAADwAAAGRycy9kb3ducmV2LnhtbERPz2vCMBS+C/sfwhvspskmq6MzljFWEDyp9eDtkby1&#10;3ZqX0kTb/ffmMPD48f1eF5PrxJWG0HrW8LxQIIiNty3XGqpjOX8DESKyxc4zafijAMXmYbbG3PqR&#10;93Q9xFqkEA45amhi7HMpg2nIYVj4njhx335wGBMcamkHHFO46+SLUpl02HJqaLCnz4bM7+HiNPyU&#10;cueNQnOqTuPWrs5fGXVK66fH6eMdRKQp3sX/7q3V8LrM0tz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JFF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W8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K3yfQd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llv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TYs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Q/ezF/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cE2LEAAAA3QAAAA8AAAAAAAAAAAAAAAAAmAIAAGRycy9k&#10;b3ducmV2LnhtbFBLBQYAAAAABAAEAPUAAACJAwAAAAA=&#10;" fillcolor="black" stroked="f"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xM+MUA&#10;AADdAAAADwAAAGRycy9kb3ducmV2LnhtbESPQUsDMRSE74L/ITyhN5utRVvWpmUpSMXTtlV6fd08&#10;N4ublyWJ6frvjSD0OMzMN8xqM9peJPKhc6xgNi1AEDdOd9wqeD++3C9BhIissXdMCn4owGZ9e7PC&#10;UrsL7ykdYisyhEOJCkyMQyllaAxZDFM3EGfv03mLMUvfSu3xkuG2lw9F8SQtdpwXDA60NdR8Hb6t&#10;gnTe1tU8nZLZv/mq9a7efZxrpSZ3Y/UMItIYr+H/9qtW8Dhfz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Ez4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yfccA&#10;AADdAAAADwAAAGRycy9kb3ducmV2LnhtbESPQWvCQBSE74X+h+UVejMbLdU2dRURLdWLNhXs8ZF9&#10;zYZm34bsGtP++q4g9DjMzDfMdN7bWnTU+sqxgmGSgiAunK64VHD4WA+eQPiArLF2TAp+yMN8dnsz&#10;xUy7M79Tl4dSRAj7DBWYEJpMSl8YsugT1xBH78u1FkOUbSl1i+cIt7UcpelYWqw4LhhsaGmo+M5P&#10;VoEfLlfHrf197j5fDe/yjRnvS6PU/V2/eAERqA//4Wv7TSt4fJiM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5Mn3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555C" w:rsidRDefault="00FE555C" w:rsidP="00FE5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555C" w:rsidRDefault="00FE555C" w:rsidP="00FE55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555C" w:rsidRDefault="00FE555C" w:rsidP="00FE55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555C" w:rsidRPr="00B15ABE" w:rsidRDefault="00FE555C" w:rsidP="00FE55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№15</w:t>
      </w:r>
    </w:p>
    <w:p w:rsidR="00FE555C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E555C" w:rsidRPr="00EA5D11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FE555C" w:rsidRPr="00EA5D11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FE555C" w:rsidRPr="00EA5D11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555C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 122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номер 04405030, 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т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 (16.00),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0,1512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6823984000:01:019:0016;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0,2100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6823984000:01:019:0017;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33,0642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6823984000:01:019:0018,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за межами   с.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555C" w:rsidRPr="00EA5D11" w:rsidRDefault="00FE555C" w:rsidP="00FE555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451D4C" w:rsidRDefault="00451D4C">
      <w:bookmarkStart w:id="0" w:name="_GoBack"/>
      <w:bookmarkEnd w:id="0"/>
    </w:p>
    <w:sectPr w:rsidR="00451D4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D6" w:rsidRDefault="008455D6">
      <w:pPr>
        <w:spacing w:after="0" w:line="240" w:lineRule="auto"/>
      </w:pPr>
      <w:r>
        <w:separator/>
      </w:r>
    </w:p>
  </w:endnote>
  <w:endnote w:type="continuationSeparator" w:id="0">
    <w:p w:rsidR="008455D6" w:rsidRDefault="0084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D6" w:rsidRDefault="008455D6">
      <w:pPr>
        <w:spacing w:after="0" w:line="240" w:lineRule="auto"/>
      </w:pPr>
      <w:r>
        <w:separator/>
      </w:r>
    </w:p>
  </w:footnote>
  <w:footnote w:type="continuationSeparator" w:id="0">
    <w:p w:rsidR="008455D6" w:rsidRDefault="00845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5C"/>
    <w:rsid w:val="00451D4C"/>
    <w:rsid w:val="008455D6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5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E55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E555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555C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5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E55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E555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555C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2021-01-31T13:11:00Z</dcterms:created>
  <dcterms:modified xsi:type="dcterms:W3CDTF">2021-01-31T13:11:00Z</dcterms:modified>
</cp:coreProperties>
</file>