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7289" w:rsidRPr="004102D1" w:rsidRDefault="00197289" w:rsidP="00197289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7289" w:rsidRDefault="00197289" w:rsidP="001972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7289" w:rsidRDefault="00197289" w:rsidP="001972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97289" w:rsidRPr="000A4F3E" w:rsidRDefault="00197289" w:rsidP="00197289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7289" w:rsidRPr="000A4F3E" w:rsidRDefault="00197289" w:rsidP="00197289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97289" w:rsidRPr="000A4F3E" w:rsidRDefault="00197289" w:rsidP="0019728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7289" w:rsidRDefault="00197289" w:rsidP="0019728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197289" w:rsidRDefault="00197289" w:rsidP="0019728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7289" w:rsidRPr="00CA5B65" w:rsidRDefault="00197289" w:rsidP="0019728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197289" w:rsidRPr="00CA5B65" w:rsidRDefault="00197289" w:rsidP="00197289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197289" w:rsidRPr="00CA5B65" w:rsidRDefault="00197289" w:rsidP="00197289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197289" w:rsidRPr="00CA5B65" w:rsidRDefault="00197289" w:rsidP="00197289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Красномовець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Н.В.</w:t>
      </w:r>
    </w:p>
    <w:p w:rsidR="00197289" w:rsidRPr="00CA5B65" w:rsidRDefault="00197289" w:rsidP="00197289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197289" w:rsidRPr="00CA5B65" w:rsidRDefault="00197289" w:rsidP="00197289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Красномовець</w:t>
      </w:r>
      <w:proofErr w:type="spellEnd"/>
      <w:r>
        <w:rPr>
          <w:rFonts w:ascii="Times New Roman" w:eastAsia="Times New Roman" w:hAnsi="Times New Roman"/>
          <w:sz w:val="24"/>
        </w:rPr>
        <w:t xml:space="preserve"> Н.В.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197289" w:rsidRPr="00CA5B65" w:rsidRDefault="00197289" w:rsidP="0019728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197289" w:rsidRPr="00CA5B65" w:rsidRDefault="00197289" w:rsidP="0019728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proofErr w:type="gram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Красномовець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Наталії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Володимирівні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AB22BA">
        <w:rPr>
          <w:rFonts w:ascii="Times New Roman" w:eastAsia="Times New Roman" w:hAnsi="Times New Roman"/>
          <w:sz w:val="24"/>
          <w:lang w:val="en-US"/>
        </w:rPr>
        <w:t>____________________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2,00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кадастровий</w:t>
      </w:r>
      <w:proofErr w:type="spellEnd"/>
      <w:r>
        <w:rPr>
          <w:rFonts w:ascii="Times New Roman" w:eastAsia="Times New Roman" w:hAnsi="Times New Roman"/>
          <w:sz w:val="24"/>
        </w:rPr>
        <w:t xml:space="preserve"> номер 6823984000:03:012:0192, 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>
        <w:rPr>
          <w:rFonts w:ascii="Times New Roman" w:eastAsia="Times New Roman" w:hAnsi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</w:rPr>
        <w:t>території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сільської</w:t>
      </w:r>
      <w:proofErr w:type="spellEnd"/>
      <w:r>
        <w:rPr>
          <w:rFonts w:ascii="Times New Roman" w:eastAsia="Times New Roman" w:hAnsi="Times New Roman"/>
          <w:sz w:val="24"/>
        </w:rPr>
        <w:t xml:space="preserve"> ради за межами </w:t>
      </w:r>
      <w:proofErr w:type="spellStart"/>
      <w:r>
        <w:rPr>
          <w:rFonts w:ascii="Times New Roman" w:eastAsia="Times New Roman" w:hAnsi="Times New Roman"/>
          <w:sz w:val="24"/>
        </w:rPr>
        <w:t>населеного</w:t>
      </w:r>
      <w:proofErr w:type="spellEnd"/>
      <w:r>
        <w:rPr>
          <w:rFonts w:ascii="Times New Roman" w:eastAsia="Times New Roman" w:hAnsi="Times New Roman"/>
          <w:sz w:val="24"/>
        </w:rPr>
        <w:t xml:space="preserve"> пункту села   </w:t>
      </w:r>
      <w:proofErr w:type="spellStart"/>
      <w:r>
        <w:rPr>
          <w:rFonts w:ascii="Times New Roman" w:eastAsia="Times New Roman" w:hAnsi="Times New Roman"/>
          <w:sz w:val="24"/>
        </w:rPr>
        <w:t>Стригани</w:t>
      </w:r>
      <w:proofErr w:type="spellEnd"/>
      <w:r>
        <w:rPr>
          <w:rFonts w:ascii="Times New Roman" w:eastAsia="Times New Roman" w:hAnsi="Times New Roman"/>
          <w:sz w:val="24"/>
        </w:rPr>
        <w:t>.</w:t>
      </w:r>
      <w:proofErr w:type="gramEnd"/>
    </w:p>
    <w:p w:rsidR="00197289" w:rsidRPr="00DC5C5B" w:rsidRDefault="00197289" w:rsidP="00197289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Красномовець</w:t>
      </w:r>
      <w:proofErr w:type="spellEnd"/>
      <w:r>
        <w:rPr>
          <w:rFonts w:ascii="Times New Roman" w:eastAsia="Times New Roman" w:hAnsi="Times New Roman"/>
          <w:sz w:val="24"/>
        </w:rPr>
        <w:t xml:space="preserve"> Н.В.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197289" w:rsidRPr="00CA5B65" w:rsidRDefault="00197289" w:rsidP="0019728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97289" w:rsidRPr="00197289" w:rsidRDefault="00197289" w:rsidP="00197289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142B4" w:rsidRPr="00197289" w:rsidRDefault="00197289" w:rsidP="00197289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5142B4" w:rsidRPr="0019728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89"/>
    <w:rsid w:val="00171A2E"/>
    <w:rsid w:val="00197289"/>
    <w:rsid w:val="00304C90"/>
    <w:rsid w:val="00505B6D"/>
    <w:rsid w:val="005142B4"/>
    <w:rsid w:val="006D3977"/>
    <w:rsid w:val="007D6C18"/>
    <w:rsid w:val="00AB22B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9728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97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9728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9728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97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9728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2020-08-20T14:39:00Z</dcterms:created>
  <dcterms:modified xsi:type="dcterms:W3CDTF">2020-08-21T12:31:00Z</dcterms:modified>
</cp:coreProperties>
</file>