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D0" w:rsidRPr="00B623A8" w:rsidRDefault="000558D0" w:rsidP="000558D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359E23" wp14:editId="1D008E5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8D0" w:rsidRDefault="000558D0" w:rsidP="000558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1I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mcyTrpRP5Qz7XDcUrlOvHtxXUtDjsqKXIFmCuyAQxStjNwD1ikiA8G&#10;rhBbtHpRofEZFNvivs+kc6+vrLbn44xrEdDUxwpHOn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f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yE4HUJMEvuE3IIkKIB1/ZiiTCr7hD/d+Va5gHrDF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6ToCCXyGvOHzFX5p5A1gqYasvS5AQHrNHS7RDYUgki5xYHepq9jXDw+faIXkODUXPwNR&#10;BSqk3pUMMrN2dc/BBRAGRl98CgYzdWyfn7fmxiA8yEOAhMz7YeYQDyKrHOIB6F4Cq7xNusgqb2zr&#10;5lFghdrG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BoaWmaKGffZkYnu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fBv&#10;Po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aPn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yOd+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AVv3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P7H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biOVixpk7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Ndw/UimdwAAQFkEAA4AAAAAAAAAAAAAAAAALgIAAGRycy9lMm9Eb2MueG1sUEsBAi0AFAAG&#10;AAgAAAAhALIdTJv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ICs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OPF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Eg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vJMUA&#10;AADdAAAADwAAAGRycy9kb3ducmV2LnhtbERPy2oCMRTdF/yHcAtupGaqM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8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owM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NP5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j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jF8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1j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TLMMA&#10;AADd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I0XaTwfhOfgC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TL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e+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he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bHc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ni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Rb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fL8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P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n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g8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z2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qY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ux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Nk9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2ux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Re8QA&#10;AADdAAAADwAAAGRycy9kb3ducmV2LnhtbESP0WrCQBRE34X+w3ILvukmjYpGN6EIij427Qdcstck&#10;mL2bZrdJ/Hu3UOjjMDNnmEM+mVYM1LvGsoJ4GYEgLq1uuFLw9XlabEE4j6yxtUwKHuQgz15mB0y1&#10;HfmDhsJXIkDYpaig9r5LpXRlTQbd0nbEwbvZ3qAPsq+k7nEMcNPKtyjaSIMNh4UaOzrWVN6LH6Ng&#10;9RjP38X6Hp20ofiadFf25Vqp+ev0vgfhafL/4b/2RStIks0O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EX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3J8EA&#10;AADdAAAADwAAAGRycy9kb3ducmV2LnhtbERPy4rCMBTdC/5DuMLsbDoK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1Ny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rtu8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PGoD3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u2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xP8YA&#10;AADdAAAADwAAAGRycy9kb3ducmV2LnhtbESPQWvCQBSE7wX/w/KE3uqmSbEhZiPaUiuerBW8PrLP&#10;JDT7NmS3GvvrXUHocZiZb5h8PphWnKh3jWUFz5MIBHFpdcOVgv33x1MKwnlkja1lUnAhB/Ni9JBj&#10;pu2Zv+i085UIEHYZKqi97zIpXVmTQTexHXHwjrY36IPsK6l7PAe4aWUcRVNpsOGwUGNHbzWVP7tf&#10;o+BvesCt+4yX74n2dHlJV3azXSn1OB4WMxCeBv8fvrfXWkGSvM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Cx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HHM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Tpaw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HH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VA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OlsA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U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Db8MA&#10;AADdAAAADwAAAGRycy9kb3ducmV2LnhtbERPXWvCMBR9H+w/hDvwTdMpc1qNooKwMS1MZXu9NNem&#10;rLkpTVbrv18EYY/nmzNfdrYSLTW+dKzgeZCAIM6dLrlQcDpu+xMQPiBrrByTgit5WC4eH+aYanfh&#10;T2oPoRCxhH2KCkwIdSqlzw1Z9ANXE0ft7BqLIcKmkLrBSyy3lRwmyVhaLDkuGKxpYyj/OfxaBS1m&#10;1+TbrPfT93KXD7P114eOvOo9dasZiEBd+Dff029awWj0+gK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kDb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jeMUA&#10;AADdAAAADwAAAGRycy9kb3ducmV2LnhtbESPQUvDQBSE70L/w/IEb3ZjCr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CN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ARMcA&#10;AADdAAAADwAAAGRycy9kb3ducmV2LnhtbESPW2sCMRSE3wv9D+EU+lazVXB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w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Zj8QA&#10;AADdAAAADwAAAGRycy9kb3ducmV2LnhtbERPTWvCQBC9C/0PyxR6KbqxQSupa5BCiQUFq4LXMTtN&#10;QrKzIbtN0n/fPRQ8Pt73Oh1NI3rqXGVZwXwWgSDOra64UHA5f0xXIJxH1thYJgW/5CDdPEzWmGg7&#10;8Bf1J1+IEMIuQQWl920ipctLMuhmtiUO3LftDPoAu0LqDocQbhr5EkVLabDi0FBiS+8l5fXpxyjo&#10;j/tbsetd+1mvnt0ivmXZQV+Venoct28gPI3+Lv5377SCOH4N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m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A3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rc3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QN3HAAAA3QAAAA8AAAAAAAAAAAAAAAAAmAIAAGRy&#10;cy9kb3ducmV2LnhtbFBLBQYAAAAABAAEAPUAAACMAwAAAAA=&#10;" fillcolor="black" stroked="f"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aacQA&#10;AADdAAAADwAAAGRycy9kb3ducmV2LnhtbERPy4rCMBTdD8w/hCu4G1OVkVKNovOAAZ2FjguX1+ba&#10;hjY3pYna8evNQnB5OO/ZorO1uFDrjWMFw0ECgjh32nChYP/3/ZaC8AFZY+2YFPyTh8X89WWGmXZX&#10;3tJlFwoRQ9hnqKAMocmk9HlJFv3ANcSRO7nWYoiwLaRu8RrDbS1HSTKRFg3HhhIb+igpr3Znq+Cw&#10;nph0a2h03NxWX3rzXq1+Pyul+r1uOQURqAtP8cP9oxWMx2n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Wmn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BR8UA&#10;AADdAAAADwAAAGRycy9kb3ducmV2LnhtbESPQWsCMRSE74X+h/CE3mrWC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cFH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6g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6g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QXcYA&#10;AADdAAAADwAAAGRycy9kb3ducmV2LnhtbESPQWvCQBSE74X+h+UVvNVNDRRJXaWtCLn00Jji9Zl9&#10;ZoO7b0N21bS/visIHoeZ+YZZrEZnxZmG0HlW8DLNQBA3XnfcKqi3m+c5iBCRNVrPpOCXAqyWjw8L&#10;LLS/8Dedq9iKBOFQoAITY19IGRpDDsPU98TJO/jBYUxyaKUe8JLgzspZlr1Khx2nBYM9fRpqjtXJ&#10;KVhXvZ3VpfkIu5+v/d6WfxvarZWaPI3vbyAijfEevrVLrSDP5z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QX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WHmMUA&#10;AADdAAAADwAAAGRycy9kb3ducmV2LnhtbESPQWvCQBSE74X+h+UVequ7rWI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Ye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ALc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mavcH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IAt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kiMgA&#10;AADdAAAADwAAAGRycy9kb3ducmV2LnhtbESPT2sCMRTE74V+h/AKvdWs2sq6GqUWhF6E+uegt+fm&#10;ubu4edkmUVc/vSkUPA4z8xtmPG1NLc7kfGVZQbeTgCDOra64ULBZz99SED4ga6wtk4IreZhOnp/G&#10;mGl74SWdV6EQEcI+QwVlCE0mpc9LMug7tiGO3sE6gyFKV0jt8BLhppa9JBlIgxXHhRIb+iopP65O&#10;RsFsmM5+f955cVvud7Tb7o8fPZco9frSfo5ABGrDI/zf/tYK+v10AH9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eKSIyAAAAN0AAAAPAAAAAAAAAAAAAAAAAJgCAABk&#10;cnMvZG93bnJldi54bWxQSwUGAAAAAAQABAD1AAAAjQMAAAAA&#10;" fillcolor="black" stroked="f"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7EsUA&#10;AADdAAAADwAAAGRycy9kb3ducmV2LnhtbESPQUsDMRSE70L/Q3gFbzZrF7Rsm5alUBRP26p4fd28&#10;bhY3L0sS0/XfG0HwOMzMN8xmN9lBJPKhd6zgflGAIG6d7rlT8PZ6uFuBCBFZ4+CYFHxTgN12drPB&#10;SrsrHymdYicyhEOFCkyMYyVlaA1ZDAs3Emfv4rzFmKXvpPZ4zXA7yGVRPEiLPecFgyPtDbWfpy+r&#10;IJ33TV2m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Ps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CPksMA&#10;AADdAAAADwAAAGRycy9kb3ducmV2LnhtbERPz2vCMBS+D/Y/hDfYTVMVxF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CPk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58D0" w:rsidRDefault="000558D0" w:rsidP="000558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58D0" w:rsidRDefault="000558D0" w:rsidP="000558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558D0" w:rsidRPr="004A7D10" w:rsidRDefault="000558D0" w:rsidP="000558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58D0" w:rsidRDefault="000558D0" w:rsidP="000558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58D0" w:rsidRPr="00540E13" w:rsidRDefault="000558D0" w:rsidP="000558D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№75</w:t>
      </w:r>
    </w:p>
    <w:p w:rsidR="000558D0" w:rsidRDefault="000558D0" w:rsidP="000558D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558D0" w:rsidRPr="00A32618" w:rsidRDefault="000558D0" w:rsidP="000558D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0558D0" w:rsidRPr="00A32618" w:rsidRDefault="000558D0" w:rsidP="000558D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A3261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0558D0" w:rsidRPr="00A32618" w:rsidRDefault="000558D0" w:rsidP="000558D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0558D0" w:rsidRPr="00A32618" w:rsidRDefault="000558D0" w:rsidP="000558D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0558D0" w:rsidRPr="00A32618" w:rsidRDefault="000558D0" w:rsidP="000558D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0558D0" w:rsidRPr="00A32618" w:rsidRDefault="000558D0" w:rsidP="000558D0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0558D0" w:rsidRPr="00A32618" w:rsidRDefault="000558D0" w:rsidP="000558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В.В..</w:t>
      </w:r>
      <w:r w:rsidRPr="00A32618">
        <w:rPr>
          <w:rFonts w:ascii="Times New Roman" w:eastAsia="Calibri" w:hAnsi="Times New Roman" w:cs="Times New Roman"/>
          <w:sz w:val="24"/>
        </w:rPr>
        <w:t>,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0558D0" w:rsidRPr="00A32618" w:rsidRDefault="000558D0" w:rsidP="000558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0558D0" w:rsidRPr="00A32618" w:rsidRDefault="000558D0" w:rsidP="000558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Валентині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D6146">
        <w:rPr>
          <w:rFonts w:ascii="Times New Roman" w:eastAsia="Calibri" w:hAnsi="Times New Roman" w:cs="Times New Roman"/>
          <w:sz w:val="24"/>
          <w:lang w:val="en-US"/>
        </w:rPr>
        <w:t>___________</w:t>
      </w:r>
      <w:bookmarkStart w:id="0" w:name="_GoBack"/>
      <w:bookmarkEnd w:id="0"/>
      <w:r w:rsidRPr="00A3261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с.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Шевченка</w:t>
      </w:r>
      <w:proofErr w:type="spellEnd"/>
      <w:r>
        <w:rPr>
          <w:rFonts w:ascii="Times New Roman" w:eastAsia="Calibri" w:hAnsi="Times New Roman" w:cs="Times New Roman"/>
          <w:sz w:val="24"/>
        </w:rPr>
        <w:t>, 36</w:t>
      </w:r>
      <w:r w:rsidRPr="00A32618">
        <w:rPr>
          <w:rFonts w:ascii="Times New Roman" w:eastAsia="Calibri" w:hAnsi="Times New Roman" w:cs="Times New Roman"/>
          <w:sz w:val="24"/>
        </w:rPr>
        <w:t>.</w:t>
      </w:r>
    </w:p>
    <w:p w:rsidR="000558D0" w:rsidRPr="00A32618" w:rsidRDefault="000558D0" w:rsidP="000558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2.Церешко В.В.</w:t>
      </w:r>
      <w:r w:rsidRPr="00A3261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ради.</w:t>
      </w:r>
    </w:p>
    <w:p w:rsidR="000558D0" w:rsidRPr="00A32618" w:rsidRDefault="000558D0" w:rsidP="000558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558D0" w:rsidRPr="000558D0" w:rsidRDefault="000558D0" w:rsidP="000558D0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E00147" w:rsidRPr="000558D0" w:rsidRDefault="000558D0" w:rsidP="000558D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81108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1108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81108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1108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81108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00147" w:rsidRPr="000558D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F5" w:rsidRDefault="002810F5">
      <w:pPr>
        <w:spacing w:after="0" w:line="240" w:lineRule="auto"/>
      </w:pPr>
      <w:r>
        <w:separator/>
      </w:r>
    </w:p>
  </w:endnote>
  <w:endnote w:type="continuationSeparator" w:id="0">
    <w:p w:rsidR="002810F5" w:rsidRDefault="0028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F5" w:rsidRDefault="002810F5">
      <w:pPr>
        <w:spacing w:after="0" w:line="240" w:lineRule="auto"/>
      </w:pPr>
      <w:r>
        <w:separator/>
      </w:r>
    </w:p>
  </w:footnote>
  <w:footnote w:type="continuationSeparator" w:id="0">
    <w:p w:rsidR="002810F5" w:rsidRDefault="00281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D0"/>
    <w:rsid w:val="000558D0"/>
    <w:rsid w:val="002810F5"/>
    <w:rsid w:val="002C19B1"/>
    <w:rsid w:val="00E00147"/>
    <w:rsid w:val="00F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D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558D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558D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558D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D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558D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558D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558D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2009-07-13T00:38:00Z</cp:lastPrinted>
  <dcterms:created xsi:type="dcterms:W3CDTF">2020-12-24T18:11:00Z</dcterms:created>
  <dcterms:modified xsi:type="dcterms:W3CDTF">2020-12-24T19:09:00Z</dcterms:modified>
</cp:coreProperties>
</file>