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58" w:rsidRPr="00ED56E8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566B58" w:rsidRPr="00CC232A" w:rsidRDefault="00566B58" w:rsidP="00566B58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CC232A">
        <w:rPr>
          <w:rFonts w:ascii="Times New Roman" w:eastAsia="Calibri" w:hAnsi="Times New Roman" w:cs="Times New Roman"/>
          <w:color w:val="FF0000"/>
        </w:rPr>
        <w:t>ПРОЕКТ</w:t>
      </w:r>
    </w:p>
    <w:p w:rsidR="00566B58" w:rsidRPr="00CC232A" w:rsidRDefault="00566B58" w:rsidP="00566B5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BA0190">
        <w:rPr>
          <w:rFonts w:ascii="Calibri" w:eastAsia="Calibri" w:hAnsi="Calibri" w:cs="Times New Roman"/>
          <w:noProof/>
          <w:lang w:eastAsia="ru-RU"/>
        </w:rPr>
        <w:pict>
          <v:group id="Групувати 692" o:spid="_x0000_s1026" style="position:absolute;margin-left:211.3pt;margin-top:2.9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2VisYA&#10;AADdAAAADwAAAGRycy9kb3ducmV2LnhtbESPQWsCMRSE74L/ITyhN802VltWo5RKS8GTWqXHx+a5&#10;u3TzsiTpuv33jSB4HGbmG2a57m0jOvKhdqzhcZKBIC6cqbnU8HV4H7+ACBHZYOOYNPxRgPVqOFhi&#10;btyFd9TtYykShEOOGqoY21zKUFRkMUxcS5y8s/MWY5K+lMbjJcFtI1WWzaXFmtNChS29VVT87H+t&#10;hm2n5qfvj409TEv17IvpcaPqRuuHUf+6ABGpj/fwrf1pNKhZ9gTXN+k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2Vi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VnIsUA&#10;AADdAAAADwAAAGRycy9kb3ducmV2LnhtbESPQYvCMBSE74L/ITxhL7KmFdSlGmURFnQFwVbw+mie&#10;bbV5KU3U7r/fCILHYWa+YRarztTiTq2rLCuIRxEI4tzqigsFx+zn8wuE88gaa8uk4I8crJb93gIT&#10;bR98oHvqCxEg7BJUUHrfJFK6vCSDbmQb4uCdbWvQB9kWUrf4CHBTy3EUTaXBisNCiQ2tS8qv6c0o&#10;kFm69dtZZYbx72nfxfay3uUXpT4G3fcchKfOv8Ov9kYrGE+iCTzf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Wci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rTHccA&#10;AADdAAAADwAAAGRycy9kb3ducmV2LnhtbESPQWsCMRSE74X+h/AKXkrNVlTs1ihVUMSDUG3vr5vn&#10;7urmZU2irv56Iwg9DjPzDTMcN6YSJ3K+tKzgvZ2AIM6sLjlX8LOZvQ1A+ICssbJMCi7kYTx6fhpi&#10;qu2Zv+m0DrmIEPYpKihCqFMpfVaQQd+2NXH0ttYZDFG6XGqH5wg3lewkSV8aLDkuFFjTtKBsvz4a&#10;BbMF7T9+68O8e3W9fLD7Wy0nm1elWi/N1yeIQE34Dz/aC62g00v6cH8Tn4A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K0x3HAAAA3Q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RqcUA&#10;AADdAAAADwAAAGRycy9kb3ducmV2LnhtbESPQWvCQBSE70L/w/IKvZndCGqIrlJaLIKnammvr9ln&#10;EpN9G7JbE/99t1DwOMzMN8x6O9pWXKn3tWMNaaJAEBfO1Fxq+DjtphkIH5ANto5Jw408bDcPkzXm&#10;xg38TtdjKEWEsM9RQxVCl0vpi4os+sR1xNE7u95iiLIvpelxiHDbyplSC2mx5rhQYUcvFRXN8cdq&#10;UId5+33+5DH7en0rmsuw46FOtX56HJ9XIAKN4R7+b++NhtlcLeHv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xGp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i9MQA&#10;AADdAAAADwAAAGRycy9kb3ducmV2LnhtbERPy2oCMRTdF/yHcIVuSs0oWnRqFBUUcVGoj/11cjsz&#10;OrkZk1RHv94sCl0ezns8bUwlruR8aVlBt5OAIM6sLjlXsN8t34cgfEDWWFkmBXfyMJ20XsaYanvj&#10;b7puQy5iCPsUFRQh1KmUPivIoO/YmjhyP9YZDBG6XGqHtxhuKtlLkg9psOTYUGBNi4Ky8/bXKFiu&#10;6Tw61JdV/+EG+fB0/NrMd29Kvbab2SeIQE34F/+511pBb5DEufFNfAJ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Z4vT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QgQMQA&#10;AADdAAAADwAAAGRycy9kb3ducmV2LnhtbESPQYvCMBSE78L+h/AWvGmioLjVKLKLIuxJXfT6bJ5t&#10;tXkpTbTdf28EweMwM98ws0VrS3Gn2heONQz6CgRx6kzBmYa//ao3AeEDssHSMWn4Jw+L+Udnholx&#10;DW/pvguZiBD2CWrIQ6gSKX2ak0XfdxVx9M6uthiirDNpamwi3JZyqNRYWiw4LuRY0XdO6XV3sxrU&#10;76g8nQ/cTo4/6/R6aVbcFAOtu5/tcgoiUBve4Vd7YzQMR+oLnm/iE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EIED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+iMIA&#10;AADdAAAADwAAAGRycy9kb3ducmV2LnhtbERPPW/CMBDdK/EfrENiKw5BrSBgEApU6gqEge2IjyRK&#10;fI5iE9L++npA6vj0vtfbwTSip85VlhXMphEI4tzqigsF2fnrfQHCeWSNjWVS8EMOtpvR2xoTbZ98&#10;pP7kCxFC2CWooPS+TaR0eUkG3dS2xIG7286gD7ArpO7wGcJNI+Mo+pQGKw4NJbaUlpTXp4dRcNnX&#10;9XzJ0fz32qcLl96yLL4flJqMh90KhKfB/4tf7m+tIP6Yhf3hTXg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r6IwgAAAN0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IcvsgA&#10;AADdAAAADwAAAGRycy9kb3ducmV2LnhtbESPQWvCQBSE70L/w/IKvRTdRNoi0VWkWGjBHrRi9PbI&#10;PpPQ7NuY3cbor3cLgsdhZr5hJrPOVKKlxpWWFcSDCARxZnXJuYLNz0d/BMJ5ZI2VZVJwJgez6UNv&#10;gom2J15Ru/a5CBB2CSoovK8TKV1WkEE3sDVx8A62MeiDbHKpGzwFuKnkMIrepMGSw0KBNb0XlP2u&#10;/4yCF2p38+Vl/73dHRfeHp7TLxenSj09dvMxCE+dv4dv7U+tYPgax/D/Jjw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Ihy+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FZMUA&#10;AADdAAAADwAAAGRycy9kb3ducmV2LnhtbESPQWvCQBSE74L/YXmF3nRjRNHUVSS20Ks2PfT2zD6T&#10;kOzbkF1j2l/vCkKPw8x8w2x2g2lET52rLCuYTSMQxLnVFRcKsq+PyQqE88gaG8uk4Jcc7Lbj0QYT&#10;bW98pP7kCxEg7BJUUHrfJlK6vCSDbmpb4uBdbGfQB9kVUnd4C3DTyDiKltJgxWGhxJbSkvL6dDUK&#10;vg91PV9zNP/76dOVS89ZFl/elXp9GfZvIDwN/j/8bH9qBfFiFsPjTX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IVk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nUskA&#10;AADdAAAADwAAAGRycy9kb3ducmV2LnhtbESPT2vCQBTE74V+h+UVeim6iVqR1FVEWrBQD1Xxz+2R&#10;fSah2bcxu42pn94tCB6HmfkNM562phQN1a6wrCDuRiCIU6sLzhRs1h+dEQjnkTWWlknBHzmYTh4f&#10;xphoe+ZvalY+EwHCLkEFufdVIqVLczLourYiDt7R1gZ9kHUmdY3nADel7EXRUBosOCzkWNE8p/Rn&#10;9WsUDKjZz74uh+V2f3r39viy+3TxTqnnp3b2BsJT6+/hW3uhFfRe4z78vwlP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bwnU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/AkMgA&#10;AADdAAAADwAAAGRycy9kb3ducmV2LnhtbESP3WrCQBSE7wt9h+UIvasbra0SXaVY+gOFglH09pA9&#10;ZlOzZ9PsamKfvisUvBxm5htmtuhsJU7U+NKxgkE/AUGcO11yoWCzfr2fgPABWWPlmBScycNifnsz&#10;w1S7lld0ykIhIoR9igpMCHUqpc8NWfR9VxNHb+8aiyHKppC6wTbCbSWHSfIkLZYcFwzWtDSUH7Kj&#10;VbAbPXw58565Y/vy9ntY/Yy/t8tPpe563fMURKAuXMP/7Q+tYPg4GMHlTXwCc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n8CQ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GlsUA&#10;AADdAAAADwAAAGRycy9kb3ducmV2LnhtbESPT2vCQBTE74LfYXlCb7rRkiKpG6mlithTo70/si9/&#10;aPZtzG7j9tu7hUKPw8z8htlsg+nESINrLStYLhIQxKXVLdcKLuf9fA3CeWSNnWVS8EMOtvl0ssFM&#10;2xt/0Fj4WkQIuwwVNN73mZSubMigW9ieOHqVHQz6KIda6gFvEW46uUqSJ2mw5bjQYE+vDZVfxbdR&#10;8HhKrwe9q9/Gbn1w78dqH9rwqdTDLLw8g/AU/H/4r33UClbpMoXfN/EJ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kUaW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ivcUA&#10;AADdAAAADwAAAGRycy9kb3ducmV2LnhtbESPwWrDMBBE74X8g9hCbo1sQ9zEjWJMSiBQemiSQ4+L&#10;tbVMrJWxVNv5+6pQ6HGYmTfMrpxtJ0YafOtYQbpKQBDXTrfcKLhejk8bED4ga+wck4I7eSj3i4cd&#10;FtpN/EHjOTQiQtgXqMCE0BdS+tqQRb9yPXH0vtxgMUQ5NFIPOEW47WSWJLm02HJcMNjTwVB9O39b&#10;BZ/b9206m9fkbXyuTqFmxNuYK7V8nKsXEIHm8B/+a5+0gmyd5v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WK9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Nh8gA&#10;AADdAAAADwAAAGRycy9kb3ducmV2LnhtbESPQWvCQBSE70L/w/IKvTWbpGjb1FVEULx4UFvt8ZF9&#10;TdJm38bsqtFf7woFj8PMfMMMx52pxZFaV1lWkEQxCOLc6ooLBZ+b2fMbCOeRNdaWScGZHIxHD70h&#10;ZtqeeEXHtS9EgLDLUEHpfZNJ6fKSDLrINsTB+7GtQR9kW0jd4inATS3TOB5IgxWHhRIbmpaU/60P&#10;RsEuWV7em5fuK/32+8VvOt/ns+1AqafHbvIBwlPn7+H/9kIrSPvJK9zehCcgR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9g2H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3PgMAA&#10;AADdAAAADwAAAGRycy9kb3ducmV2LnhtbERP3WrCMBS+H/gO4Qi7m6miTqpRikNweGXnAxyaY1tt&#10;TkKS2e7tlwvBy4/vf7MbTCce5ENrWcF0koEgrqxuuVZw+Tl8rECEiKyxs0wK/ijAbjt622Cubc9n&#10;epSxFimEQ44KmhhdLmWoGjIYJtYRJ+5qvcGYoK+l9tincNPJWZYtpcGWU0ODjvYNVffy1yhA7z6/&#10;XCn78/J2wuPtu6C5LZR6Hw/FGkSkIb7ET/dRK5gtpmlu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63PgM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7HcgA&#10;AADdAAAADwAAAGRycy9kb3ducmV2LnhtbESPT2vCQBTE74V+h+UVvNWNSq2mrtKqAdFc/NODt0f2&#10;NQnNvg3ZVVM/vSsIPQ4z8xtmMmtNJc7UuNKygl43AkGcWV1yruCwT15HIJxH1lhZJgV/5GA2fX6a&#10;YKzthbd03vlcBAi7GBUU3texlC4ryKDr2po4eD+2MeiDbHKpG7wEuKlkP4qG0mDJYaHAmuYFZb+7&#10;k1GQJmmdbng5Oi5OX4Pj6vr9zutEqc5L+/kBwlPr/8OP9kor6L/1xnB/E56An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B3sd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9fsMA&#10;AADdAAAADwAAAGRycy9kb3ducmV2LnhtbERPXWvCMBR9F/wP4Q5803QFxXVGGYKooIJusD3eNXdt&#10;WXNTk1jrvzcPgo+H8z1bdKYWLTlfWVbwOkpAEOdWV1wo+PpcDacgfEDWWFsmBTfysJj3ezPMtL3y&#10;kdpTKEQMYZ+hgjKEJpPS5yUZ9CPbEEfuzzqDIUJXSO3wGsNNLdMkmUiDFceGEhtalpT/ny5GweE8&#10;ueza75/1r+tWzbneLvf6rVJq8NJ9vIMI1IWn+OHeaAXpOI3745v4BO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n9fs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2UcQA&#10;AADdAAAADwAAAGRycy9kb3ducmV2LnhtbESP3YrCMBSE74V9h3AWvNPUgj90jbIs+IMIYtcHODRn&#10;m7LNSWmiVp/eCIKXw8x8w8yXna3FhVpfOVYwGiYgiAunKy4VnH5XgxkIH5A11o5JwY08LBcfvTlm&#10;2l35SJc8lCJC2GeowITQZFL6wpBFP3QNcfT+XGsxRNmWUrd4jXBbyzRJJtJixXHBYEM/hor//GwV&#10;cCJXh31Ra7m+n6a7jcl343OuVP+z+/4CEagL7/CrvdUK0nE6gu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HNlH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TXsYA&#10;AADdAAAADwAAAGRycy9kb3ducmV2LnhtbESPQWvCQBSE74L/YXmCN90Yq9joKq2toN6aFsTbI/tM&#10;gtm3IbvVtL/eFQSPw8x8wyxWranEhRpXWlYwGkYgiDOrS84V/HxvBjMQziNrrCyTgj9ysFp2OwtM&#10;tL3yF11Sn4sAYZeggsL7OpHSZQUZdENbEwfvZBuDPsgml7rBa4CbSsZRNJUGSw4LBda0Lig7p79G&#10;QXo6HvU7f77sZhO33u/H/6+HzYdS/V77NgfhqfXP8KO91QriSRzD/U1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4TX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/GMQA&#10;AADdAAAADwAAAGRycy9kb3ducmV2LnhtbESP3YrCMBSE74V9h3CEvbOpLYp0jSKi4IUX/j3AoTk2&#10;dZuTbhO1+/ZmYcHLYeabYebL3jbiQZ2vHSsYJykI4tLpmisFl/N2NAPhA7LGxjEp+CUPy8XHYI6F&#10;dk8+0uMUKhFL2BeowITQFlL60pBFn7iWOHpX11kMUXaV1B0+Y7ltZJamU2mx5rhgsKW1ofL7dLcK&#10;ssvqtr4e8v3tJ095Y02/uR+NUp/DfvUFIlAf3uF/eqcjN8ly+HsTn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KPxj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D5H8cA&#10;AADd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2k97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Q+R/HAAAA3Q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7HBscA&#10;AADdAAAADwAAAGRycy9kb3ducmV2LnhtbESPQWvCQBSE70L/w/IKXqRuEqpI6hpKUbC9SGwFj4/s&#10;axKSfRuyaxL/fbdQ6HGYmW+YbTaZVgzUu9qygngZgSAurK65VPD1eXjagHAeWWNrmRTcyUG2e5ht&#10;MdV25JyGsy9FgLBLUUHlfZdK6YqKDLql7YiD9217gz7IvpS6xzHATSuTKFpLgzWHhQo7equoaM43&#10;o+BDFsPi/ZniUzlcm/1pczHrPFZq/ji9voDwNPn/8F/7qBUkq2QFv2/CE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exwb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UgGMUA&#10;AADdAAAADwAAAGRycy9kb3ducmV2LnhtbESPUWvCQBCE3wv9D8cKfasXAxGbeooUhRaEUvUHLHfb&#10;JDS3F3Krif76nlDo4zDzzTDL9ehbdaE+NoENzKYZKGIbXMOVgdNx97wAFQXZYRuYDFwpwnr1+LDE&#10;0oWBv+hykEqlEo4lGqhFulLraGvyGKehI07ed+g9SpJ9pV2PQyr3rc6zbK49NpwWauzorSb7czh7&#10;A/nZivUvH7f99iTF57EbsmKxMeZpMm5eQQmN8h/+o99d4op8Dv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JSAY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d6JMcA&#10;AADdAAAADwAAAGRycy9kb3ducmV2LnhtbESPQWsCMRSE74L/IbxCbzXbLbZlaxSRVhS2FW0vvT2S&#10;52Zx87Jsoq7/3hQKHoeZ+YaZzHrXiBN1ofas4HGUgSDW3tRcKfj5/nh4BREissHGMym4UIDZdDiY&#10;YGH8mbd02sVKJAiHAhXYGNtCyqAtOQwj3xInb+87hzHJrpKmw3OCu0bmWfYsHdacFiy2tLCkD7uj&#10;U6CXT+X7uvy1+phvPqv6a1O67V6p+7t+/gYiUh9v4f/2yijIx/kL/L1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3ei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g4BsIA&#10;AADdAAAADwAAAGRycy9kb3ducmV2LnhtbERPTWvCQBC9C/0Pywi96cZAg6TZiAgFvQiNih6H7DQJ&#10;ZmdDdk2iv757KPT4eN/ZZjKtGKh3jWUFq2UEgri0uuFKwfn0tViDcB5ZY2uZFDzJwSZ/m2WYajvy&#10;Nw2Fr0QIYZeigtr7LpXSlTUZdEvbEQfux/YGfYB9JXWPYwg3rYyjKJEGGw4NNXa0q6m8Fw+joDOv&#10;y/l2OA7R6oqxHnc83hNW6n0+bT9BeJr8v/jPvdcK4o84zA1vwhO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DgG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Xk8UA&#10;AADdAAAADwAAAGRycy9kb3ducmV2LnhtbESPQYvCMBSE74L/ITzBm6Zb3EW7RhFB8SRohbq3R/O2&#10;LTYvpYla/fUbYcHjMDPfMPNlZ2pxo9ZVlhV8jCMQxLnVFRcKTulmNAXhPLLG2jIpeJCD5aLfm2Oi&#10;7Z0PdDv6QgQIuwQVlN43iZQuL8mgG9uGOHi/tjXog2wLqVu8B7ipZRxFX9JgxWGhxIbWJeWX49Uo&#10;mJxnqzSjn+cl29pM7tK93W+uSg0H3eobhKfOv8P/7Z1WEH/GM3i9C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FeT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gsBMQA&#10;AADdAAAADwAAAGRycy9kb3ducmV2LnhtbERPW2vCMBR+F/wP4Qh703SVFelMZWwMVgYDL7DXY3PW&#10;dm1OapJp/ffLg+Djx3dfb0bTizM531pW8LhIQBBXVrdcKzjs3+crED4ga+wtk4IredgU08kac20v&#10;vKXzLtQihrDPUUETwpBL6auGDPqFHYgj92OdwRChq6V2eInhppdpkmTSYMuxocGBXhuqut2fUXBa&#10;vnVf7vj9e/wsV9esq06pLDOlHmbjyzOIQGO4i2/uD60gfVrG/fFNfA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LATEAAAA3Q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7MWscA&#10;AADd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2eClD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+zFrHAAAA3Q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O0HsYA&#10;AADdAAAADwAAAGRycy9kb3ducmV2LnhtbESPUWvCMBSF3wf+h3CFvQxNV3HMapQxNpisUKb+gGtz&#10;15YlNyXJtP57MxD2eDjnfIez2gzWiBP50DlW8DjNQBDXTnfcKDjs3yfPIEJE1mgck4ILBdisR3cr&#10;LLQ78xeddrERCcKhQAVtjH0hZahbshimridO3rfzFmOSvpHa4znBrZF5lj1Jix2nhRZ7em2p/tn9&#10;WgVv+dFXR/w0dbZvTLmtyodFVSp1Px5eliAiDfE/fGt/aAX5fJbD35v0BO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O0Hs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Gr8YA&#10;AADdAAAADwAAAGRycy9kb3ducmV2LnhtbESPQWvCQBSE7wX/w/IEb7qpQWmjq6gQKAi1TXvo8TX7&#10;zIZm38bsVuO/7wpCj8PMfMMs171txJk6XztW8DhJQBCXTtdcKfj8yMdPIHxA1tg4JgVX8rBeDR6W&#10;mGl34Xc6F6ESEcI+QwUmhDaT0peGLPqJa4mjd3SdxRBlV0nd4SXCbSOnSTKXFmuOCwZb2hkqf4pf&#10;q8BK/Pqu5nn5ukn3h/1zvX075Uap0bDfLEAE6sN/+N5+0QqmszSF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LGr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566B58" w:rsidRPr="00CC232A" w:rsidRDefault="00566B58" w:rsidP="00566B58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B58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C232A">
        <w:rPr>
          <w:rFonts w:ascii="Times New Roman" w:eastAsia="Calibri" w:hAnsi="Times New Roman" w:cs="Times New Roman"/>
          <w:b/>
        </w:rPr>
        <w:t>УКРАЇНА</w:t>
      </w:r>
    </w:p>
    <w:p w:rsidR="00566B58" w:rsidRPr="00CC232A" w:rsidRDefault="00566B58" w:rsidP="00566B5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КРУПЕЦЬКА СІЛЬСЬКА РАДА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СЛАВУТСЬКОГО РАЙОНУ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</w:rPr>
        <w:t>ХМЕЛЬНИЦЬКОЇ ОБЛАСТІ</w:t>
      </w:r>
    </w:p>
    <w:p w:rsidR="00566B58" w:rsidRPr="00CC232A" w:rsidRDefault="00566B58" w:rsidP="00566B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CC232A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CC232A">
        <w:rPr>
          <w:rFonts w:ascii="Times New Roman" w:eastAsia="Calibri" w:hAnsi="Times New Roman" w:cs="Times New Roman"/>
          <w:b/>
          <w:sz w:val="24"/>
          <w:szCs w:val="24"/>
        </w:rPr>
        <w:t>ІШЕННЯ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Х___ </w:t>
      </w:r>
      <w:r w:rsidRPr="00CC23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ради   </w:t>
      </w:r>
      <w:r w:rsidRPr="00CC232A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скликання</w:t>
      </w:r>
      <w:proofErr w:type="spellEnd"/>
    </w:p>
    <w:p w:rsidR="00566B58" w:rsidRPr="00CC232A" w:rsidRDefault="00566B58" w:rsidP="00566B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__.01. 20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р.                               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№___  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 xml:space="preserve">Про затвердження Програми 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 xml:space="preserve">розвитку рибного господарства водойм 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>Крупецької  об</w:t>
      </w: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eastAsia="ru-RU"/>
        </w:rPr>
        <w:t>’</w:t>
      </w:r>
      <w:proofErr w:type="spellStart"/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>єднаної</w:t>
      </w:r>
      <w:proofErr w:type="spellEnd"/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 xml:space="preserve"> територіальної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  <w:r w:rsidRPr="00CC232A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  <w:t>громади на 2020-2022 роки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shd w:val="clear" w:color="auto" w:fill="FFFFFF"/>
          <w:lang w:val="uk-UA" w:eastAsia="ru-RU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6B58" w:rsidRPr="00CC232A" w:rsidRDefault="00566B58" w:rsidP="00566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Відповідно до пункту 34 частини 1 статті 26,  статті 42 Закону України «Про місцеве самоврядування в Україні», </w:t>
      </w:r>
      <w:r w:rsidRPr="00CC23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розвитку рибного господарства у </w:t>
      </w:r>
      <w:proofErr w:type="spellStart"/>
      <w:r w:rsidRPr="00CC23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Крупецькій</w:t>
      </w:r>
      <w:proofErr w:type="spellEnd"/>
      <w:r w:rsidRPr="00CC23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об’єднаній територіальній громаді, впровадження комплексних заходів з підвищення продуктивності водойм,  сільської  рада 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3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566B58" w:rsidRPr="00CC232A" w:rsidRDefault="00566B58" w:rsidP="00566B58">
      <w:pPr>
        <w:tabs>
          <w:tab w:val="left" w:pos="71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6B58" w:rsidRPr="00CC232A" w:rsidRDefault="00566B58" w:rsidP="00566B58">
      <w:pPr>
        <w:tabs>
          <w:tab w:val="left" w:pos="71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6B58" w:rsidRPr="00EE78D8" w:rsidRDefault="00566B58" w:rsidP="00566B58">
      <w:pPr>
        <w:tabs>
          <w:tab w:val="left" w:pos="71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1.</w:t>
      </w:r>
      <w:r w:rsidRPr="00EE7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val="uk-UA" w:eastAsia="ru-RU"/>
        </w:rPr>
        <w:t>Програму розвитку рибного господарства водойм Крупецької об</w:t>
      </w:r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eastAsia="ru-RU"/>
        </w:rPr>
        <w:t>’</w:t>
      </w:r>
      <w:proofErr w:type="spellStart"/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val="uk-UA" w:eastAsia="ru-RU"/>
        </w:rPr>
        <w:t>єднаної</w:t>
      </w:r>
      <w:proofErr w:type="spellEnd"/>
      <w:r w:rsidRPr="00EE78D8">
        <w:rPr>
          <w:rFonts w:ascii="Times New Roman" w:eastAsia="Times New Roman" w:hAnsi="Times New Roman" w:cs="Times New Roman"/>
          <w:bCs/>
          <w:color w:val="1D1D1B"/>
          <w:sz w:val="24"/>
          <w:szCs w:val="24"/>
          <w:shd w:val="clear" w:color="auto" w:fill="FFFFFF"/>
          <w:lang w:val="uk-UA" w:eastAsia="ru-RU"/>
        </w:rPr>
        <w:t xml:space="preserve"> територіальної громади на 2020-2022 роки</w:t>
      </w:r>
      <w:r w:rsidRPr="00EE7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Програма), що додається.</w:t>
      </w:r>
    </w:p>
    <w:p w:rsidR="00566B58" w:rsidRPr="00EE78D8" w:rsidRDefault="00566B58" w:rsidP="00566B58">
      <w:pPr>
        <w:pStyle w:val="af1"/>
        <w:tabs>
          <w:tab w:val="left" w:pos="7167"/>
        </w:tabs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66B58" w:rsidRPr="00CC232A" w:rsidRDefault="00566B58" w:rsidP="00566B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566B58" w:rsidRDefault="00566B58" w:rsidP="00566B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        В.А.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Михалюк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160" w:line="259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до рішення </w:t>
      </w:r>
    </w:p>
    <w:p w:rsidR="00566B58" w:rsidRPr="00CC232A" w:rsidRDefault="00566B58" w:rsidP="00566B5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№___ від __.01.2020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р.</w:t>
      </w:r>
    </w:p>
    <w:p w:rsidR="00566B58" w:rsidRPr="00CC232A" w:rsidRDefault="00566B58" w:rsidP="00566B58">
      <w:pPr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ПРОГРАМА РОЗВИТКУ РИБНОГО ГОСПОДАРСТВА 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ВОДОЙМ  КРУПЕЦЬКОЇ ОБ</w:t>
      </w:r>
      <w:r w:rsidRPr="00CC232A">
        <w:rPr>
          <w:rFonts w:ascii="Times New Roman" w:eastAsia="Calibri" w:hAnsi="Times New Roman" w:cs="Times New Roman"/>
          <w:b/>
          <w:sz w:val="24"/>
          <w:szCs w:val="24"/>
        </w:rPr>
        <w:t>’</w:t>
      </w: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ЄДНАНОЇ ТЕРИТОРІАЛЬНОЇ ГРОМАДИ</w:t>
      </w:r>
    </w:p>
    <w:p w:rsidR="00566B58" w:rsidRPr="00CC232A" w:rsidRDefault="00566B58" w:rsidP="00566B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2020 -2022 роки</w:t>
      </w:r>
    </w:p>
    <w:p w:rsidR="00566B58" w:rsidRPr="00CC232A" w:rsidRDefault="00566B58" w:rsidP="00566B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1.Характеристика та проблеми рибного господарства водойм  Крупецької  ОТГ:</w:t>
      </w:r>
    </w:p>
    <w:p w:rsidR="00566B58" w:rsidRPr="00CC232A" w:rsidRDefault="00566B58" w:rsidP="00566B58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Рибне господарство-галузь економіки, завданнями якої є вивчення, охорона, відтворення, вирощування, використання водних біоресурсів, їх вилучення (добування, вилов, збирання), реалізація та переробка з метою одержання харчової, технічної, кормової, медичної та іншої продукції, а також для забезпечення продовольчої безпеки та кон’юнктури ринку рибної продукції в громаді для забезпечення отримання значного обсягу коштів до місцевого бюджету. 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Стратегічними напрямами у рибному господарстві Крупецької об</w:t>
      </w:r>
      <w:r w:rsidRPr="00CC232A">
        <w:rPr>
          <w:rFonts w:ascii="Times New Roman" w:eastAsia="Calibri" w:hAnsi="Times New Roman" w:cs="Times New Roman"/>
          <w:b/>
          <w:sz w:val="24"/>
          <w:szCs w:val="24"/>
        </w:rPr>
        <w:t>’</w:t>
      </w:r>
      <w:proofErr w:type="spellStart"/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єднаної</w:t>
      </w:r>
      <w:proofErr w:type="spellEnd"/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територіальної громади: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ведення рибогосподарської діяльності,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відтворення  водних живих ресурсів та селекції у рибництві,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розвиток рибного господарства в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Крупецькій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об’єднаній територіальній громаді,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надання послуг з організації любительського та спортивного рибальства на водних об’єктах,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 та інші.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Загальна площа ставків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прибережними смугами ОТГ складає  9,87 га.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Програма розвитку рибного господарства водойм Крупецької ОТГ на 2020-2022 роки базується на основних принципах Законів України «Про рибне господарство,промислове рибальство та охорону водних біоресурсів»,  «Про тваринний світ», «Про рибу, інші водні живі ресурси та харчову продукцію з них».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Програма спрямована на реалізацію в громаді  державної політики щодо сприяння розвитку рибного господарства, зміцнення його виробничого і науково-технічного потенціалу, формування розгалуженої інфраструктури, координацію діяльності  органів виконавчої влади та місцевого самоврядування, підприємств, установ та організацій  з метою розв’язання найважливіших проблем  функціонування рибогосподарського комплексу району, створення  сприятливих умов для стабілізації та нарощування обсягів вилову і виробництва рибної продукції, підвищення ефективності використання рибних запасів, вжиття заходів щодо їх відтворення та охорони.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2.Зариблення водойм</w:t>
      </w:r>
    </w:p>
    <w:p w:rsidR="00566B58" w:rsidRPr="00CC232A" w:rsidRDefault="00566B58" w:rsidP="00566B58">
      <w:pPr>
        <w:spacing w:after="0" w:line="240" w:lineRule="auto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Зариблення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рибопосадкового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матеріалом ставків здійснюється орендарями водного плеса. Орендарі   визначають  об’єкти робіт з відтворення (водойми, видовий  склад та кількість посадкового матеріалу) та формує перелік виконавців робіт з відтворення водних живих ресурсів.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Орендарі проводять  моніторинг посадкового матеріалу аборигенних видів, та визначається їх загальна потужність. Складається перелік заходів щодо приведення виробничої бази цих господарств до належного стану.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3. Мета програми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Метою Програми є створення  сприятливих умов розвитку рибного господарства для формування високих якісних та кількісних показників рибо продукції водних об’єктів, ведення рибного господарства на засадах сталого розвитку з урахуванням природних, економічних і екологічних умов, отримання додаткової товарної рибної продукції за рахунок оптимізації рибогосподарського  процесу, впровадження комплексних засобів з підвищення продуктивності водойм, вирішення стратегічного завдання щодо створення в районі потужної рибної індустрії.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4. Фінансове забезпечення Програми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Фінансування заходів Програми здійснюється за рахунок коштів орендарів.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5. Завдання та заходи Програми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Програму спрямовано на розв’язування істотних проблем розвитку рибного господарства водойм  Крупецької ОТГ. Основними завданнями Програми є: відпрацювання  технології  відтворення об’єктів вселення та порядку проведення випуску посадкового матеріалу, зариблення рибогосподарських водойм посадковим матеріалом.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6. Очікувані результати реалізації Програми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Виконання Програми сприятиме: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здійсненню повномасштабного зариблення водойм рослиноїдними водними біоресурсами;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нарощуванню обсягів виробництва високоякісної рибної продукції;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утилізації надлишкової органічної речовини і покращенню гідрохімічного режиму;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>сприянню отриманню великих  обсягів  високоякісної рибної продукції;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7. Механізм реалізації Програми та контроль за її виконанням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23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Контроль за реалізацією заходів, передбачених Програмою, здійснюватиме у межах  своєї компетенції  Крупецької ОТГ.</w:t>
      </w: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66B58" w:rsidRPr="00CC232A" w:rsidRDefault="00566B58" w:rsidP="00566B5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CC232A"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  <w:r w:rsidRPr="00CC23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2EF5" w:rsidRDefault="00B02EF5"/>
    <w:sectPr w:rsidR="00B02EF5" w:rsidSect="00B02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66B58"/>
    <w:rsid w:val="00171A2E"/>
    <w:rsid w:val="00304C90"/>
    <w:rsid w:val="00505B6D"/>
    <w:rsid w:val="00566B58"/>
    <w:rsid w:val="006D3977"/>
    <w:rsid w:val="007D6C18"/>
    <w:rsid w:val="00B02EF5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58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3</Pages>
  <Words>829</Words>
  <Characters>4730</Characters>
  <Application>Microsoft Office Word</Application>
  <DocSecurity>0</DocSecurity>
  <Lines>39</Lines>
  <Paragraphs>11</Paragraphs>
  <ScaleCrop>false</ScaleCrop>
  <Company>Microsoft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2020-01-13T06:47:00Z</dcterms:created>
  <dcterms:modified xsi:type="dcterms:W3CDTF">2020-01-13T06:47:00Z</dcterms:modified>
</cp:coreProperties>
</file>