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488" w:rsidRDefault="0041058E" w:rsidP="00CC648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1058E">
        <w:rPr>
          <w:noProof/>
        </w:rPr>
        <w:pict>
          <v:group id="Group 2" o:spid="_x0000_s1026" style="position:absolute;left:0;text-align:left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CC6488" w:rsidRDefault="00CC6488" w:rsidP="00CC6488"/>
    <w:p w:rsidR="00CC6488" w:rsidRDefault="00CC6488" w:rsidP="00CC6488"/>
    <w:p w:rsidR="00CC6488" w:rsidRDefault="00CC6488" w:rsidP="00CC648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CC6488" w:rsidRDefault="00CC6488" w:rsidP="00CC648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CC6488" w:rsidRDefault="00CC6488" w:rsidP="00CC648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CC6488" w:rsidRDefault="00CC6488" w:rsidP="00CC648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CC6488" w:rsidRDefault="00CC6488" w:rsidP="00CC648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6488" w:rsidRDefault="00CC6488" w:rsidP="00CC648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CC6488" w:rsidRDefault="00CC6488" w:rsidP="00CC648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C6488" w:rsidRDefault="00CC6488" w:rsidP="00CC648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CC6488" w:rsidRDefault="00CC6488" w:rsidP="00CC6488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24.04.2020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№15</w:t>
      </w:r>
    </w:p>
    <w:p w:rsidR="00CC6488" w:rsidRDefault="00CC6488" w:rsidP="00CC6488">
      <w:pPr>
        <w:tabs>
          <w:tab w:val="left" w:pos="2160"/>
        </w:tabs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CC6488" w:rsidRDefault="00CC6488" w:rsidP="00CC648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CC6488" w:rsidRDefault="00CC6488" w:rsidP="00CC648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та</w:t>
      </w:r>
    </w:p>
    <w:p w:rsidR="00CC6488" w:rsidRDefault="00CC6488" w:rsidP="00CC6488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передачі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її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CC6488" w:rsidRDefault="00CC6488" w:rsidP="00CC6488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Мельник Н.Г.</w:t>
      </w:r>
    </w:p>
    <w:p w:rsidR="00CC6488" w:rsidRDefault="00CC6488" w:rsidP="00CC6488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C6488" w:rsidRDefault="00CC6488" w:rsidP="00CC648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пункту  34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1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статей 12, 116, 118, 121, 186, та 186-1 Земельного кодексу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їх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Мельник Н.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Г.,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рада    </w:t>
      </w:r>
    </w:p>
    <w:p w:rsidR="00CC6488" w:rsidRDefault="00CC6488" w:rsidP="00CC648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CC6488" w:rsidRDefault="00CC6488" w:rsidP="00CC648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1.Затвердити Мельник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Наталії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Григоріївні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0.2288 га, яка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район,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Полянь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CC6488" w:rsidRDefault="00CC6488" w:rsidP="00CC64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2.Передати Мельник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Наталії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Григоріївні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зареєстрована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1810DE" w:rsidRPr="001810DE">
        <w:rPr>
          <w:rFonts w:ascii="Times New Roman" w:hAnsi="Times New Roman" w:cs="Times New Roman"/>
          <w:sz w:val="24"/>
          <w:szCs w:val="24"/>
        </w:rPr>
        <w:t>_____________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1810DE" w:rsidRPr="001810DE">
        <w:rPr>
          <w:rFonts w:ascii="Times New Roman" w:hAnsi="Times New Roman" w:cs="Times New Roman"/>
          <w:sz w:val="24"/>
          <w:szCs w:val="24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0,2288 га,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номер: 6823986800:01:001:0068,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район,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Полянь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CC6488" w:rsidRDefault="00CC6488" w:rsidP="00CC64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3. Мельник Н.Г.,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передана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законом порядку.</w:t>
      </w:r>
    </w:p>
    <w:p w:rsidR="00CC6488" w:rsidRPr="00CC6488" w:rsidRDefault="00CC6488" w:rsidP="00CC6488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4.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</w:t>
      </w:r>
      <w:bookmarkStart w:id="0" w:name="_GoBack"/>
      <w:bookmarkEnd w:id="0"/>
    </w:p>
    <w:p w:rsidR="00CC6488" w:rsidRDefault="00CC6488" w:rsidP="00CC648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5730D" w:rsidRPr="00CC6488" w:rsidRDefault="00CC6488" w:rsidP="00CC6488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sectPr w:rsidR="0075730D" w:rsidRPr="00CC6488" w:rsidSect="00CC6488">
      <w:pgSz w:w="12240" w:h="15840"/>
      <w:pgMar w:top="1440" w:right="1440" w:bottom="851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attachedTemplate r:id="rId1"/>
  <w:defaultTabStop w:val="720"/>
  <w:hyphenationZone w:val="425"/>
  <w:characterSpacingControl w:val="doNotCompress"/>
  <w:compat>
    <w:useFELayout/>
  </w:compat>
  <w:rsids>
    <w:rsidRoot w:val="00CC6488"/>
    <w:rsid w:val="00171A2E"/>
    <w:rsid w:val="001810DE"/>
    <w:rsid w:val="00304C90"/>
    <w:rsid w:val="0041058E"/>
    <w:rsid w:val="00505B6D"/>
    <w:rsid w:val="006D3977"/>
    <w:rsid w:val="0075730D"/>
    <w:rsid w:val="007D6C18"/>
    <w:rsid w:val="00CC6488"/>
    <w:rsid w:val="00D164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58E"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1178</Words>
  <Characters>673</Characters>
  <Application>Microsoft Office Word</Application>
  <DocSecurity>0</DocSecurity>
  <Lines>5</Lines>
  <Paragraphs>3</Paragraphs>
  <ScaleCrop>false</ScaleCrop>
  <Company>Microsoft</Company>
  <LinksUpToDate>false</LinksUpToDate>
  <CharactersWithSpaces>1848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user</cp:lastModifiedBy>
  <cp:revision>2</cp:revision>
  <dcterms:created xsi:type="dcterms:W3CDTF">2020-04-27T15:43:00Z</dcterms:created>
  <dcterms:modified xsi:type="dcterms:W3CDTF">2020-04-28T05:21:00Z</dcterms:modified>
</cp:coreProperties>
</file>