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7CB" w:rsidRPr="00B623A8" w:rsidRDefault="00B257CB" w:rsidP="00B257C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190079" wp14:editId="1133DA3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6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7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7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57CB" w:rsidRDefault="00B257CB" w:rsidP="00B257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PIDsHcAAF9ZBAAOAAAAZHJzL2Uyb0RvYy54bWzsfW1uJjmS3n8DvsML/RygWsn8zsLULGa6&#10;ugYGxvYA8/oAb0mqkmCV3rKk7q7dxQIGfARfxDfwFXZv5CfIIJNUZUTk1HQbgwV7gE5NKxRJRgSZ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D+DPIDsHcAAF9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vB/MUA&#10;AADeAAAADwAAAGRycy9kb3ducmV2LnhtbESPQYvCQAyF7wv+hyGCt3WqZVepjiKi4kFYdNd76MS2&#10;2MmUzqj1328OgreEvLz3vvmyc7W6UxsqzwZGwwQUce5txYWBv9/t5xRUiMgWa89k4EkBlovexxwz&#10;6x98pPspFkpMOGRooIyxybQOeUkOw9A3xHK7+NZhlLUttG3xIeau1uMk+dYOK5aEEhtal5RfTzdn&#10;wKe7/eFcjI/phieRVz/Ty7k7GDPod6sZqEhdfItf33sr9dOviQAI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G8H8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WxMcA&#10;AADeAAAADwAAAGRycy9kb3ducmV2LnhtbERPS0sDMRC+F/wPYQQvpc1W6cO1aZHCqvVQ6AN6HTbj&#10;ZnUzWZLYrv31Rih4m4/vOfNlZxtxIh9qxwpGwwwEcel0zZWCw74YzECEiKyxcUwKfijAcnHTm2Ou&#10;3Zm3dNrFSqQQDjkqMDG2uZShNGQxDF1LnLgP5y3GBH0ltcdzCreNvM+yibRYc2ow2NLKUPm1+7YK&#10;PouNOa6mlxfff9zSpV+8vzbriVJ3t93zE4hIXfwXX91vOs1/GE9H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T1s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Lsss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Ufj6RC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uy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pcE8UA&#10;AADeAAAADwAAAGRycy9kb3ducmV2LnhtbERPS0sDMRC+C/0PYQrebNbWPtg2LVIVRPBgFUpvw2a6&#10;u7iZhGTsrv/eCIK3+fies9kNrlMXiqn1bOB2UoAirrxtuTbw8f50swKVBNli55kMfFOC3XZ0tcHS&#10;+p7f6HKQWuUQTiUaaERCqXWqGnKYJj4QZ+7so0PJMNbaRuxzuOv0tCgW2mHLuaHBQPuGqs/DlzPw&#10;2j+Gl+Vifg6neDfV6cHKcS/GXI+H+zUooUH+xX/uZ5vnz+bLGfy+k2/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lw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fRXccA&#10;AADeAAAADwAAAGRycy9kb3ducmV2LnhtbESP0WoCMRBF3wv+Q5iCL0WzaqtlaxQptRRfllU/YNiM&#10;m6WbybJJzfbvG0Ho2wz3zj131tvBtuJKvW8cK5hNMxDEldMN1wrOp/3kFYQPyBpbx6TglzxsN6OH&#10;NebaRS7pegy1SCHsc1RgQuhyKX1lyKKfuo44aRfXWwxp7Wupe4wp3LZynmVLabHhRDDY0buh6vv4&#10;YxOkWGBxuMTT/nPAiB8Hw0+7Uqnx47B7AxFoCP/m+/WXTvUXL6tn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30V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9h/MUA&#10;AADeAAAADwAAAGRycy9kb3ducmV2LnhtbERPTUsDMRC9C/6HMIXebLbVbWVtWqQqiNCDVRBvw2a6&#10;u7iZhGTaXf+9EQRv83ifs96OrldniqnzbGA+K0AR19523Bh4f3u6ugWVBNli75kMfFOC7ebyYo2V&#10;9QO/0vkgjcohnCo00IqESutUt+QwzXwgztzRR4eSYWy0jTjkcNfrRVEstcOOc0OLgXYt1V+HkzOw&#10;Hx7Dy2pZHsNnvFno9GDlYyfGTCfj/R0ooVH+xX/uZ5vnX5er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P2H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jiYsUA&#10;AADeAAAADwAAAGRycy9kb3ducmV2LnhtbERP32vCMBB+F/Y/hBvsZcxURTc6o6gQJiiIbrDXoznb&#10;suZSksx2/70RBr7dx/fz5sveNuJCPtSOFYyGGQjiwpmaSwVfn/rlDUSIyAYbx6TgjwIsFw+DOebG&#10;dXykyymWIoVwyFFBFWObSxmKiiyGoWuJE3d23mJM0JfSeOxSuG3kOMtm0mLNqaHCljYVFT+nX6tg&#10;fejKiX8u1r3bnT++p1obvddKPT32q3cQkfp4F/+7tybNn0xfZ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OJ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QNBsMA&#10;AADeAAAADwAAAGRycy9kb3ducmV2LnhtbERP22oCMRB9L/gPYQTfalbrja1RxLIgpS9qP2DYTDdb&#10;N5Mliev690Yo9G0O5zrrbW8b0ZEPtWMFk3EGgrh0uuZKwfe5eF2BCBFZY+OYFNwpwHYzeFljrt2N&#10;j9SdYiVSCIccFZgY21zKUBqyGMauJU7cj/MWY4K+ktrjLYXbRk6zbCEt1pwaDLa0N1ReTleroPic&#10;fnWXq/aF2/UzS3Pzu/owSo2G/e4dRKQ+/ov/3Aed5r/Nl0t4vpNu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5QNB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vTi8gA&#10;AADeAAAADwAAAGRycy9kb3ducmV2LnhtbESPQUsDMRCF74L/IUzBi7RZLVXZNi1WCAoWxFboddhM&#10;d5duJksSu+u/dw6Ctxnem/e+WW1G36kLxdQGNnA3K0ARV8G1XBv4OtjpE6iUkR12gcnADyXYrK+v&#10;Vli6MPAnXfa5VhLCqUQDTc59qXWqGvKYZqEnFu0Uoscsa6y1izhIuO/0fVE8aI8tS0ODPb00VJ33&#10;397A9mOo5/G22o7h/fR6XFjr7M4aczMZn5egMo353/x3/eYEf754F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O9OL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c878MA&#10;AADeAAAADwAAAGRycy9kb3ducmV2LnhtbERPzWoCMRC+F/oOYQq9aVatVbdGEctCES9VH2DYTDer&#10;m8mSxHX79o0g9DYf3+8s171tREc+1I4VjIYZCOLS6ZorBadjMZiDCBFZY+OYFPxSgPXq+WmJuXY3&#10;/qbuECuRQjjkqMDE2OZShtKQxTB0LXHifpy3GBP0ldQebyncNnKcZe/SYs2pwWBLW0Pl5XC1Cord&#10;eN9drtoXbtO/WZqa8/zTKPX60m8+QETq47/44f7Saf5kOlvA/Z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c87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Z7vcMA&#10;AADeAAAADwAAAGRycy9kb3ducmV2LnhtbESPQYvCQAyF74L/YYjgTaeuW5HqKCIo63GrPyB0Ylvs&#10;ZGpn1tZ/vzks7C0hL++9b7sfXKNe1IXas4HFPAFFXHhbc2ngdj3N1qBCRLbYeCYDbwqw341HW8ys&#10;7/mbXnkslZhwyNBAFWObaR2KihyGuW+J5Xb3ncMoa1dq22Ev5q7RH0my0g5rloQKWzpWVDzyH2fg&#10;892fn3n6SE7W0eKybC8ci9SY6WQ4bEBFGuK/+O/7y0r9ZboWAMGRGf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Z7v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jIicQA&#10;AADeAAAADwAAAGRycy9kb3ducmV2LnhtbERPTWvCQBC9F/wPywi91Y2WBhtdRZSI9FSj9TxkxySY&#10;nQ3Z1ST/vlsoeJvH+5zluje1eFDrKssKppMIBHFudcWFgvMpfZuDcB5ZY22ZFAzkYL0avSwx0bbj&#10;Iz0yX4gQwi5BBaX3TSKly0sy6Ca2IQ7c1bYGfYBtIXWLXQg3tZxFUSwNVhwaSmxoW1J+y+5GwT2+&#10;zM58/dLf2W7Yf+7SjZM/hVKv436zAOGp90/xv/ugw/z3j/kU/t4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oyI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m48YA&#10;AADeAAAADwAAAGRycy9kb3ducmV2LnhtbERPTWvCQBC9F/wPywi91U3VhjS6SlsQbA+KWg/exuw0&#10;iWZnY3ar8d+7QqG3ebzPGU9bU4kzNa60rOC5F4EgzqwuOVfwvZk9JSCcR9ZYWSYFV3IwnXQexphq&#10;e+EVndc+FyGEXYoKCu/rVEqXFWTQ9WxNHLgf2xj0ATa51A1eQripZD+KYmmw5NBQYE0fBWXH9a9R&#10;sF0m8evy/XN4+FrscWD0aafLWKnHbvs2AuGp9f/iP/dch/mDl6QP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Xm4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DU7MQA&#10;AADeAAAADwAAAGRycy9kb3ducmV2LnhtbERPTWvCQBC9F/wPywi91Y2mDSFmI2qpFk9qC16H7DQJ&#10;zc6G7FZjf71bKHibx/ucfDGYVpypd41lBdNJBIK4tLrhSsHnx9tTCsJ5ZI2tZVJwJQeLYvSQY6bt&#10;hQ90PvpKhBB2GSqove8yKV1Zk0E3sR1x4L5sb9AH2FdS93gJ4aaVsyhKpMGGQ0ONHa1rKr+PP0bB&#10;b3LCvdvOVq+x9nR9Tjd2t98o9TgelnMQngZ/F/+733WYH7+kMfy9E26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g1O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AlNsQA&#10;AADeAAAADwAAAGRycy9kb3ducmV2LnhtbERPzWrCQBC+C32HZQq96aYaxaZuRMSCN2vaBxiy001I&#10;djZmV0379K5Q8DYf3++s1oNtxYV6XztW8DpJQBCXTtdsFHx/fYyXIHxA1tg6JgW/5GGdP41WmGl3&#10;5SNdimBEDGGfoYIqhC6T0pcVWfQT1xFH7sf1FkOEvZG6x2sMt62cJslCWqw5NlTY0baisinOVsHJ&#10;Ted6KHZ4aHZvn7Ux6envmCr18jxs3kEEGsJD/O/e6zh/Nl+mcH8n3i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wJT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mRsQA&#10;AADeAAAADwAAAGRycy9kb3ducmV2LnhtbERPPW/CMBDdkfgP1iF1Kw5FoSHgRC1SJVZoh46HfSSB&#10;+JzGBtL++rpSJbZ7ep+3Lgfbiiv1vnGsYDZNQBBrZxquFHy8vz1mIHxANtg6JgXf5KEsxqM15sbd&#10;eEfXfahEDGGfo4I6hC6X0uuaLPqp64gjd3S9xRBhX0nT4y2G21Y+JclCWmw4NtTY0aYmfd5frIJt&#10;c6B0oY9Lm73q3efPV5g/n4xSD5PhZQUi0BDu4n/31sT58zRL4e+deIM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A5k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B5scA&#10;AADeAAAADwAAAGRycy9kb3ducmV2LnhtbERPXWvCQBB8L/Q/HFvwrV6qVDT1EmpBUNoKfqCvS26b&#10;C83thdwZ47/3hELfZnd2ZnbmeW9r0VHrK8cKXoYJCOLC6YpLBYf98nkKwgdkjbVjUnAlD3n2+DDH&#10;VLsLb6nbhVJEE/YpKjAhNKmUvjBk0Q9dQxy5H9daDHFsS6lbvERzW8tRkkykxYpjgsGGPgwVv7uz&#10;VdDh5pqczOJ7tq6+itFmcfzUca8GT/37G4hAffg//lOvdHx//DqdwL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zge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L758MA&#10;AADeAAAADwAAAGRycy9kb3ducmV2LnhtbERPTUvDQBC9C/0Pywje7MaItsRuSxEqHjXtweOYnWZT&#10;szNhd22iv94VBG/zeJ+z2ky+V2cKsRM2cDMvQBE3YjtuDRz2u+slqJiQLfbCZOCLImzWs4sVVlZG&#10;fqVznVqVQzhWaMClNFRax8aRxziXgThzRwkeU4ah1TbgmMN9r8uiuNceO84NDgd6dNR81J/ewPjU&#10;vJ/K45t132GQXf0ip7IXY64up+0DqERT+hf/uZ9tnn97t1z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L75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V/gsgA&#10;AADeAAAADwAAAGRycy9kb3ducmV2LnhtbESPT0/DMAzF70h8h8hIu7GUTUBVlk37wySEQKgD7qYx&#10;bVniVE3Yum8/H5C42XrP7/08WwzeqQP1sQ1s4GacgSKugm25NvDxvr3OQcWEbNEFJgMnirCYX17M&#10;sLDhyCUddqlWEsKxQANNSl2hdawa8hjHoSMW7Tv0HpOsfa1tj0cJ905PsuxOe2xZGhrsaN1Qtd/9&#10;egPbt437mbyWy0+d1o/3Xy5/Xm1ejBldDcsHUImG9G/+u36ygj+9zYVX3pEZ9Pw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1X+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8HjcUA&#10;AADeAAAADwAAAGRycy9kb3ducmV2LnhtbERPTWvCQBC9C/0PyxR6Ed20Yompq5RCUUGhRsHrmJ0m&#10;wexsyK4x/ntXELzN433OdN6ZSrTUuNKygvdhBII4s7rkXMF+9zuIQTiPrLGyTAqu5GA+e+lNMdH2&#10;wltqU5+LEMIuQQWF93UipcsKMuiGtiYO3L9tDPoAm1zqBi8h3FTyI4o+pcGSQ0OBNf0UlJ3Ss1HQ&#10;/q2P+bJ19eoU9914dFwsNvqg1Ntr9/0FwlPnn+KHe6nD/NE4nsD9nXCD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bwe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BG0MkA&#10;AADeAAAADwAAAGRycy9kb3ducmV2LnhtbESPQU/DMAyF75P4D5GRuK0pg6GtLJsYEhIXJDY40Jvb&#10;mLZa45QkbIVfjw+TuNny83vvW21G16sjhdh5NnCd5aCIa287bgy8vz1NF6BiQrbYeyYDPxRhs76Y&#10;rLCw/sQ7Ou5To8SEY4EG2pSGQutYt+QwZn4gltunDw6TrKHRNuBJzF2vZ3l+px12LAktDvTYUn3Y&#10;fzsD2+Vi+/V6yy+/u6qk8qM6zGchN+bqcny4B5VoTP/i8/ezlfo386UACI7MoN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+BG0MkAAADeAAAADwAAAAAAAAAAAAAAAACYAgAA&#10;ZHJzL2Rvd25yZXYueG1sUEsFBgAAAAAEAAQA9QAAAI4DAAAAAA==&#10;" fillcolor="black" stroked="f"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/tS8YA&#10;AADeAAAADwAAAGRycy9kb3ducmV2LnhtbERPS2sCMRC+F/ofwhR6q1ktiq5GqX2AoB58HDyOm3E3&#10;7GaybFJd/fWmIPQ2H99zJrPWVuJMjTeOFXQ7CQjizGnDuYL97udtCMIHZI2VY1JwJQ+z6fPTBFPt&#10;Lryh8zbkIoawT1FBEUKdSumzgiz6jquJI3dyjcUQYZNL3eAlhttK9pJkIC0ajg0F1vRZUFZuf62C&#10;w3JghhtDvePqNv/Wq345X3+VSr2+tB9jEIHa8C9+uBc6zn/vj7rw9068QU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/tS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8eDsQA&#10;AADeAAAADwAAAGRycy9kb3ducmV2LnhtbERPTWsCMRC9C/6HMII3zVap2K1RRJH20oO2pddhM91s&#10;dzNZk6irv74pCL3N433OYtXZRpzJh8qxgodxBoK4cLriUsHH+240BxEissbGMSm4UoDVst9bYK7d&#10;hfd0PsRSpBAOOSowMba5lKEwZDGMXUucuG/nLcYEfSm1x0sKt42cZNlMWqw4NRhsaWOoqA8nq8Cv&#10;v7b1jU+fdXZ7u4aXn+44R6PUcNCtn0FE6uK/+O5+1Wn+9PFpAn/vp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vHg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IN3sQA&#10;AADeAAAADwAAAGRycy9kb3ducmV2LnhtbERP22oCMRB9L/gPYYS+FM2qtOrWKFIoFJSClw8YN+Pu&#10;0mSybKa69utNodC3OZzrLFadd+pCbawDGxgNM1DERbA1lwaOh/fBDFQUZIsuMBm4UYTVsvewwNyG&#10;K+/ospdSpRCOORqoRJpc61hU5DEOQ0OcuHNoPUqCbalti9cU7p0eZ9mL9lhzaqiwobeKiq/9tzfg&#10;xic330zjVm5Hvc1+vOyePq0xj/1u/QpKqJN/8Z/7w6b5k+f5BH7fSTf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SDd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vU8MUA&#10;AADeAAAADwAAAGRycy9kb3ducmV2LnhtbERPTU8CMRC9m/gfmjHxJl1RDCwUohKSvXhggXAdtsN2&#10;YzvdbCus/HpqQuJtXt7nzBa9s+JEXWg8K3geZCCIK68brhVsN6unMYgQkTVaz6TglwIs5vd3M8y1&#10;P/OaTmWsRQrhkKMCE2ObSxkqQw7DwLfEiTv6zmFMsKul7vCcwp2Vwyx7kw4bTg0GW/o0VH2XP07B&#10;smztcFuYj7DffR0OtrisaL9U6vGhf5+CiNTHf/HNXeg0/2U0eYW/d9IN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69T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LDXcQA&#10;AADeAAAADwAAAGRycy9kb3ducmV2LnhtbERPS2sCMRC+F/wPYYTeuokWH91uFJEKQk9aPfQ2JNPd&#10;1c1k2aTu9t83BaG3+fieU6wH14gbdaH2rGGSKRDExtuaSw2nj93TEkSIyBYbz6ThhwKsV6OHAnPr&#10;ez7Q7RhLkUI45KihirHNpQymIoch8y1x4r585zAm2JXSdtincNfIqVJz6bDm1FBhS9uKzPX47TRc&#10;dvLdG4XmfDr3e7v4fJtTo7R+HA+bVxCRhvgvvrv3Ns1/nr3M4O+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iw1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iuTcUA&#10;AADeAAAADwAAAGRycy9kb3ducmV2LnhtbERPS2sCMRC+C/0PYQreNFtFsVuzYgVBLD24ltLjdDP7&#10;YDeTJYm6/fdNoeBtPr7nrDeD6cSVnG8sK3iaJiCIC6sbrhR8nPeTFQgfkDV2lknBD3nYZA+jNaba&#10;3vhE1zxUIoawT1FBHUKfSumLmgz6qe2JI1daZzBE6CqpHd5iuOnkLEmW0mDDsaHGnnY1FW1+MQq+&#10;Lm9cvs+PW/caPu1w9u3se9UqNX4cti8gAg3hLv53H3ScP188L+HvnXiD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K5N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epMYA&#10;AADeAAAADwAAAGRycy9kb3ducmV2LnhtbERPTWsCMRC9F/ofwhR662ZrtepqlCoUvAhqPeht3Ex3&#10;FzeTbRJ19dc3QqG3ebzPGU9bU4szOV9ZVvCapCCIc6srLhRsvz5fBiB8QNZYWyYFV/IwnTw+jDHT&#10;9sJrOm9CIWII+wwVlCE0mZQ+L8mgT2xDHLlv6wyGCF0htcNLDDe17KTpuzRYcWwosaF5SflxczIK&#10;ZsPB7GfV5eVtfdjTfnc49jouVer5qf0YgQjUhn/xn3uh4/y33rAP93fiD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nepMYAAADeAAAADwAAAAAAAAAAAAAAAACYAgAAZHJz&#10;L2Rvd25yZXYueG1sUEsFBgAAAAAEAAQA9QAAAIsDAAAAAA==&#10;" fillcolor="black" stroked="f"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BBfMYA&#10;AADeAAAADwAAAGRycy9kb3ducmV2LnhtbESPQU/DMAyF70j8h8hI3FgKEwjKsqmahECcug3E1WtM&#10;U9E4VRKy8u/xAYmbrff83ufVZvajKhTTENjA9aICRdwFO3Bv4O3wdHUPKmVki2NgMvBDCTbr87MV&#10;1jaceEdln3slIZxqNOBynmqtU+fIY1qEiVi0zxA9Zlljr23Ek4T7Ud9U1Z32OLA0OJxo66j72n97&#10;A+W4bZtl+Shu9xqbPob2+f3YGnN5MTePoDLN+d/8d/1iBX95+yC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BBf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Cg7sUA&#10;AADeAAAADwAAAGRycy9kb3ducmV2LnhtbERPTWvCQBC9F/wPyxR6040tlSa6ShGV2ottKuhxyE6z&#10;wexsyK4x9td3C0Jv83ifM1v0thYdtb5yrGA8SkAQF05XXCrYf62HLyB8QNZYOyYFV/KwmA/uZphp&#10;d+FP6vJQihjCPkMFJoQmk9IXhiz6kWuII/ftWoshwraUusVLDLe1fEySibRYcWww2NDSUHHKz1aB&#10;Hy9Xh3f7k3bHjeFdvjWTj9Io9XDfv05BBOrDv/jmftNx/tNzmsLf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wKDu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57CB" w:rsidRDefault="00B257CB" w:rsidP="00B257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57CB" w:rsidRDefault="00B257CB" w:rsidP="00B257C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257CB" w:rsidRPr="004A7D10" w:rsidRDefault="00B257CB" w:rsidP="00B257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57CB" w:rsidRDefault="00B257CB" w:rsidP="00B257C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№47</w:t>
      </w:r>
    </w:p>
    <w:p w:rsidR="00B257CB" w:rsidRDefault="00B257CB" w:rsidP="00B257CB">
      <w:pPr>
        <w:tabs>
          <w:tab w:val="left" w:pos="1240"/>
        </w:tabs>
        <w:spacing w:after="0"/>
        <w:jc w:val="center"/>
        <w:rPr>
          <w:b/>
          <w:color w:val="C00000"/>
          <w:sz w:val="28"/>
          <w:szCs w:val="28"/>
        </w:rPr>
      </w:pPr>
    </w:p>
    <w:p w:rsidR="00B257CB" w:rsidRDefault="00B257CB" w:rsidP="00B257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умови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оплати </w:t>
      </w:r>
      <w:proofErr w:type="spellStart"/>
      <w:r>
        <w:rPr>
          <w:rFonts w:ascii="Times New Roman" w:hAnsi="Times New Roman"/>
          <w:b/>
          <w:sz w:val="24"/>
          <w:szCs w:val="24"/>
        </w:rPr>
        <w:t>праці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голови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2021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/>
          <w:b/>
          <w:sz w:val="24"/>
          <w:szCs w:val="24"/>
        </w:rPr>
        <w:t>ік</w:t>
      </w:r>
      <w:proofErr w:type="spellEnd"/>
    </w:p>
    <w:p w:rsidR="00B257CB" w:rsidRDefault="00B257CB" w:rsidP="00B257C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», статей 14,15, 21,22 Закону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«Про службу в органах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»,  постанови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9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березня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2006 р. № 268 «Про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упорядкування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структури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умов оплати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прокуратури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судів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доповненнями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Положенням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затверджених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16.12.2019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 xml:space="preserve">р. № 68,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ВИРІШИЛА:</w:t>
      </w:r>
    </w:p>
    <w:p w:rsidR="00B257CB" w:rsidRPr="00B257CB" w:rsidRDefault="00B257CB" w:rsidP="00B257CB">
      <w:pPr>
        <w:pStyle w:val="af1"/>
        <w:numPr>
          <w:ilvl w:val="0"/>
          <w:numId w:val="12"/>
        </w:numPr>
        <w:spacing w:after="0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сільському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Ан</w:t>
      </w:r>
      <w:bookmarkStart w:id="0" w:name="_GoBack"/>
      <w:bookmarkEnd w:id="0"/>
      <w:r w:rsidRPr="00B257CB">
        <w:rPr>
          <w:rFonts w:ascii="Times New Roman" w:hAnsi="Times New Roman" w:cs="Times New Roman"/>
          <w:sz w:val="24"/>
          <w:szCs w:val="24"/>
        </w:rPr>
        <w:t>атолійовичу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надбавку за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високі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B257C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257CB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50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окладу з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урахування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надбавки за ранг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та надбавки за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вислугу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з 01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2021 року по 31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2021 року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включно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у межах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фонду оплати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на 2021 </w:t>
      </w:r>
      <w:proofErr w:type="spellStart"/>
      <w:proofErr w:type="gramStart"/>
      <w:r w:rsidRPr="00B257C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257CB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>.</w:t>
      </w:r>
    </w:p>
    <w:p w:rsidR="00B257CB" w:rsidRPr="004D26F1" w:rsidRDefault="00B257CB" w:rsidP="00B257CB">
      <w:pPr>
        <w:pStyle w:val="af1"/>
        <w:numPr>
          <w:ilvl w:val="0"/>
          <w:numId w:val="12"/>
        </w:numPr>
        <w:shd w:val="clear" w:color="auto" w:fill="FFFFFF"/>
        <w:spacing w:after="0" w:line="276" w:lineRule="auto"/>
        <w:jc w:val="both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Здійснювати</w:t>
      </w:r>
      <w:proofErr w:type="spellEnd"/>
      <w:r w:rsidRPr="004D26F1">
        <w:rPr>
          <w:sz w:val="24"/>
          <w:szCs w:val="24"/>
        </w:rPr>
        <w:t>:</w:t>
      </w:r>
    </w:p>
    <w:p w:rsidR="00B257CB" w:rsidRPr="004D26F1" w:rsidRDefault="00B257CB" w:rsidP="00B257CB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2.1.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щомісячне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в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 200 % за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фактично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відпрацьований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час з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окладу, надбавок за ранг,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вислугу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 xml:space="preserve"> межах фонду оплати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>.</w:t>
      </w:r>
    </w:p>
    <w:p w:rsidR="00B257CB" w:rsidRPr="004D26F1" w:rsidRDefault="00B257CB" w:rsidP="00B257CB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2.2.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до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професійних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свят та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ювілейних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дат - в межах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передбачених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преміювання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за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економії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4D26F1"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>.</w:t>
      </w:r>
    </w:p>
    <w:p w:rsidR="00B257CB" w:rsidRPr="004D26F1" w:rsidRDefault="00B257CB" w:rsidP="00B257CB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2.3.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випла</w:t>
      </w:r>
      <w:r>
        <w:rPr>
          <w:rFonts w:ascii="Times New Roman" w:hAnsi="Times New Roman" w:cs="Times New Roman"/>
          <w:sz w:val="24"/>
          <w:szCs w:val="24"/>
        </w:rPr>
        <w:t>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надбавки</w:t>
      </w:r>
      <w:r w:rsidRPr="004D26F1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вислугу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40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відсотків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посадового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окладу з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надбавки за ранг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посадової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особи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за стаж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lastRenderedPageBreak/>
        <w:t xml:space="preserve">в органах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дає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зазначеної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надбавки та станом на 23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2020 року становить 31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04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місяці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257CB" w:rsidRPr="00B257CB" w:rsidRDefault="00B257CB" w:rsidP="00B257CB">
      <w:pPr>
        <w:pStyle w:val="af1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257CB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257CB">
        <w:rPr>
          <w:rFonts w:ascii="Times New Roman" w:hAnsi="Times New Roman" w:cs="Times New Roman"/>
          <w:sz w:val="24"/>
          <w:szCs w:val="24"/>
        </w:rPr>
        <w:t>ідстава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:   - записи у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трудовій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книжці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В.А.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05.08.1987 року, </w:t>
      </w:r>
      <w:proofErr w:type="spellStart"/>
      <w:r w:rsidRPr="00B257CB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Pr="00B257CB">
        <w:rPr>
          <w:rFonts w:ascii="Times New Roman" w:hAnsi="Times New Roman" w:cs="Times New Roman"/>
          <w:sz w:val="24"/>
          <w:szCs w:val="24"/>
        </w:rPr>
        <w:t xml:space="preserve"> БТ-ІІ № 3080688.</w:t>
      </w: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         3.Надавати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сільському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голові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В.А.:</w:t>
      </w: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           а)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 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іально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побутових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- у 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середньомісячної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плати;</w:t>
      </w: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           б)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оздоровлення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наданні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щорічної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основної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відпустки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-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середньомісячної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заробітної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 плати.</w:t>
      </w:r>
    </w:p>
    <w:p w:rsidR="00B257CB" w:rsidRPr="004D26F1" w:rsidRDefault="00B257CB" w:rsidP="00B257CB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26F1">
        <w:rPr>
          <w:rFonts w:ascii="Times New Roman" w:hAnsi="Times New Roman" w:cs="Times New Roman"/>
          <w:sz w:val="24"/>
          <w:szCs w:val="24"/>
        </w:rPr>
        <w:t xml:space="preserve">4.Умови оплати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затверджені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цим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ішенням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застосовуються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з 1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2021 року. </w:t>
      </w:r>
    </w:p>
    <w:p w:rsidR="00B257CB" w:rsidRPr="004D26F1" w:rsidRDefault="00B257CB" w:rsidP="00B257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</w:t>
      </w:r>
      <w:r w:rsidRPr="004D26F1">
        <w:rPr>
          <w:rFonts w:ascii="Times New Roman" w:hAnsi="Times New Roman" w:cs="Times New Roman"/>
          <w:sz w:val="24"/>
          <w:szCs w:val="24"/>
        </w:rPr>
        <w:t xml:space="preserve">. Контроль за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іально-економічного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(Бережна Т.М.).</w:t>
      </w:r>
    </w:p>
    <w:p w:rsidR="00B257CB" w:rsidRPr="004D26F1" w:rsidRDefault="00B257CB" w:rsidP="00B2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7CB" w:rsidRPr="004D26F1" w:rsidRDefault="00B257CB" w:rsidP="00B2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7CB" w:rsidRPr="004D26F1" w:rsidRDefault="00B257CB" w:rsidP="00B2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7CB" w:rsidRPr="004D26F1" w:rsidRDefault="00B257CB" w:rsidP="00B2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7CB" w:rsidRPr="004D26F1" w:rsidRDefault="00B257CB" w:rsidP="00B257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7CB" w:rsidRPr="004D26F1" w:rsidRDefault="00B257CB" w:rsidP="00B257CB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голова                                                                                        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F65A4D" w:rsidRDefault="00F65A4D"/>
    <w:sectPr w:rsidR="00F65A4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175" w:rsidRDefault="000B6175">
      <w:pPr>
        <w:spacing w:after="0" w:line="240" w:lineRule="auto"/>
      </w:pPr>
      <w:r>
        <w:separator/>
      </w:r>
    </w:p>
  </w:endnote>
  <w:endnote w:type="continuationSeparator" w:id="0">
    <w:p w:rsidR="000B6175" w:rsidRDefault="000B6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175" w:rsidRDefault="000B6175">
      <w:pPr>
        <w:spacing w:after="0" w:line="240" w:lineRule="auto"/>
      </w:pPr>
      <w:r>
        <w:separator/>
      </w:r>
    </w:p>
  </w:footnote>
  <w:footnote w:type="continuationSeparator" w:id="0">
    <w:p w:rsidR="000B6175" w:rsidRDefault="000B6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E6C691C"/>
    <w:multiLevelType w:val="hybridMultilevel"/>
    <w:tmpl w:val="57608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CB"/>
    <w:rsid w:val="000B6175"/>
    <w:rsid w:val="00B257CB"/>
    <w:rsid w:val="00F6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C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B257CB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57C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57C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57C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C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B257CB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57C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57C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57C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2020-12-24T17:02:00Z</dcterms:created>
  <dcterms:modified xsi:type="dcterms:W3CDTF">2020-12-24T17:03:00Z</dcterms:modified>
</cp:coreProperties>
</file>