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368" w:rsidRDefault="008C6368" w:rsidP="008C636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8C6368" w:rsidRDefault="008C6368" w:rsidP="008C6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BA27BC" wp14:editId="5D931A6E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922" name="Группа 149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9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368" w:rsidRDefault="008C6368" w:rsidP="008C63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922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f4RL3gAAEFZBAAOAAAAZHJzL2Uyb0RvYy54bWzsfWtuJEmS3n8BukOCPweoZrwfhalZTHd1&#10;DRZoSQNM6gBZZFaREMnkJlldNbtYYAEdQRfRDXSF3RvpM3dzD3dWmFlMdc9oF/LexQS7abRwN3P3&#10;M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SEJ8IA&#10;AADeAAAADwAAAGRycy9kb3ducmV2LnhtbERPS4vCMBC+C/6HMMLeNLUVH9UoIrviQRBf96EZ22Iz&#10;KU1W6783Cwve5uN7zmLVmko8qHGlZQXDQQSCOLO65FzB5fzTn4JwHlljZZkUvMjBatntLDDV9slH&#10;epx8LkIIuxQVFN7XqZQuK8igG9iaOHA32xj0ATa51A0+Q7ipZBxFY2mw5NBQYE2bgrL76dcosMl2&#10;t7/m8TH55onn9WF6u7Z7pb567XoOwlPrP+J/906H+aNZnMDfO+EGuX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5IQn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mu8MYA&#10;AADeAAAADwAAAGRycy9kb3ducmV2LnhtbERPS2sCMRC+C/0PYQq9iGYV8bE1igjb16HgA7wOm+lm&#10;281kSVLd+uubQsHbfHzPWa4724gz+VA7VjAaZiCIS6drrhQcD8VgDiJEZI2NY1LwQwHWq7veEnPt&#10;Lryj8z5WIoVwyFGBibHNpQylIYth6FrixH04bzEm6CupPV5SuG3kOMum0mLNqcFgS1tD5df+2yr4&#10;LN7NaTu7Pvn+YkfXfvH23LxOlXq47zaPICJ18Sb+d7/oNH+yGE/g7510g1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mu8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avascA&#10;AADeAAAADwAAAGRycy9kb3ducmV2LnhtbESPzWrDMBCE74W8g9hCLiWR47QhdS2HUJJScgn5eYDF&#10;2lim1spYqu28fVUo9LbLzM43m29G24ieOl87VrCYJyCIS6drrhRcL/vZGoQPyBobx6TgTh42xeQh&#10;x0y7gU/Un0MlYgj7DBWYENpMSl8asujnriWO2s11FkNcu0rqDocYbhuZJslKWqw5Egy29G6o/Dp/&#10;2wg5LvF4uA2X/ceIA+4Ohp+2J6Wmj+P2DUSgMfyb/64/daz//Jq+wO87cQZZ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Wr2r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AkJ8QA&#10;AADeAAAADwAAAGRycy9kb3ducmV2LnhtbERPTUvDQBC9C/0PyxS82Y2hRk27LVIVRPBgFaS3ITtN&#10;gtnZZXds4r93BcHbPN7nrLeTG9SJYuo9G7hcFKCIG297bg28vz1e3IBKgmxx8EwGvinBdjM7W2Nt&#10;/civdNpLq3IIpxoNdCKh1jo1HTlMCx+IM3f00aFkGFttI4453A26LIpKO+w5N3QYaNdR87n/cgZe&#10;xofwfF1dHcMhLkud7q187MSY8/l0twIlNMm/+M/9ZPP85W1Zwe87+Qa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AJCf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iUhscA&#10;AADeAAAADwAAAGRycy9kb3ducmV2LnhtbESPzWrDMBCE74W8g9hCLiWR45QmdS2HUJJScgn5eYDF&#10;2lim1spYqu28fVUo9LbLzM43m29G24ieOl87VrCYJyCIS6drrhRcL/vZGoQPyBobx6TgTh42xeQh&#10;x0y7gU/Un0MlYgj7DBWYENpMSl8asujnriWO2s11FkNcu0rqDocYbhuZJsmLtFhzJBhs6d1Q+XX+&#10;thFyXOLxcBsu+48RB9wdDD9tT0pNH8ftG4hAY/g3/11/6lj/+TVdwe87cQZZ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sIlIb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VzscA&#10;AADeAAAADwAAAGRycy9kb3ducmV2LnhtbESPQUsDMRCF74L/IUzBm812qVXXpkVqBRF6sBaKt2Ez&#10;3V3cTEKSdtd/7xwEbzO8N+99s1yPrlcXiqnzbGA2LUAR19523Bg4fL7ePoBKGdli75kM/FCC9er6&#10;aomV9QN/0GWfGyUhnCo00OYcKq1T3ZLDNPWBWLSTjw6zrLHRNuIg4a7XZVEstMOOpaHFQJuW6u/9&#10;2RnYDdvwfr+4O4WvOC91erH5uMnG3EzG5ydQmcb8b/67frOCP38shVfe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8TFc7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qtvMUA&#10;AADeAAAADwAAAGRycy9kb3ducmV2LnhtbERP32vCMBB+H/g/hBP2IjOdbmNWo0whKDgYc4O9Hs3Z&#10;FptLSTJb/3szEPZ2H9/PW6x624gz+VA7VvA4zkAQF87UXCr4/tIPryBCRDbYOCYFFwqwWg7uFpgb&#10;1/EnnQ+xFCmEQ44KqhjbXMpQVGQxjF1LnLij8xZjgr6UxmOXwm0jJ1n2Ii3WnBoqbGlTUXE6/FoF&#10;64+unPpRse7d/rj9edba6Het1P2wf5uDiNTHf/HNvTNp/tNsMoO/d9IN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Wq28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nYA8YA&#10;AADeAAAADwAAAGRycy9kb3ducmV2LnhtbESPQW/CMAyF75P2HyJP2m2kMDaxQkAIVGmadoHtB1iN&#10;aQqNUyWhdP9+PkzazZaf33vfajP6Tg0UUxvYwHRSgCKug225MfD9VT0tQKWMbLELTAZ+KMFmfX+3&#10;wtKGGx9oOOZGiQmnEg24nPtS61Q78pgmoSeW2ylEj1nW2Ggb8SbmvtOzonjVHluWBIc97RzVl+PV&#10;G6g+Zp/D5WpjFbbj3NOLOy/2zpjHh3G7BJVpzP/iv+93K/Xnb88CIDgyg1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nYA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U3Z8UA&#10;AADeAAAADwAAAGRycy9kb3ducmV2LnhtbERP32vCMBB+H/g/hBN8GZqqm8xqlDkIExyMOcHXoznb&#10;suZSksx2/70ZDPZ2H9/PW29724gr+VA7VjCdZCCIC2dqLhWcPvX4CUSIyAYbx6TghwJsN4O7NebG&#10;dfxB12MsRQrhkKOCKsY2lzIUFVkME9cSJ+7ivMWYoC+l8dilcNvIWZYtpMWaU0OFLb1UVHwdv62C&#10;3XtXzv19sevd4fJ6ftTa6Det1GjYP69AROrjv/jPvTdp/sNyPoXfd9IN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9Tdn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fj78MA&#10;AADeAAAADwAAAGRycy9kb3ducmV2LnhtbERP3WrCMBS+H/gO4Qi7m6mdG1qNIo7CGLuZ+gCH5thU&#10;m5OSxNq9/TIQvDsf3+9ZbQbbip58aBwrmE4yEMSV0w3XCo6H8mUOIkRkja1jUvBLATbr0dMKC+1u&#10;/EP9PtYihXAoUIGJsSukDJUhi2HiOuLEnZy3GBP0tdQebynctjLPsndpseHUYLCjnaHqsr9aBeVX&#10;/t1frtqXbjvMLL2Z8/zDKPU8HrZLEJGG+BDf3Z86zZ8tXnP4fyf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fj7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XYnMAA&#10;AADeAAAADwAAAGRycy9kb3ducmV2LnhtbERPzYrCMBC+L/gOYQRva+pWRatRFkHRo9UHGJqxLTaT&#10;2kRb394Igrf5+H5nue5MJR7UuNKygtEwAkGcWV1yruB82v7OQDiPrLGyTAqe5GC96v0sMdG25SM9&#10;Up+LEMIuQQWF93UipcsKMuiGtiYO3MU2Bn2ATS51g20IN5X8i6KpNFhyaCiwpk1B2TW9GwXjZ7u7&#10;pZNrtNWGRoe4PrDPJkoN+t3/AoSnzn/FH/deh/njeRzD+51wg1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5XYnM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5WR8MA&#10;AADeAAAADwAAAGRycy9kb3ducmV2LnhtbERPTYvCMBC9C/6HMAveNF0VWatpEcVl8aRdd89DM7bF&#10;ZlKaqPXfG0HwNo/3Ocu0M7W4Uusqywo+RxEI4tzqigsFx9/t8AuE88gaa8uk4E4O0qTfW2Ks7Y0P&#10;dM18IUIIuxgVlN43sZQuL8mgG9mGOHAn2xr0AbaF1C3eQrip5TiKZtJgxaGhxIbWJeXn7GIUXGb/&#10;4yOfdnqfbe7f88125eRfodTgo1stQHjq/Fv8cv/oMH86n0zh+U64QS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5WR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1DwccA&#10;AADeAAAADwAAAGRycy9kb3ducmV2LnhtbERPS2vCQBC+F/oflil4q5v6CJq6igqCejBU7aG3aXaa&#10;pM3Oxuyq8d+7hUJv8/E9ZzJrTSUu1LjSsoKXbgSCOLO65FzB8bB6HoFwHlljZZkU3MjBbPr4MMFE&#10;2yu/0WXvcxFC2CWooPC+TqR0WUEGXdfWxIH7so1BH2CTS93gNYSbSvaiKJYGSw4NBda0LCj72Z+N&#10;gvd0FI/TxWbwvd19Yt/o04cuY6U6T+38FYSn1v+L/9xrHeYPxv0h/L4TbpD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ZdQ8H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ZKIsUA&#10;AADeAAAADwAAAGRycy9kb3ducmV2LnhtbERPTWvCQBC9F/oflhG81Y1RgqauoSrG0pPaQq9DdpqE&#10;ZmdDdjXRX98tFHqbx/ucVTaYRlypc7VlBdNJBIK4sLrmUsHH+/5pAcJ5ZI2NZVJwIwfZ+vFhham2&#10;PZ/oevalCCHsUlRQed+mUrqiIoNuYlviwH3ZzqAPsCul7rAP4aaRcRQl0mDNoaHClrYVFd/ni1Fw&#10;Tz7x6A7xZjfTnm7zRW7fjrlS49Hw8gzC0+D/xX/uVx3mz5ezBH7fCT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dkoi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OGF8QA&#10;AADeAAAADwAAAGRycy9kb3ducmV2LnhtbERPzWrCQBC+C32HZQRvdaPGtqbZSBGF3qxpH2DITjfB&#10;7GzMrhr79N1Cwdt8fL+Trwfbigv1vnGsYDZNQBBXTjdsFHx97h5fQPiArLF1TApu5GFdPIxyzLS7&#10;8oEuZTAihrDPUEEdQpdJ6auaLPqp64gj9+16iyHC3kjd4zWG21bOk+RJWmw4NtTY0aam6lierYKT&#10;my/1UG5xf9yuPhpj0tPPIVVqMh7eXkEEGsJd/O9+13F+ulo8w9878QZ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Dhh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B0jsYA&#10;AADeAAAADwAAAGRycy9kb3ducmV2LnhtbESPQW/CMAyF70j7D5EncYMU2Bh0BLRNmsQVxoGjl5i2&#10;o3FKE6Dj1+PDpN1svef3Pi9Wna/VhdpYBTYwGmagiG1wFRcGdl+fgxmomJAd1oHJwC9FWC0fegvM&#10;Xbjyhi7bVCgJ4ZijgTKlJtc62pI8xmFoiEU7hNZjkrUttGvxKuG+1uMsm2qPFUtDiQ19lGSP27M3&#10;sK6+6XlqD3M/e7eb/e2UJi8/zpj+Y/f2CipRl/7Nf9drJ/hP84nwyjsyg17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CB0j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0owsYA&#10;AADeAAAADwAAAGRycy9kb3ducmV2LnhtbERP0WrCQBB8F/yHYwXf9KKWYqKnaKHQYhVqS31dcmsu&#10;mNsLuWuMf+8VCr7N7uzM7CzXna1ES40vHSuYjBMQxLnTJRcKvr9eR3MQPiBrrByTght5WK/6vSVm&#10;2l35k9pjKEQ0YZ+hAhNCnUnpc0MW/djVxJE7u8ZiiGNTSN3gNZrbSk6T5FlaLDkmGKzpxVB+Of5a&#10;BS0ebsnJbPfpe/mRTw/bn52OezUcdJsFiEBdeBz/q990fP8pnaXwVydi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0ow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wtuMYA&#10;AADeAAAADwAAAGRycy9kb3ducmV2LnhtbESPQU/DMAyF70j7D5GRuLGUakKjLJumSUMcoduBo2m8&#10;plvjVElYC78eH5C42fLze+9bbSbfqyvF1AU28DAvQBE3wXbcGjge9vdLUCkjW+wDk4FvSrBZz25W&#10;WNkw8jtd69wqMeFUoQGX81BpnRpHHtM8DMRyO4XoMcsaW20jjmLue10WxaP22LEkOBxo56i51F/e&#10;wPjSfJ7L04d1P3EI+/otnMs+GHN3O22fQWWa8r/47/vVSv3F00IABEdm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wtu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iYNMUA&#10;AADeAAAADwAAAGRycy9kb3ducmV2LnhtbERP22oCMRB9F/oPYQTfNKtIq6tRrBcoRSlq+z5uxt1t&#10;k8myibr9e1MQ+jaHc53pvLFGXKn2pWMF/V4CgjhzuuRcwedx0x2B8AFZo3FMCn7Jw3z21Jpiqt2N&#10;93Q9hFzEEPYpKihCqFIpfVaQRd9zFXHkzq62GCKsc6lrvMVwa+QgSZ6lxZJjQ4EVLQvKfg4Xq2Dz&#10;sTLfg91+8SXDcv1yMqP319VWqU67WUxABGrCv/jhftNx/nA87MPfO/EG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yJg0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zb18YA&#10;AADeAAAADwAAAGRycy9kb3ducmV2LnhtbERPTWvCQBC9F/oflhF6Ed3UWrGpq4hQoqBQY6HXMTsm&#10;wexsyG6T9N93BaG3ebzPWax6U4mWGldaVvA8jkAQZ1aXnCv4On2M5iCcR9ZYWSYFv+RgtXx8WGCs&#10;bcdHalOfixDCLkYFhfd1LKXLCjLoxrYmDtzFNgZ9gE0udYNdCDeVnETRTBosOTQUWNOmoOya/hgF&#10;7ef+nG9bV++u86F7fTknyUF/K/U06NfvIDz1/l98d291mD99m07g9k64QS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zb1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wAUcYA&#10;AADeAAAADwAAAGRycy9kb3ducmV2LnhtbERPS2sCMRC+F/wPYQRvNauuoqtRtFDopVAfB72Nm3F3&#10;cTPZJqlu++ubgtDbfHzPWaxaU4sbOV9ZVjDoJyCIc6srLhQc9q/PUxA+IGusLZOCb/KwWnaeFphp&#10;e+ct3XahEDGEfYYKyhCaTEqfl2TQ921DHLmLdQZDhK6Q2uE9hptaDpNkIg1WHBtKbOilpPy6+zIK&#10;NrPp5vMj5fef7flEp+P5Oh66RKlet13PQQRqw7/44X7TcX46S0fw9068QS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wAUcYAAADeAAAADwAAAAAAAAAAAAAAAACYAgAAZHJz&#10;L2Rvd25yZXYueG1sUEsFBgAAAAAEAAQA9QAAAIsDAAAAAA==&#10;" fillcolor="black" stroked="f"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aWJcYA&#10;AADeAAAADwAAAGRycy9kb3ducmV2LnhtbERPTWvCQBC9F/wPywi91U0lik1dRW2FgnrQ9tDjNDtN&#10;lmRnQ3arqb/eFQRv83ifM513thZHar1xrOB5kIAgzp02XCj4+lw/TUD4gKyxdkwK/snDfNZ7mGKm&#10;3Yn3dDyEQsQQ9hkqKENoMil9XpJFP3ANceR+XWsxRNgWUrd4iuG2lsMkGUuLhmNDiQ2tSsqrw59V&#10;8L0Zm8ne0PBne16+6+2oWu7eKqUe+93iFUSgLtzFN/eHjvPTlzSF6zvxB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aWJ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hejMQA&#10;AADeAAAADwAAAGRycy9kb3ducmV2LnhtbERPTWsCMRC9F/wPYYTearaiolujiKW0Fw9axeuwmW62&#10;u5lsk6irv74pCL3N433OfNnZRpzJh8qxgudBBoK4cLriUsH+8+1pCiJEZI2NY1JwpQDLRe9hjrl2&#10;F97SeRdLkUI45KjAxNjmUobCkMUwcC1x4r6ctxgT9KXUHi8p3DZymGUTabHi1GCwpbWhot6drAK/&#10;Or7WNz4d6uy2uYb37+5nikapx363egERqYv/4rv7Q6f5o9loDH/vp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4Xo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t2sMQA&#10;AADeAAAADwAAAGRycy9kb3ducmV2LnhtbERP22rCQBB9L/gPyxT6UupGES+pq4hQKFQKRj9gmp0m&#10;obuzITvV2K93hYJvczjXWa5779SJutgENjAaZqCIy2AbrgwcD28vc1BRkC26wGTgQhHWq8HDEnMb&#10;zrynUyGVSiEcczRQi7S51rGsyWMchpY4cd+h8ygJdpW2HZ5TuHd6nGVT7bHh1FBjS9uayp/i1xtw&#10;4y+3+JjFnVyOepf9edk/f1pjnh77zSsooV7u4n/3u03zJ4vJFG7vpBv0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bdrD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eSccUA&#10;AADeAAAADwAAAGRycy9kb3ducmV2LnhtbERPS2sCMRC+C/0PYQq9abYifaxGaRVhLx7cWryOm3Gz&#10;NJksm6jb/nojFLzNx/ec2aJ3VpypC41nBc+jDARx5XXDtYLd13r4BiJEZI3WMyn4pQCL+cNghrn2&#10;F97SuYy1SCEcclRgYmxzKUNlyGEY+ZY4cUffOYwJdrXUHV5SuLNynGUv0mHDqcFgS0tD1U95cgpW&#10;ZWvHu8J8hv335nCwxd+a9iulnh77jymISH28i//dhU7zJ++TV7i9k26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x5Jx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20NcYA&#10;AADeAAAADwAAAGRycy9kb3ducmV2LnhtbESPQWsCMRCF74X+hzCF3mpSEVtXoxSpIPSk1YO3IRl3&#10;VzeTZZO623/fOQi9zfDevPfNYjWERt2oS3VkC68jA4rYRV9zaeHwvXl5B5UysscmMln4pQSr5ePD&#10;Agsfe97RbZ9LJSGcCrRQ5dwWWidXUcA0ii2xaOfYBcyydqX2HfYSHho9NmaqA9YsDRW2tK7IXfc/&#10;wcJlo7+iM+iOh2O/9W+nzyk1xtrnp+FjDirTkP/N9+utF/zJbCK88o7M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20Nc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niycQA&#10;AADeAAAADwAAAGRycy9kb3ducmV2LnhtbERPTWvCQBC9C/6HZQRvuqmVoqmr2EJBKh6MpXgcs2MS&#10;kp0Nu6um/94VCt7m8T5nsepMI67kfGVZwcs4AUGcW11xoeDn8DWagfABWWNjmRT8kYfVst9bYKrt&#10;jfd0zUIhYgj7FBWUIbSplD4vyaAf25Y4cmfrDIYIXSG1w1sMN42cJMmbNFhxbCixpc+S8jq7GAXH&#10;y5bPu9fvtfsIv7Y7+HpymtVKDQfd+h1EoC48xf/ujY7zp/PpHB7vxBv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54sn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cI+8gA&#10;AADeAAAADwAAAGRycy9kb3ducmV2LnhtbESPQW/CMAyF75P2HyJP2m2kIEBQCGhMmrTLpMF2gJtp&#10;TFvROF2SQeHXzwckbrb8/N775svONepEIdaeDfR7GSjiwtuaSwM/3+8vE1AxIVtsPJOBC0VYLh4f&#10;5phbf+Y1nTapVGLCMUcDVUptrnUsKnIYe74lltvBB4dJ1lBqG/As5q7Rgywba4c1S0KFLb1VVBw3&#10;f87AajpZ/X4N+fO63u9ot90fR4OQGfP81L3OQCXq0l18+/6wUn84HQmA4MgMevE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xwj7yAAAAN4AAAAPAAAAAAAAAAAAAAAAAJgCAABk&#10;cnMvZG93bnJldi54bWxQSwUGAAAAAAQABAD1AAAAjQMAAAAA&#10;" fillcolor="black" stroked="f"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2mysQA&#10;AADeAAAADwAAAGRycy9kb3ducmV2LnhtbERPS0sDMRC+C/0PYQrebLa+0LVpWQqieNpWS6/TzXSz&#10;dDNZkpiu/94IQm/z8T1nsRptLxL50DlWMJ8VIIgbpztuFXx9vt48gQgRWWPvmBT8UIDVcnK1wFK7&#10;M28obWMrcgiHEhWYGIdSytAYshhmbiDO3NF5izFD30rt8ZzDbS9vi+JRWuw4NxgcaG2oOW2/rYJ0&#10;WNfVXdons/nwVetd/bY71EpdT8fqBUSkMV7E/+53neffPz/M4e+dfIN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9psr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N8tMUA&#10;AADeAAAADwAAAGRycy9kb3ducmV2LnhtbERPTWvCQBC9C/0PyxS81Y2iUlNXKaJFvWjTQnscstNs&#10;aHY2ZLcx+utdoeBtHu9z5svOVqKlxpeOFQwHCQji3OmSCwWfH5unZxA+IGusHJOCM3lYLh56c0y1&#10;O/E7tVkoRAxhn6ICE0KdSulzQxb9wNXEkftxjcUQYVNI3eAphttKjpJkKi2WHBsM1rQylP9mf1aB&#10;H67WX3t7mbXfb4YP2c5Mj4VRqv/Yvb6ACNSFu/jfvdVx/ng2GcHtnXiD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Q3y0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C6368" w:rsidRDefault="008C6368" w:rsidP="008C63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C6368" w:rsidRDefault="008C6368" w:rsidP="008C63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C6368" w:rsidRDefault="008C6368" w:rsidP="008C636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C6368" w:rsidRDefault="008C6368" w:rsidP="008C63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C6368" w:rsidRDefault="008C6368" w:rsidP="008C63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C6368" w:rsidRDefault="008C6368" w:rsidP="008C63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8C6368" w:rsidRDefault="008C6368" w:rsidP="008C636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8C6368" w:rsidRDefault="008C6368" w:rsidP="008C63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8C6368" w:rsidRDefault="008C6368" w:rsidP="008C63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8C6368" w:rsidRDefault="008C6368" w:rsidP="008C63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C6368" w:rsidRDefault="008C6368" w:rsidP="008C63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8C6368" w:rsidRDefault="008C6368" w:rsidP="008C636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C6368" w:rsidRDefault="008C6368" w:rsidP="008C636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8C6368" w:rsidRDefault="008C6368" w:rsidP="008C636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8C6368" w:rsidRDefault="008C6368" w:rsidP="008C636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8C6368" w:rsidRDefault="008C6368" w:rsidP="008C636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8C6368" w:rsidRDefault="008C6368" w:rsidP="008C6368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C6368" w:rsidRDefault="008C6368" w:rsidP="008C63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C6368" w:rsidRDefault="008C6368" w:rsidP="008C63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8C6368" w:rsidRDefault="008C6368" w:rsidP="008C63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>Бацан Н.В</w:t>
      </w:r>
    </w:p>
    <w:p w:rsidR="008C6368" w:rsidRDefault="008C6368" w:rsidP="008C63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8C6368" w:rsidRDefault="008C6368" w:rsidP="008C63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Бацан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Н.В.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8C6368" w:rsidRDefault="008C6368" w:rsidP="008C63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8C6368" w:rsidRDefault="008C6368" w:rsidP="008C636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C6368" w:rsidRDefault="008C6368" w:rsidP="008C63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Бацан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Наталії Василівні,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AF03FB" w:rsidRPr="00AF03FB">
        <w:rPr>
          <w:rFonts w:ascii="Times New Roman" w:eastAsia="Calibri" w:hAnsi="Times New Roman" w:cs="Times New Roman"/>
          <w:sz w:val="24"/>
          <w:lang w:eastAsia="en-US"/>
        </w:rPr>
        <w:t>_</w:t>
      </w:r>
      <w:r w:rsidR="00AF03FB">
        <w:rPr>
          <w:rFonts w:ascii="Times New Roman" w:eastAsia="Calibri" w:hAnsi="Times New Roman" w:cs="Times New Roman"/>
          <w:sz w:val="24"/>
          <w:lang w:val="ru-RU" w:eastAsia="en-US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0,3100га,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с.Колом</w:t>
      </w:r>
      <w:proofErr w:type="spellEnd"/>
      <w:r w:rsidRPr="00FB7161">
        <w:rPr>
          <w:rFonts w:ascii="Times New Roman" w:eastAsia="Calibri" w:hAnsi="Times New Roman" w:cs="Times New Roman"/>
          <w:sz w:val="24"/>
          <w:lang w:val="ru-RU" w:eastAsia="en-US"/>
        </w:rPr>
        <w:t>’</w:t>
      </w:r>
      <w:r>
        <w:rPr>
          <w:rFonts w:ascii="Times New Roman" w:eastAsia="Calibri" w:hAnsi="Times New Roman" w:cs="Times New Roman"/>
          <w:sz w:val="24"/>
          <w:lang w:eastAsia="en-US"/>
        </w:rPr>
        <w:t>є.</w:t>
      </w:r>
    </w:p>
    <w:p w:rsidR="008C6368" w:rsidRDefault="008C6368" w:rsidP="008C63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Бацан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C6368" w:rsidRDefault="008C6368" w:rsidP="008C63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8C6368" w:rsidRDefault="008C6368" w:rsidP="008C636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C6368" w:rsidRDefault="008C6368" w:rsidP="008C63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C6368" w:rsidRDefault="008C6368" w:rsidP="008C63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C6368" w:rsidRDefault="008C6368" w:rsidP="008C63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C6368" w:rsidRDefault="008C6368" w:rsidP="008C63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C6368" w:rsidRPr="008C6368" w:rsidRDefault="008C6368" w:rsidP="008C63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8C6368" w:rsidRDefault="008C6368" w:rsidP="008C63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96677" w:rsidRPr="008C6368" w:rsidRDefault="008C6368" w:rsidP="008C636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196677" w:rsidRPr="008C636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368"/>
    <w:rsid w:val="00196677"/>
    <w:rsid w:val="008C6368"/>
    <w:rsid w:val="00AF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6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6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238</Words>
  <Characters>1363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2021-07-19T05:44:00Z</dcterms:created>
  <dcterms:modified xsi:type="dcterms:W3CDTF">2021-07-19T06:33:00Z</dcterms:modified>
</cp:coreProperties>
</file>