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037" w:rsidRDefault="00CD3037" w:rsidP="00CD30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D3037" w:rsidRDefault="00CD3037" w:rsidP="00CD3037"/>
    <w:p w:rsidR="00CD3037" w:rsidRDefault="00CD3037" w:rsidP="00CD3037"/>
    <w:p w:rsidR="00CD3037" w:rsidRDefault="00CD3037" w:rsidP="00CD30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3037" w:rsidRDefault="00CD3037" w:rsidP="00CD30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3037" w:rsidRDefault="00CD3037" w:rsidP="00CD30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3037" w:rsidRDefault="00CD3037" w:rsidP="00CD30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3037" w:rsidRDefault="00CD3037" w:rsidP="00CD30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3037" w:rsidRDefault="00CD3037" w:rsidP="00CD30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3037" w:rsidRDefault="00CD3037" w:rsidP="00CD30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3037" w:rsidRDefault="00CD3037" w:rsidP="00CD30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3037" w:rsidRPr="00685040" w:rsidRDefault="00CD3037" w:rsidP="00CD303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№106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CD3037" w:rsidRPr="005F668E" w:rsidRDefault="00CD3037" w:rsidP="00CD3037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</w:rPr>
      </w:pPr>
    </w:p>
    <w:p w:rsidR="00CD3037" w:rsidRPr="005F668E" w:rsidRDefault="00CD3037" w:rsidP="00CD303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5F668E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5F668E">
        <w:rPr>
          <w:rFonts w:ascii="Times New Roman" w:eastAsia="Times New Roman" w:hAnsi="Times New Roman" w:cs="Times New Roman"/>
          <w:b/>
          <w:sz w:val="24"/>
        </w:rPr>
        <w:t>наданнядозволу</w:t>
      </w:r>
      <w:proofErr w:type="spellEnd"/>
      <w:r w:rsidRPr="005F668E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5F668E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CD3037" w:rsidRPr="005F668E" w:rsidRDefault="00CD3037" w:rsidP="00CD303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5F668E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CD3037" w:rsidRPr="005F668E" w:rsidRDefault="00CD3037" w:rsidP="00CD303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CD3037" w:rsidRPr="005F668E" w:rsidRDefault="00CD3037" w:rsidP="00CD303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К.С.</w:t>
      </w:r>
    </w:p>
    <w:p w:rsidR="00CD3037" w:rsidRPr="005F668E" w:rsidRDefault="00CD3037" w:rsidP="00CD303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CD3037" w:rsidRPr="005F668E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5F668E"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5F668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5F668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К.С.</w:t>
      </w:r>
      <w:r w:rsidRPr="005F668E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CD3037" w:rsidRPr="005F668E" w:rsidRDefault="00CD3037" w:rsidP="00CD303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>ВИРІШИЛА:</w:t>
      </w:r>
    </w:p>
    <w:p w:rsidR="00CD3037" w:rsidRPr="005F668E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 xml:space="preserve">       1. </w:t>
      </w:r>
      <w:proofErr w:type="spellStart"/>
      <w:proofErr w:type="gramStart"/>
      <w:r w:rsidRPr="005F668E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Катерині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Сергіївні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: </w:t>
      </w:r>
      <w:r w:rsidR="0084513A">
        <w:rPr>
          <w:rFonts w:ascii="Times New Roman" w:eastAsia="Times New Roman" w:hAnsi="Times New Roman" w:cs="Times New Roman"/>
          <w:sz w:val="24"/>
          <w:lang w:val="en-US"/>
        </w:rPr>
        <w:t>_______________</w:t>
      </w:r>
      <w:bookmarkStart w:id="0" w:name="_GoBack"/>
      <w:bookmarkEnd w:id="0"/>
      <w:r w:rsidRPr="005F668E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0,2500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будівництва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та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обслуговування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житлового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будинку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господарських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будівель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і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споруд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ради в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Крупець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CD3037" w:rsidRPr="005F668E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5F668E">
        <w:rPr>
          <w:rFonts w:ascii="Times New Roman" w:eastAsia="Times New Roman" w:hAnsi="Times New Roman" w:cs="Times New Roman"/>
          <w:sz w:val="24"/>
        </w:rPr>
        <w:t xml:space="preserve">       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Крупській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К.С.</w:t>
      </w:r>
      <w:r w:rsidRPr="005F668E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5F668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5F668E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5F668E">
        <w:rPr>
          <w:rFonts w:ascii="Times New Roman" w:eastAsia="Times New Roman" w:hAnsi="Times New Roman" w:cs="Times New Roman"/>
          <w:sz w:val="24"/>
        </w:rPr>
        <w:t>.</w:t>
      </w:r>
    </w:p>
    <w:p w:rsidR="00CD3037" w:rsidRPr="005F668E" w:rsidRDefault="00CD3037" w:rsidP="00CD30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5F668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D3037" w:rsidRPr="005F668E" w:rsidRDefault="00CD3037" w:rsidP="00CD30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3037" w:rsidRPr="005F668E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CD3037" w:rsidRPr="00CD3037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val="en-US"/>
        </w:rPr>
      </w:pPr>
    </w:p>
    <w:p w:rsidR="00CD3037" w:rsidRPr="005F668E" w:rsidRDefault="00CD3037" w:rsidP="00CD303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CD3037" w:rsidRPr="005F668E" w:rsidRDefault="00CD3037" w:rsidP="00CD303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  <w:proofErr w:type="spellStart"/>
      <w:r w:rsidRPr="005F668E">
        <w:rPr>
          <w:rFonts w:ascii="Times New Roman" w:eastAsia="Times New Roman" w:hAnsi="Times New Roman" w:cs="Times New Roman"/>
          <w:sz w:val="24"/>
        </w:rPr>
        <w:t>Сільський</w:t>
      </w:r>
      <w:proofErr w:type="spellEnd"/>
      <w:r w:rsidRPr="005F668E">
        <w:rPr>
          <w:rFonts w:ascii="Times New Roman" w:eastAsia="Times New Roman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5F668E">
        <w:rPr>
          <w:rFonts w:ascii="Times New Roman" w:eastAsia="Times New Roman" w:hAnsi="Times New Roman" w:cs="Times New Roman"/>
          <w:sz w:val="24"/>
        </w:rPr>
        <w:t>В.А.Михалюк</w:t>
      </w:r>
      <w:proofErr w:type="spellEnd"/>
    </w:p>
    <w:p w:rsidR="00AD44F7" w:rsidRDefault="00AD44F7"/>
    <w:sectPr w:rsidR="00AD44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037"/>
    <w:rsid w:val="00171A2E"/>
    <w:rsid w:val="00304C90"/>
    <w:rsid w:val="00505B6D"/>
    <w:rsid w:val="006D3977"/>
    <w:rsid w:val="007D6C18"/>
    <w:rsid w:val="0084513A"/>
    <w:rsid w:val="00AD44F7"/>
    <w:rsid w:val="00CD303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237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2020-05-27T17:01:00Z</dcterms:created>
  <dcterms:modified xsi:type="dcterms:W3CDTF">2020-05-27T17:41:00Z</dcterms:modified>
</cp:coreProperties>
</file>