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3D" w:rsidRPr="000D1FDD" w:rsidRDefault="00CA213D" w:rsidP="00CA213D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CA213D" w:rsidRDefault="00CA213D" w:rsidP="00CA21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A213D" w:rsidRDefault="00CA213D" w:rsidP="00CA213D"/>
    <w:p w:rsidR="00CA213D" w:rsidRDefault="00CA213D" w:rsidP="00CA213D"/>
    <w:p w:rsidR="00CA213D" w:rsidRDefault="00CA213D" w:rsidP="00CA21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A213D" w:rsidRDefault="00CA213D" w:rsidP="00CA21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A213D" w:rsidRDefault="00CA213D" w:rsidP="00CA21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A213D" w:rsidRDefault="00CA213D" w:rsidP="00CA21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A213D" w:rsidRDefault="00CA213D" w:rsidP="00CA21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13D" w:rsidRDefault="00CA213D" w:rsidP="00CA21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A213D" w:rsidRDefault="00CA213D" w:rsidP="00CA21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213D" w:rsidRDefault="00CA213D" w:rsidP="00CA213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A213D" w:rsidRPr="0063686B" w:rsidRDefault="00CA213D" w:rsidP="00CA213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№75</w:t>
      </w:r>
    </w:p>
    <w:p w:rsidR="00CA213D" w:rsidRPr="00E52C0C" w:rsidRDefault="00CA213D" w:rsidP="00CA213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A213D" w:rsidRPr="00E52C0C" w:rsidRDefault="00CA213D" w:rsidP="00CA213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A213D" w:rsidRPr="00E52C0C" w:rsidRDefault="00CA213D" w:rsidP="00CA213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A213D" w:rsidRPr="00E52C0C" w:rsidRDefault="00CA213D" w:rsidP="00CA213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A213D" w:rsidRPr="00E52C0C" w:rsidRDefault="00CA213D" w:rsidP="00CA213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Свецькому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Д.В.</w:t>
      </w:r>
    </w:p>
    <w:p w:rsidR="00CA213D" w:rsidRPr="00E52C0C" w:rsidRDefault="00CA213D" w:rsidP="00CA213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A213D" w:rsidRPr="00E52C0C" w:rsidRDefault="00CA213D" w:rsidP="00CA213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Свецького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A213D" w:rsidRPr="00E52C0C" w:rsidRDefault="00CA213D" w:rsidP="00CA213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A213D" w:rsidRPr="00E52C0C" w:rsidRDefault="00CA213D" w:rsidP="00CA213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Свецькому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Валерійовичу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440B3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CA213D" w:rsidRPr="00E52C0C" w:rsidRDefault="00CA213D" w:rsidP="00CA213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Свецькому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A213D" w:rsidRPr="00E52C0C" w:rsidRDefault="00CA213D" w:rsidP="00CA213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A213D" w:rsidRPr="00E52C0C" w:rsidRDefault="00CA213D" w:rsidP="00CA213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A213D" w:rsidRPr="00E52C0C" w:rsidRDefault="00CA213D" w:rsidP="00CA213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A213D" w:rsidRPr="00CA213D" w:rsidRDefault="00CA213D" w:rsidP="00CA213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CA213D" w:rsidRPr="00E52C0C" w:rsidRDefault="00CA213D" w:rsidP="00CA213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A213D" w:rsidRPr="00E52C0C" w:rsidRDefault="00CA213D" w:rsidP="00CA213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BC8" w:rsidRPr="00CA213D" w:rsidRDefault="00CA213D" w:rsidP="00CA213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F3BC8" w:rsidRPr="00CA213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3D"/>
    <w:rsid w:val="00171A2E"/>
    <w:rsid w:val="00304C90"/>
    <w:rsid w:val="00440B3F"/>
    <w:rsid w:val="00505B6D"/>
    <w:rsid w:val="006D3977"/>
    <w:rsid w:val="007D6C18"/>
    <w:rsid w:val="00AF3BC8"/>
    <w:rsid w:val="00CA213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213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A213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213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A213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235</Words>
  <Characters>1344</Characters>
  <Application>Microsoft Office Word</Application>
  <DocSecurity>0</DocSecurity>
  <Lines>11</Lines>
  <Paragraphs>3</Paragraphs>
  <ScaleCrop>false</ScaleCrop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2020-05-27T16:30:00Z</dcterms:created>
  <dcterms:modified xsi:type="dcterms:W3CDTF">2020-05-27T17:35:00Z</dcterms:modified>
</cp:coreProperties>
</file>