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11B6" w:rsidRPr="000E0D80" w:rsidRDefault="00A111B6" w:rsidP="00A111B6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</w:pPr>
      <w:r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  <w:t>ПРОЕКТ</w:t>
      </w:r>
    </w:p>
    <w:p w:rsidR="00A111B6" w:rsidRPr="001869AA" w:rsidRDefault="00A111B6" w:rsidP="00A111B6">
      <w:pPr>
        <w:tabs>
          <w:tab w:val="left" w:pos="4424"/>
        </w:tabs>
        <w:spacing w:after="0" w:line="240" w:lineRule="auto"/>
        <w:ind w:firstLine="708"/>
        <w:jc w:val="both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163830</wp:posOffset>
                </wp:positionV>
                <wp:extent cx="410210" cy="635635"/>
                <wp:effectExtent l="0" t="0" r="8890" b="0"/>
                <wp:wrapNone/>
                <wp:docPr id="12448" name="Группа 124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0210" cy="635635"/>
                          <a:chOff x="0" y="0"/>
                          <a:chExt cx="1142" cy="1718"/>
                        </a:xfrm>
                      </wpg:grpSpPr>
                      <wps:wsp>
                        <wps:cNvPr id="12449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111B6" w:rsidRDefault="00A111B6" w:rsidP="00A111B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50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111B6" w:rsidRDefault="00A111B6" w:rsidP="00A111B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51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111B6" w:rsidRDefault="00A111B6" w:rsidP="00A111B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52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111B6" w:rsidRDefault="00A111B6" w:rsidP="00A111B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53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111B6" w:rsidRDefault="00A111B6" w:rsidP="00A111B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54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111B6" w:rsidRDefault="00A111B6" w:rsidP="00A111B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55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111B6" w:rsidRDefault="00A111B6" w:rsidP="00A111B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56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111B6" w:rsidRDefault="00A111B6" w:rsidP="00A111B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57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111B6" w:rsidRDefault="00A111B6" w:rsidP="00A111B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58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111B6" w:rsidRDefault="00A111B6" w:rsidP="00A111B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59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111B6" w:rsidRDefault="00A111B6" w:rsidP="00A111B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60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111B6" w:rsidRDefault="00A111B6" w:rsidP="00A111B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61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111B6" w:rsidRDefault="00A111B6" w:rsidP="00A111B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62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111B6" w:rsidRDefault="00A111B6" w:rsidP="00A111B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63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111B6" w:rsidRDefault="00A111B6" w:rsidP="00A111B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64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111B6" w:rsidRDefault="00A111B6" w:rsidP="00A111B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65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111B6" w:rsidRDefault="00A111B6" w:rsidP="00A111B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66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111B6" w:rsidRDefault="00A111B6" w:rsidP="00A111B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67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111B6" w:rsidRDefault="00A111B6" w:rsidP="00A111B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68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111B6" w:rsidRDefault="00A111B6" w:rsidP="00A111B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69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111B6" w:rsidRDefault="00A111B6" w:rsidP="00A111B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70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111B6" w:rsidRDefault="00A111B6" w:rsidP="00A111B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71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111B6" w:rsidRDefault="00A111B6" w:rsidP="00A111B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72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111B6" w:rsidRDefault="00A111B6" w:rsidP="00A111B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35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111B6" w:rsidRDefault="00A111B6" w:rsidP="00A111B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36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111B6" w:rsidRDefault="00A111B6" w:rsidP="00A111B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37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111B6" w:rsidRDefault="00A111B6" w:rsidP="00A111B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38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111B6" w:rsidRDefault="00A111B6" w:rsidP="00A111B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39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111B6" w:rsidRDefault="00A111B6" w:rsidP="00A111B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40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111B6" w:rsidRDefault="00A111B6" w:rsidP="00A111B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2473" o:spid="_x0000_s1026" style="position:absolute;left:0;text-align:left;margin-left:0;margin-top:12.9pt;width:32.3pt;height:50.05pt;z-index:251660288;mso-position-horizontal:center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XdW+MQA&#10;AADeAAAADwAAAGRycy9kb3ducmV2LnhtbERPS2vCQBC+F/wPywjedNMY1KauQYoVD4L4ug/ZMQnN&#10;zobsNkn/vVso9DYf33PW2WBq0VHrKssKXmcRCOLc6ooLBbfr53QFwnlkjbVlUvBDDrLN6GWNqbY9&#10;n6m7+EKEEHYpKii9b1IpXV6SQTezDXHgHrY16ANsC6lb7EO4qWUcRQtpsOLQUGJDHyXlX5dvo8DO&#10;94fjvYjP8x0vPW9Pq8d9OCo1GQ/bdxCeBv8v/nMfdJgfJ8kb/L4TbpCb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13VvjEAAAA3gAAAA8AAAAAAAAAAAAAAAAAmAIAAGRycy9k&#10;b3ducmV2LnhtbFBLBQYAAAAABAAEAPUAAACJ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A111B6" w:rsidRDefault="00A111B6" w:rsidP="00A111B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1DbG8kA&#10;AADeAAAADwAAAGRycy9kb3ducmV2LnhtbESPQUsDMRCF74L/IYzgpdisRauuTYsUVmsPhVbB67AZ&#10;N6ubyZLEdu2vdw4FbzPMm/feN1sMvlN7iqkNbOB6XIAiroNtuTHw/lZd3YNKGdliF5gM/FKCxfz8&#10;bIalDQfe0n6XGyUmnEo04HLuS61T7chjGoeeWG6fIXrMssZG24gHMfednhTFVHtsWRIc9rR0VH/v&#10;fryBr2rjPpZ3x+c4etjScVStX7rXqTGXF8PTI6hMQ/4Xn75XVupPbm4FQHBkBj3/Aw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u1DbG8kAAADe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A111B6" w:rsidRDefault="00A111B6" w:rsidP="00A111B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g/agcYA&#10;AADeAAAADwAAAGRycy9kb3ducmV2LnhtbESP0WoCMRBF3wv+Q5hCX4pm1bbIahSRKsUX2dUPGDbj&#10;ZulmsmxSs/17IxT6NsO9c8+d1WawrbhR7xvHCqaTDARx5XTDtYLLeT9egPABWWPrmBT8kofNevS0&#10;wly7yAXdylCLFMI+RwUmhC6X0leGLPqJ64iTdnW9xZDWvpa6x5jCbStnWfYhLTacCAY72hmqvssf&#10;myCnOZ6O13jeHwaM+Hk0/LotlHp5HrZLEIGG8G/+u/7Sqf7s7X0Kj3fSDHJ9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g/agcYAAADe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A111B6" w:rsidRDefault="00A111B6" w:rsidP="00A111B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1lRzMQA&#10;AADeAAAADwAAAGRycy9kb3ducmV2LnhtbERPTUsDMRC9C/0PYQrebNalrWVtWkqrIIIHq1C8DZvp&#10;7uJmEpKxu/57Iwje5vE+Z70dXa8uFFPn2cDtrABFXHvbcWPg/e3xZgUqCbLF3jMZ+KYE283kao2V&#10;9QO/0uUojcohnCo00IqESutUt+QwzXwgztzZR4eSYWy0jTjkcNfrsiiW2mHHuaHFQPuW6s/jlzPw&#10;MjyE57vl4hw+4rzU6WDltBdjrqfj7h6U0Cj/4j/3k83zy/mihN938g168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9ZUczEAAAA3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A111B6" w:rsidRDefault="00A111B6" w:rsidP="00A111B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HhbcUA&#10;AADeAAAADwAAAGRycy9kb3ducmV2LnhtbESP3YrCMBCF74V9hzALeyNruv4h1Sgiq4g3Rd0HGJqx&#10;KdtMShNtfXsjCN7NcM6c78xi1dlK3KjxpWMFP4MEBHHudMmFgr/z9nsGwgdkjZVjUnAnD6vlR2+B&#10;qXYtH+l2CoWIIexTVGBCqFMpfW7Ioh+4mjhqF9dYDHFtCqkbbGO4reQwSabSYsmRYLCmjaH8/3S1&#10;EZKNMDtc2vN212GLvwfD/fVRqa/Pbj0HEagLb/Preq9j/eF4MoLnO3EGuX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keFt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A111B6" w:rsidRDefault="00A111B6" w:rsidP="00A111B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/xsI8QA&#10;AADeAAAADwAAAGRycy9kb3ducmV2LnhtbERPTUvDQBC9C/0PyxS82Y0hrRK7LaVVEMGDVRBvQ3aa&#10;BLOzy+7YxH/vCoK3ebzPWW8nN6gzxdR7NnC9KEARN9723Bp4e324ugWVBNni4JkMfFOC7WZ2scba&#10;+pFf6HyUVuUQTjUa6ERCrXVqOnKYFj4QZ+7ko0PJMLbaRhxzuBt0WRQr7bDn3NBhoH1Hzefxyxl4&#10;Hu/D081qeQofsSp1Olh534sxl/NpdwdKaJJ/8Z/70eb5ZbWs4PedfIPe/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/8bCPEAAAA3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A111B6" w:rsidRDefault="00A111B6" w:rsidP="00A111B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XUUcUA&#10;AADeAAAADwAAAGRycy9kb3ducmV2LnhtbERP32vCMBB+H/g/hBN8kZnOrTKqUXQQNthg6Aa+Hs3Z&#10;FptLSaLt/vtlIOztPr6ft9oMthVX8qFxrOBhloEgLp1puFLw/aXvn0GEiGywdUwKfijAZj26W2Fh&#10;XM97uh5iJVIIhwIV1DF2hZShrMlimLmOOHEn5y3GBH0ljcc+hdtWzrNsIS02nBpq7OilpvJ8uFgF&#10;u8++evTTcje499PrMdfa6A+t1GQ8bJcgIg3xX3xzv5k0f/6U5/D3TrpB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1tdRR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A111B6" w:rsidRDefault="00A111B6" w:rsidP="00A111B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VcA2cIA&#10;AADeAAAADwAAAGRycy9kb3ducmV2LnhtbERPzYrCMBC+L/gOYQRva7pFRbpGEaUgixfdfYChmW26&#10;NpOSxFrf3iwI3ubj+53VZrCt6MmHxrGCj2kGgrhyuuFawc93+b4EESKyxtYxKbhTgM169LbCQrsb&#10;n6g/x1qkEA4FKjAxdoWUoTJkMUxdR5y4X+ctxgR9LbXHWwq3rcyzbCEtNpwaDHa0M1RdzleroPzK&#10;j/3lqn3ptsPM0tz8LfdGqcl42H6CiDTEl/jpPug0P5/NF/D/TrpBrh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VwDZwgAAAN4AAAAPAAAAAAAAAAAAAAAAAJgCAABkcnMvZG93&#10;bnJldi54bWxQSwUGAAAAAAQABAD1AAAAhw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A111B6" w:rsidRDefault="00A111B6" w:rsidP="00A111B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ivvvcUA&#10;AADeAAAADwAAAGRycy9kb3ducmV2LnhtbERP32vCMBB+F/wfwgl7EU3nppNqlDkIDhyMOcHXoznb&#10;suZSksx2/70ZDPZ2H9/PW29724gr+VA7VnA/zUAQF87UXCo4ferJEkSIyAYbx6TghwJsN8PBGnPj&#10;Ov6g6zGWIoVwyFFBFWObSxmKiiyGqWuJE3dx3mJM0JfSeOxSuG3kLMsW0mLNqaHCll4qKr6O31bB&#10;7r0rH/y42PXucNmf51ob/aaVuhv1zysQkfr4L/5zv5o0f/Y4f4Lfd9INcnM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K++9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A111B6" w:rsidRDefault="00A111B6" w:rsidP="00A111B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4QxMMUA&#10;AADeAAAADwAAAGRycy9kb3ducmV2LnhtbESPQWvDMAyF74P9B6PBbqvT0I6S1S2lJTDGLuv2A0Ss&#10;xWljOdhumv776jDYTeI9vfdpvZ18r0aKqQtsYD4rQBE3wXbcGvj5rl9WoFJGttgHJgM3SrDdPD6s&#10;sbLhyl80HnOrJIRThQZczkOldWoceUyzMBCL9huixyxrbLWNeJVw3+uyKF61x46lweFAe0fN+Xjx&#10;BuqP8nM8X2ysw25aeFq60+rgjHl+mnZvoDJN+d/8d/1uBb9cLIVX3pEZ9OY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ThDEw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A111B6" w:rsidRDefault="00A111B6" w:rsidP="00A111B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gYKQ8IA&#10;AADeAAAADwAAAGRycy9kb3ducmV2LnhtbERPzWqDQBC+F/IOyxRya1aTWFrrKiVgaI6xfYDBnarE&#10;nTXuNurbdwuF3Obj+52smE0vbjS6zrKCeBOBIK6t7rhR8PVZPr2AcB5ZY2+ZFCzkoMhXDxmm2k58&#10;plvlGxFC2KWooPV+SKV0dUsG3cYOxIH7tqNBH+DYSD3iFMJNL7dR9CwNdhwaWhzo0FJ9qX6Mgv0y&#10;Ha9VcolKbSg+7YYT+zpRav04v7+B8DT7u/jf/aHD/O0+eYW/d8INMv8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KBgpDwgAAAN4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A111B6" w:rsidRDefault="00A111B6" w:rsidP="00A111B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1J/zMUA&#10;AADeAAAADwAAAGRycy9kb3ducmV2LnhtbESPQWvCQBCF70L/wzKF3nRjKMFGV5GKRXqq0XoesmMS&#10;zM6G7Krx3zuHQm8zzJv33rdYDa5VN+pD49nAdJKAIi69bbgycDxsxzNQISJbbD2TgQcFWC1fRgvM&#10;rb/znm5FrJSYcMjRQB1jl2sdypochonviOV29r3DKGtfadvjXcxdq9MkybTDhiWhxo4+ayovxdUZ&#10;uGan9Mjnb/tTbB5fH5vtOujfypi312E9BxVpiP/iv++dlfrpeyYAgiMz6OUT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LUn/MxQAAAN4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A111B6" w:rsidRDefault="00A111B6" w:rsidP="00A111B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3FqSsYA&#10;AADeAAAADwAAAGRycy9kb3ducmV2LnhtbERPS2vCQBC+C/0PyxS86cZUgqauoS0UrAelPg69jdkx&#10;SZudTbNbjf/eFYTe5uN7zizrTC1O1LrKsoLRMAJBnFtdcaFgt30fTEA4j6yxtkwKLuQgmz/0Zphq&#10;e+ZPOm18IUIIuxQVlN43qZQuL8mgG9qGOHBH2xr0AbaF1C2eQ7ipZRxFiTRYcWgosaG3kvKfzZ9R&#10;sF9Pkun69WP8vVwd8Mno3y9dJUr1H7uXZxCeOv8vvrsXOsyPx8kIbu+EG+T8C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3FqSs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A111B6" w:rsidRDefault="00A111B6" w:rsidP="00A111B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1pjqcQA&#10;AADeAAAADwAAAGRycy9kb3ducmV2LnhtbERPTWvCQBC9F/wPywi9NRujBEmzilpMpSerQq9DdpqE&#10;ZmdDdqtJf31XKPQ2j/c5+XowrbhS7xrLCmZRDIK4tLrhSsHlvH9agnAeWWNrmRSM5GC9mjzkmGl7&#10;43e6nnwlQgi7DBXU3neZlK6syaCLbEccuE/bG/QB9pXUPd5CuGllEsepNNhwaKixo11N5dfp2yj4&#10;ST/w6F6T7ctcexoXy8K+HQulHqfD5hmEp8H/i//cBx3mJ4s0gfs74Qa5+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9aY6nEAAAA3g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A111B6" w:rsidRDefault="00A111B6" w:rsidP="00A111B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i+vnMMA&#10;AADeAAAADwAAAGRycy9kb3ducmV2LnhtbERPzWrCQBC+F3yHZQRvdWNMRaOrSFHorTX6AEN23ASz&#10;szG71din7xYK3ubj+53VpreNuFHna8cKJuMEBHHpdM1Gwem4f52D8AFZY+OYFDzIw2Y9eFlhrt2d&#10;D3QrghExhH2OCqoQ2lxKX1Zk0Y9dSxy5s+sshgg7I3WH9xhuG5kmyUxarDk2VNjSe0Xlpfi2Cq4u&#10;fdN9scPPy27xVRuTXX8OmVKjYb9dggjUh6f43/2h4/w0m03h7514g1z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i+vnMMAAADe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A111B6" w:rsidRDefault="00A111B6" w:rsidP="00A111B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3pRA8MA&#10;AADeAAAADwAAAGRycy9kb3ducmV2LnhtbERPPW/CMBDdkfofrKvUDZxSCBAwqEVCYoUyMB72kaSN&#10;z2lsIPDrMRJSt3t6nzdbtLYSZ2p86VjBey8BQaydKTlXsPtedccgfEA2WDkmBVfysJi/dGaYGXfh&#10;DZ23IRcxhH2GCooQ6kxKrwuy6HuuJo7c0TUWQ4RNLk2DlxhuK9lPklRaLDk2FFjTsiD9uz1ZBevy&#10;QMNUHyd2/KU3+9tf+Bj9GKXeXtvPKYhAbfgXP91rE+f3B+kAHu/EG+T8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3pRA8MAAADe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A111B6" w:rsidRDefault="00A111B6" w:rsidP="00A111B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cNT8YA&#10;AADeAAAADwAAAGRycy9kb3ducmV2LnhtbERP0WrCQBB8L/gPxwp9qxeDFRs9pRYEpSrUFn1dcmsu&#10;mNsLuWuMf98rCL7N7uzM7MwWna1ES40vHSsYDhIQxLnTJRcKfr5XLxMQPiBrrByTght5WMx7TzPM&#10;tLvyF7WHUIhowj5DBSaEOpPS54Ys+oGriSN3do3FEMemkLrBazS3lUyTZCwtlhwTDNb0YSi/HH6t&#10;ghb3t+Rklru3TbnN0/3y+KnjXj33u/cpiEBdeBzf1Wsd309H41f4rxMxyPk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xcNT8YAAADe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A111B6" w:rsidRDefault="00A111B6" w:rsidP="00A111B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shMosIA&#10;AADeAAAADwAAAGRycy9kb3ducmV2LnhtbERPTUvDQBC9C/6HZQRvdtMgQWK3RQoVjxo99Dhmp9nU&#10;7EzYXZu0v94VBG/zeJ+z2sx+UCcKsRc2sFwUoIhbsT13Bj7ed3cPoGJCtjgIk4EzRdisr69WWFuZ&#10;+I1OTepUDuFYowGX0lhrHVtHHuNCRuLMHSR4TBmGTtuAUw73gy6LotIee84NDkfaOmq/mm9vYHpu&#10;P4/lYW/dJYyya17lWA5izO3N/PQIKtGc/sV/7heb55f3VQW/7+Qb9Po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2yEyiwgAAAN4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A111B6" w:rsidRDefault="00A111B6" w:rsidP="00A111B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Xz5LsUA&#10;AADeAAAADwAAAGRycy9kb3ducmV2LnhtbERP22oCMRB9L/QfwhR8q9kuorIaxXqBUlrE2/u4GXe3&#10;TSbLJur6941Q8G0O5zrjaWuNuFDjK8cK3roJCOLc6YoLBfvd6nUIwgdkjcYxKbiRh+nk+WmMmXZX&#10;3tBlGwoRQ9hnqKAMoc6k9HlJFn3X1cSRO7nGYoiwKaRu8BrDrZFpkvSlxYpjQ4k1zUvKf7dnq2C1&#10;Xpif9HszO8gwXw6OZvj5vvhSqvPSzkYgArXhIf53f+g4P+31B3B/J94gJ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xfPku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A111B6" w:rsidRDefault="00A111B6" w:rsidP="00A111B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xWwyMgA&#10;AADeAAAADwAAAGRycy9kb3ducmV2LnhtbESPT2vCQBDF74V+h2UKvRTdaKtIdBUpFBUq+A+8jtkx&#10;CWZnQ3Yb02/vHAq9zfDevPeb2aJzlWqpCaVnA4N+Aoo487bk3MDp+NWbgAoR2WLlmQz8UoDF/Plp&#10;hqn1d95Te4i5khAOKRooYqxTrUNWkMPQ9zWxaFffOIyyNrm2Dd4l3FV6mCRj7bBkaSiwps+Cstvh&#10;xxlod9+XfN2GenObvIXR+2W12tqzMa8v3XIKKlIX/81/12sr+MOPsfDKOzKDnj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jFbDIyAAAAN4AAAAPAAAAAAAAAAAAAAAAAJgCAABk&#10;cnMvZG93bnJldi54bWxQSwUGAAAAAAQABAD1AAAAjQ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A111B6" w:rsidRDefault="00A111B6" w:rsidP="00A111B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TVrTsUA&#10;AADeAAAADwAAAGRycy9kb3ducmV2LnhtbERPTWsCMRC9F/wPYQRvNetiRVejqCD0Uqi2B72Nm3F3&#10;cTNZk6hbf30jFHqbx/uc2aI1tbiR85VlBYN+AoI4t7riQsH31+Z1DMIHZI21ZVLwQx4W887LDDNt&#10;77yl2y4UIoawz1BBGUKTSenzkgz6vm2II3eyzmCI0BVSO7zHcFPLNElG0mDFsaHEhtYl5efd1ShY&#10;Tcary+eQPx7b44EO++P5LXWJUr1uu5yCCNSGf/Gf+13H+elwNIHnO/EGOf8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JNWtOxQAAAN4AAAAPAAAAAAAAAAAAAAAAAJgCAABkcnMv&#10;ZG93bnJldi54bWxQSwUGAAAAAAQABAD1AAAAigMAAAAA&#10;" fillcolor="black" stroked="f">
                  <v:textbox>
                    <w:txbxContent>
                      <w:p w:rsidR="00A111B6" w:rsidRDefault="00A111B6" w:rsidP="00A111B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VaDskA&#10;AADeAAAADwAAAGRycy9kb3ducmV2LnhtbESPT0/CQBDF7yZ+h82YeJOtjSCpLET8k5gIB5ADx7E7&#10;tpt2Z5vuCsVP7xxIuM1k3rz3frPF4Ft1oD66wAbuRxko4jJYx5WB3df73RRUTMgW28Bk4EQRFvPr&#10;qxkWNhx5Q4dtqpSYcCzQQJ1SV2gdy5o8xlHoiOX2E3qPSda+0rbHo5j7VudZNtEeHUtCjR291FQ2&#10;219vYP85cdONo/x79bd8s6txs1y/Nsbc3gzPT6ASDekiPn9/WKmfPzwKgODIDHr+Dw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tBVaDskAAADeAAAADwAAAAAAAAAAAAAAAACYAgAA&#10;ZHJzL2Rvd25yZXYueG1sUEsFBgAAAAAEAAQA9QAAAI4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A111B6" w:rsidRDefault="00A111B6" w:rsidP="00A111B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QuSp8QA&#10;AADeAAAADwAAAGRycy9kb3ducmV2LnhtbERPS2sCMRC+F/ofwhS8aVYprWyNIorUSw++6HXYTDfb&#10;3UzWJOrqrzcFobf5+J4zmXW2EWfyoXKsYDjIQBAXTldcKtjvVv0xiBCRNTaOScGVAsymz08TzLW7&#10;8IbO21iKFMIhRwUmxjaXMhSGLIaBa4kT9+O8xZigL6X2eEnhtpGjLHuTFitODQZbWhgq6u3JKvDz&#10;72V949Ohzm5f1/D52x3HaJTqvXTzDxCRuvgvfrjXOs0fvb4P4e+ddIOc3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0LkqfEAAAA3g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A111B6" w:rsidRDefault="00A111B6" w:rsidP="00A111B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qi6m8QA&#10;AADeAAAADwAAAGRycy9kb3ducmV2LnhtbERP22rCQBB9L/gPywi+FN00lGpTV5GCICgFrR8wzU6T&#10;4O5syI4a/fpuodC3OZzrzJe9d+pCXWwCG3iaZKCIy2AbrgwcP9fjGagoyBZdYDJwowjLxeBhjoUN&#10;V97T5SCVSiEcCzRQi7SF1rGsyWOchJY4cd+h8ygJdpW2HV5TuHc6z7IX7bHh1FBjS+81lafD2Rtw&#10;+Zd73U7jTm5HvcvuXvaPH9aY0bBfvYES6uVf/Ofe2DQ/f57m8PtOukEv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6oupvEAAAA3g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A111B6" w:rsidRDefault="00A111B6" w:rsidP="00A111B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hrV6MUA&#10;AADeAAAADwAAAGRycy9kb3ducmV2LnhtbERPTWsCMRC9F/ofwhS8adYtStkaxVaEvfTg1uJ13Iyb&#10;xWSybFJd++tNodDbPN7nLFaDs+JCfWg9K5hOMhDEtdctNwr2n9vxC4gQkTVaz6TgRgFWy8eHBRba&#10;X3lHlyo2IoVwKFCBibErpAy1IYdh4jvixJ187zAm2DdS93hN4c7KPMvm0mHLqcFgR++G6nP17RRs&#10;qs7m+9K8hcPXx/Foy58tHTZKjZ6G9SuISEP8F/+5S53m57PnGfy+k26Qy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GtXoxQAAAN4AAAAPAAAAAAAAAAAAAAAAAJgCAABkcnMv&#10;ZG93bnJldi54bWxQSwUGAAAAAAQABAD1AAAAigM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A111B6" w:rsidRDefault="00A111B6" w:rsidP="00A111B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835qcQA&#10;AADeAAAADwAAAGRycy9kb3ducmV2LnhtbERPyWrDMBC9F/IPYgK9NVJT4hQ3sgmhgUBOzXLIbZAm&#10;tlNrZCw1dv++KhR6m8dbZ1WOrhV36kPjWcPzTIEgNt42XGk4HbdPryBCRLbYeiYN3xSgLCYPK8yt&#10;H/iD7odYiRTCIUcNdYxdLmUwNTkMM98RJ+7qe4cxwb6StschhbtWzpXKpMOGU0ONHW1qMp+HL6fh&#10;tpV7bxSa8+k87Ozy8p5Rq7R+nI7rNxCRxvgv/nPvbJo/X7xk8PtOukEW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fN+anEAAAA3gAAAA8AAAAAAAAAAAAAAAAAmAIAAGRycy9k&#10;b3ducmV2LnhtbFBLBQYAAAAABAAEAPUAAACJ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A111B6" w:rsidRDefault="00A111B6" w:rsidP="00A111B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WmvVcQA&#10;AADeAAAADwAAAGRycy9kb3ducmV2LnhtbERPS2vCQBC+F/wPywjedGOkVaKraKEgLT34QDyO2TEJ&#10;yc6G3VXTf98tCL3Nx/ecxaozjbiT85VlBeNRAoI4t7riQsHx8DGcgfABWWNjmRT8kIfVsveywEzb&#10;B+/ovg+FiCHsM1RQhtBmUvq8JIN+ZFviyF2tMxgidIXUDh8x3DQyTZI3abDi2FBiS+8l5fX+ZhSc&#10;b198/Z58rt0mnGx38HV6mdVKDfrdeg4iUBf+xU/3Vsf56etkCn/vxBvk8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1pr1XEAAAA3gAAAA8AAAAAAAAAAAAAAAAAmAIAAGRycy9k&#10;b3ducmV2LnhtbFBLBQYAAAAABAAEAPUAAACJ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A111B6" w:rsidRDefault="00A111B6" w:rsidP="00A111B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yvuVckA&#10;AADeAAAADwAAAGRycy9kb3ducmV2LnhtbESPQU/CQBCF7yT+h82YcIOtVQxWFgImJl5IBD3IbeiO&#10;bUN3tuwuUPn1zsHE20zem/e+mS1616ozhdh4NnA3zkARl942XBn4/HgdTUHFhGyx9UwGfijCYn4z&#10;mGFh/YU3dN6mSkkIxwIN1Cl1hdaxrMlhHPuOWLRvHxwmWUOlbcCLhLtW51n2qB02LA01dvRSU3nY&#10;npyB1dN0dXx/4PV1s9/R7mt/mOQhM2Z42y+fQSXq07/57/rNCn4+uRdeeUdm0PN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gyvuVckAAADeAAAADwAAAAAAAAAAAAAAAACYAgAA&#10;ZHJzL2Rvd25yZXYueG1sUEsFBgAAAAAEAAQA9QAAAI4DAAAAAA==&#10;" fillcolor="black" stroked="f">
                  <v:textbox>
                    <w:txbxContent>
                      <w:p w:rsidR="00A111B6" w:rsidRDefault="00A111B6" w:rsidP="00A111B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9FAZMQA&#10;AADeAAAADwAAAGRycy9kb3ducmV2LnhtbERPTUsDMRC9C/0PYQrebLYtil2blqUgiqdtVXqdbsbN&#10;0s1kSWK6/nsjCL3N433OejvaXiTyoXOsYD4rQBA3TnfcKvh4f757BBEissbeMSn4oQDbzeRmjaV2&#10;F95TOsRW5BAOJSowMQ6llKExZDHM3ECcuS/nLcYMfSu1x0sOt71cFMWDtNhxbjA40M5Qcz58WwXp&#10;tKurZToms3/zVetd/fJ5qpW6nY7VE4hIY7yK/92vOs9f3C9X8PdOvkFu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/RQGTEAAAA3gAAAA8AAAAAAAAAAAAAAAAAmAIAAGRycy9k&#10;b3ducmV2LnhtbFBLBQYAAAAABAAEAPUAAACJAw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A111B6" w:rsidRDefault="00A111B6" w:rsidP="00A111B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HejcgA&#10;AADeAAAADwAAAGRycy9kb3ducmV2LnhtbESPQUvDQBCF74L/YRnBm9m01KKx2yLFluqlNRbqcciO&#10;2WB2NmTXNPrrnYPgbYZ58977FqvRt2qgPjaBDUyyHBRxFWzDtYHj2+bmDlRMyBbbwGTgmyKslpcX&#10;CyxsOPMrDWWqlZhwLNCAS6krtI6VI48xCx2x3D5C7zHJ2tfa9ngWc9/qaZ7PtceGJcFhR2tH1Wf5&#10;5Q3Eyfrp9OJ/7of3reN9+ezmh9oZc301Pj6ASjSmf/Hf985K/entTAAER2bQy1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qQd6NyAAAAN4AAAAPAAAAAAAAAAAAAAAAAJgCAABk&#10;cnMvZG93bnJldi54bWxQSwUGAAAAAAQABAD1AAAAjQ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A111B6" w:rsidRDefault="00A111B6" w:rsidP="00A111B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A111B6" w:rsidRPr="000E0D80" w:rsidRDefault="00A111B6" w:rsidP="00A111B6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</w:pPr>
    </w:p>
    <w:p w:rsidR="00A111B6" w:rsidRPr="001869AA" w:rsidRDefault="00A111B6" w:rsidP="00A111B6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</w:pPr>
    </w:p>
    <w:p w:rsidR="00A111B6" w:rsidRPr="001869AA" w:rsidRDefault="00A111B6" w:rsidP="00A111B6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</w:pPr>
    </w:p>
    <w:p w:rsidR="00A111B6" w:rsidRPr="001869AA" w:rsidRDefault="00A111B6" w:rsidP="00A111B6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</w:pPr>
    </w:p>
    <w:p w:rsidR="00A111B6" w:rsidRPr="000E0D80" w:rsidRDefault="00A111B6" w:rsidP="00A111B6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16"/>
          <w:szCs w:val="16"/>
          <w:lang w:eastAsia="uk-UA"/>
        </w:rPr>
      </w:pPr>
    </w:p>
    <w:p w:rsidR="00A111B6" w:rsidRPr="001869AA" w:rsidRDefault="00A111B6" w:rsidP="00A111B6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1869AA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УКРАЇНА</w:t>
      </w:r>
    </w:p>
    <w:p w:rsidR="00A111B6" w:rsidRPr="001869AA" w:rsidRDefault="00A111B6" w:rsidP="00A111B6">
      <w:pPr>
        <w:keepNext/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1869AA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КРУПЕЦЬКА СІЛЬСЬКА РАДА</w:t>
      </w:r>
    </w:p>
    <w:p w:rsidR="00A111B6" w:rsidRPr="001869AA" w:rsidRDefault="00A111B6" w:rsidP="00A111B6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1869AA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СЛАВУТСЬКОГО РАЙОНУ</w:t>
      </w:r>
    </w:p>
    <w:p w:rsidR="00A111B6" w:rsidRPr="001869AA" w:rsidRDefault="00A111B6" w:rsidP="00A111B6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1869AA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ХМЕЛЬНИЦЬКОЇ ОБЛАСТІ</w:t>
      </w:r>
    </w:p>
    <w:p w:rsidR="00A111B6" w:rsidRPr="001869AA" w:rsidRDefault="00A111B6" w:rsidP="00A111B6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  <w:r w:rsidRPr="001869AA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</w:t>
      </w: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2788920</wp:posOffset>
                </wp:positionH>
                <wp:positionV relativeFrom="paragraph">
                  <wp:posOffset>9116695</wp:posOffset>
                </wp:positionV>
                <wp:extent cx="543560" cy="734695"/>
                <wp:effectExtent l="0" t="0" r="8890" b="8255"/>
                <wp:wrapNone/>
                <wp:docPr id="1" name="Группа 125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3560" cy="734695"/>
                          <a:chOff x="0" y="0"/>
                          <a:chExt cx="1142" cy="1718"/>
                        </a:xfrm>
                      </wpg:grpSpPr>
                      <wps:wsp>
                        <wps:cNvPr id="2" name="Freeform 3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111B6" w:rsidRDefault="00A111B6" w:rsidP="00A111B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35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111B6" w:rsidRDefault="00A111B6" w:rsidP="00A111B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3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111B6" w:rsidRDefault="00A111B6" w:rsidP="00A111B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37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111B6" w:rsidRDefault="00A111B6" w:rsidP="00A111B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3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111B6" w:rsidRDefault="00A111B6" w:rsidP="00A111B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39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111B6" w:rsidRDefault="00A111B6" w:rsidP="00A111B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4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111B6" w:rsidRDefault="00A111B6" w:rsidP="00A111B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41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111B6" w:rsidRDefault="00A111B6" w:rsidP="00A111B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4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111B6" w:rsidRDefault="00A111B6" w:rsidP="00A111B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43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111B6" w:rsidRDefault="00A111B6" w:rsidP="00A111B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4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111B6" w:rsidRDefault="00A111B6" w:rsidP="00A111B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45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111B6" w:rsidRDefault="00A111B6" w:rsidP="00A111B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4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111B6" w:rsidRDefault="00A111B6" w:rsidP="00A111B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47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111B6" w:rsidRDefault="00A111B6" w:rsidP="00A111B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4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111B6" w:rsidRDefault="00A111B6" w:rsidP="00A111B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49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111B6" w:rsidRDefault="00A111B6" w:rsidP="00A111B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5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111B6" w:rsidRDefault="00A111B6" w:rsidP="00A111B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51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111B6" w:rsidRDefault="00A111B6" w:rsidP="00A111B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5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111B6" w:rsidRDefault="00A111B6" w:rsidP="00A111B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53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111B6" w:rsidRDefault="00A111B6" w:rsidP="00A111B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54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111B6" w:rsidRDefault="00A111B6" w:rsidP="00A111B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55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111B6" w:rsidRDefault="00A111B6" w:rsidP="00A111B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56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111B6" w:rsidRDefault="00A111B6" w:rsidP="00A111B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57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111B6" w:rsidRDefault="00A111B6" w:rsidP="00A111B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58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111B6" w:rsidRDefault="00A111B6" w:rsidP="00A111B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59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111B6" w:rsidRDefault="00A111B6" w:rsidP="00A111B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60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111B6" w:rsidRDefault="00A111B6" w:rsidP="00A111B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61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111B6" w:rsidRDefault="00A111B6" w:rsidP="00A111B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62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111B6" w:rsidRDefault="00A111B6" w:rsidP="00A111B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63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111B6" w:rsidRDefault="00A111B6" w:rsidP="00A111B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2504" o:spid="_x0000_s1057" style="position:absolute;margin-left:219.6pt;margin-top:717.85pt;width:42.8pt;height:57.85pt;z-index:25165926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">
                <v:shape id="Freeform 34" o:spid="_x0000_s105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oghL4A&#10;AADaAAAADwAAAGRycy9kb3ducmV2LnhtbESPzQrCMBCE74LvEFbwpqkVVKpRRFQ8COLffWnWtths&#10;ShO1vr0RBI/DzHzDzBaNKcWTaldYVjDoRyCIU6sLzhRczpveBITzyBpLy6TgTQ4W83Zrhom2Lz7S&#10;8+QzESDsElSQe18lUro0J4Oubyvi4N1sbdAHWWdS1/gKcFPKOIpG0mDBYSHHilY5pffTwyiww+1u&#10;f83i43DNY8/Lw+R2bfZKdTvNcgrCU+P/4V97pxXE8L0SboC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IKIIS+AAAA2g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A111B6" w:rsidRDefault="00A111B6" w:rsidP="00A111B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5" o:spid="_x0000_s1059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bOyMUA&#10;AADaAAAADwAAAGRycy9kb3ducmV2LnhtbESPQWsCMRSE74L/IbxCL1KzbUHbrVGKsK16ELSFXh+b&#10;183WzcuSpLr6640geBxm5htmMutsI/bkQ+1YweMwA0FcOl1zpeD7q3h4AREissbGMSk4UoDZtN+b&#10;YK7dgTe038ZKJAiHHBWYGNtcylAashiGriVO3q/zFmOSvpLa4yHBbSOfsmwkLdacFgy2NDdU7rb/&#10;VsFfsTY/8/Hpww9eN3QaFKvPZjlS6v6ue38DEamLt/C1vdAKnuFyJd0AOT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5s7IxQAAANo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A111B6" w:rsidRDefault="00A111B6" w:rsidP="00A111B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6" o:spid="_x0000_s106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2SxsEA&#10;AADaAAAADwAAAGRycy9kb3ducmV2LnhtbESP3YrCMBCF7wXfIYywN6Kp7iJSG0VEZfFG/HmAoZk2&#10;xWZSmmi7b28WFvbycH4+TrbpbS1e1PrKsYLZNAFBnDtdcangfjtMliB8QNZYOyYFP+Rhsx4OMky1&#10;6/hCr2soRRxhn6ICE0KTSulzQxb91DXE0StcazFE2ZZSt9jFcVvLeZIspMWKI8FgQztD+eP6tBFy&#10;/sTzqehuh2OPHe5Phsfbi1Ifo367AhGoD//hv/a3VvAFv1fiDZD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NksbBAAAA2g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A111B6" w:rsidRDefault="00A111B6" w:rsidP="00A111B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7" o:spid="_x0000_s1061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+nqMQA&#10;AADaAAAADwAAAGRycy9kb3ducmV2LnhtbESPX0sDMRDE3wW/Q1ihbzZnaaucTYv0D0jBh1ZBfFsu&#10;27vDyyYk29757RtB8HGYmd8wi9XgOnWhmFrPBh7GBSjiytuWawMf77v7J1BJkC12nsnADyVYLW9v&#10;Flha3/OBLkepVYZwKtFAIxJKrVPVkMM09oE4eycfHUqWsdY2Yp/hrtOTophrhy3nhQYDrRuqvo9n&#10;Z+Ct34b943x2Cl9xOtFpY+VzLcaM7oaXZ1BCg/yH/9qv1sAMfq/kG6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vp6jEAAAA2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A111B6" w:rsidRDefault="00A111B6" w:rsidP="00A111B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8" o:spid="_x0000_s106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OpKsAA&#10;AADaAAAADwAAAGRycy9kb3ducmV2LnhtbESP3YrCMBCF7xd8hzCCN8uaroJINUoRK4s3Yt0HGJqx&#10;KTaT0mRtffuNIHh5OD8fZ70dbCPu1PnasYLvaQKCuHS65krB7yX/WoLwAVlj45gUPMjDdjP6WGOq&#10;Xc9nuhehEnGEfYoKTAhtKqUvDVn0U9cSR+/qOoshyq6SusM+jttGzpJkIS3WHAkGW9oZKm/Fn42Q&#10;0xxPx2t/yQ8D9rg/Gv7MzkpNxkO2AhFoCO/wq/2jFSzgeSXeAL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tOpKsAAAADa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A111B6" w:rsidRDefault="00A111B6" w:rsidP="00A111B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9" o:spid="_x0000_s1063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GcRMQA&#10;AADaAAAADwAAAGRycy9kb3ducmV2LnhtbESPQUsDMRSE7wX/Q3iCtzZrsa2sTYtUhVLwYBXE22Pz&#10;uru4eQnJs7v9901B6HGYmW+Y5XpwnTpSTK1nA/eTAhRx5W3LtYGvz7fxI6gkyBY7z2TgRAnWq5vR&#10;Ekvre/6g415qlSGcSjTQiIRS61Q15DBNfCDO3sFHh5JlrLWN2Ge46/S0KObaYct5ocFAm4aq3/2f&#10;M/Dev4bdYj47hJ/4MNXpxcr3Roy5ux2en0AJDXIN/7e31sACLlfyDdCrM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xnETEAAAA2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A111B6" w:rsidRDefault="00A111B6" w:rsidP="00A111B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0" o:spid="_x0000_s106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+g5MEA&#10;AADaAAAADwAAAGRycy9kb3ducmV2LnhtbERPXWvCMBR9F/Yfwh3sRTTdhkOqaZmDsIGC6ARfL821&#10;LTY3Jcls9+/Nw2CPh/O9LkfbiRv50DpW8DzPQBBXzrRcKzh969kSRIjIBjvHpOCXApTFw2SNuXED&#10;H+h2jLVIIRxyVNDE2OdShqohi2HueuLEXZy3GBP0tTQehxRuO/mSZW/SYsupocGePhqqrscfq2Cz&#10;H+pXP602o9tePs8LrY3eaaWeHsf3FYhIY/wX/7m/jIK0NV1JN0AW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PoOT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A111B6" w:rsidRDefault="00A111B6" w:rsidP="00A111B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1" o:spid="_x0000_s1065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zmXcEA&#10;AADaAAAADwAAAGRycy9kb3ducmV2LnhtbESPUWvCMBSF3wX/Q7iCb5oqbrjOKKIUZOxl1R9wae6a&#10;zuamJLHWf28Ggz0ezjnf4Wx2g21FTz40jhUs5hkI4srphmsFl3MxW4MIEVlj65gUPCjAbjsebTDX&#10;7s5f1JexFgnCIUcFJsYulzJUhiyGueuIk/ftvMWYpK+l9nhPcNvKZZa9SosNpwWDHR0MVdfyZhUU&#10;H8vP/nrTvnD7YWXpxfysj0ap6WTYv4OINMT/8F/7pBW8we+VdAP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c5l3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A111B6" w:rsidRDefault="00A111B6" w:rsidP="00A111B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2" o:spid="_x0000_s106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FCgsUA&#10;AADbAAAADwAAAGRycy9kb3ducmV2LnhtbESPQUsDMRCF74L/IYzgRdqsilK2TYsVgkKF0lroddhM&#10;d5duJksSu+u/7xwEbzO8N+99s1iNvlMXiqkNbOBxWoAiroJruTZw+LaTGaiUkR12gcnALyVYLW9v&#10;Fli6MPCOLvtcKwnhVKKBJue+1DpVDXlM09ATi3YK0WOWNdbaRRwk3Hf6qShetceWpaHBnt4bqs77&#10;H29gvR3q5/hQrcewOX0cX6x19ssac383vs1BZRrzv/nv+tMJvtDLLzKAX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kUKCxQAAANs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A111B6" w:rsidRDefault="00A111B6" w:rsidP="00A111B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3" o:spid="_x0000_s1067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h7mMAA&#10;AADbAAAADwAAAGRycy9kb3ducmV2LnhtbERPS2rDMBDdF3oHMYHuGtmmLcGJEkyLoZRumuQAgzWx&#10;nFgjI8mOc/uoUOhuHu87m91sezGRD51jBfkyA0HcON1xq+B4qJ9XIEJE1tg7JgU3CrDbPj5ssNTu&#10;yj807WMrUgiHEhWYGIdSytAYshiWbiBO3Ml5izFB30rt8ZrCbS+LLHuTFjtODQYHejfUXPajVVB/&#10;Fd/TZdS+dtX8YunVnFcfRqmnxVytQUSa47/4z/2p0/wcfn9JB8jt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yh7mMAAAADb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A111B6" w:rsidRDefault="00A111B6" w:rsidP="00A111B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4" o:spid="_x0000_s106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uAlrsA&#10;AADbAAAADwAAAGRycy9kb3ducmV2LnhtbERPSwrCMBDdC94hjOBOU79INYoIii6tHmBoxrbYTGoT&#10;bb29EQR383jfWW1aU4oX1a6wrGA0jEAQp1YXnCm4XvaDBQjnkTWWlknBmxxs1t3OCmNtGz7TK/GZ&#10;CCHsYlSQe1/FUro0J4NuaCviwN1sbdAHWGdS19iEcFPKcRTNpcGCQ0OOFe1ySu/J0yiYvpvDI5nd&#10;o702NDpNqhP7dKZUv9dulyA8tf4v/rmPOswfw/eXcIBcf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HZrgJa7AAAA2wAAAA8AAAAAAAAAAAAAAAAAmAIAAGRycy9kb3ducmV2Lnht&#10;bFBLBQYAAAAABAAEAPUAAACA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A111B6" w:rsidRDefault="00A111B6" w:rsidP="00A111B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5" o:spid="_x0000_s1069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pNlMEA&#10;AADbAAAADwAAAGRycy9kb3ducmV2LnhtbERPyWrDMBC9F/IPYgq9NXJdCIkb2ZiYlNJT4iznwRov&#10;1BoZS0mcv68Chd7m8dZZZ5PpxZVG11lW8DaPQBBXVnfcKDgetq9LEM4ja+wtk4I7OcjS2dMaE21v&#10;vKdr6RsRQtglqKD1fkikdFVLBt3cDsSBq+1o0Ac4NlKPeAvhppdxFC2kwY5DQ4sDbVqqfsqLUXBZ&#10;nOMj1996Vxb3z1WxzZ08NUq9PE/5BwhPk/8X/7m/dJj/Do9fwgEy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qTZTBAAAA2w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A111B6" w:rsidRDefault="00A111B6" w:rsidP="00A111B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6" o:spid="_x0000_s107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c1MMMA&#10;AADbAAAADwAAAGRycy9kb3ducmV2LnhtbERPS2vCQBC+C/6HZYTedGOVoNFVWkFoPVR8HbyN2TGJ&#10;zc7G7FbTf98VCt7m43vOdN6YUtyodoVlBf1eBII4tbrgTMF+t+yOQDiPrLG0TAp+ycF81m5NMdH2&#10;zhu6bX0mQgi7BBXk3leJlC7NyaDr2Yo4cGdbG/QB1pnUNd5DuCnlaxTF0mDBoSHHihY5pd/bH6Pg&#10;sB7F4/X75/Cy+jrhwOjrURexUi+d5m0CwlPjn+J/94cO84fw+CUc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c1MMMAAADb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A111B6" w:rsidRDefault="00A111B6" w:rsidP="00A111B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7" o:spid="_x0000_s1071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d6E8IA&#10;AADbAAAADwAAAGRycy9kb3ducmV2LnhtbERPTWvCQBC9C/6HZQRvujFWCdFVtKVaerJpodchOybB&#10;7GzIbmPsr3cLQm/zeJ+z3vamFh21rrKsYDaNQBDnVldcKPj6fJ0kIJxH1lhbJgU3crDdDAdrTLW9&#10;8gd1mS9ECGGXooLS+yaV0uUlGXRT2xAH7mxbgz7AtpC6xWsIN7WMo2gpDVYcGkps6Lmk/JL9GAW/&#10;y288uWO8f5lrT7en5GDfTwelxqN+twLhqff/4of7TYf5C/j7JRw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p3oTwgAAANs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A111B6" w:rsidRDefault="00A111B6" w:rsidP="00A111B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8" o:spid="_x0000_s107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5iF8EA&#10;AADbAAAADwAAAGRycy9kb3ducmV2LnhtbERPzWrCQBC+F3yHZQre6qYhSk1dRYqCNzX1AYbsdBPM&#10;zibZrYl9+q5Q6G0+vt9ZbUbbiBv1vnas4HWWgCAuna7ZKLh87l/eQPiArLFxTAru5GGznjytMNdu&#10;4DPdimBEDGGfo4IqhDaX0pcVWfQz1xJH7sv1FkOEvZG6xyGG20amSbKQFmuODRW29FFReS2+rYLO&#10;pXM9Fjs8XnfLU21M1v2cM6Wmz+P2HUSgMfyL/9wHHecv4PFLPEC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uYhfBAAAA2w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A111B6" w:rsidRDefault="00A111B6" w:rsidP="00A111B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9" o:spid="_x0000_s1073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VPdsIA&#10;AADbAAAADwAAAGRycy9kb3ducmV2LnhtbERPPW/CMBDdkfofrKvEBk6LIGmKE9FKlViBDh2v9pGk&#10;jc8hdiHl12MkJLZ7ep+3LAfbiiP1vnGs4GmagCDWzjRcKfjcfUwyED4gG2wdk4J/8lAWD6Ml5sad&#10;eEPHbahEDGGfo4I6hC6X0uuaLPqp64gjt3e9xRBhX0nT4ymG21Y+J8lCWmw4NtTY0XtN+nf7ZxWs&#10;m2+aL/T+xWZvevN1PoRZ+mOUGj8Oq1cQgYZwF9/caxPnp3D9JR4gi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1U92wgAAANs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A111B6" w:rsidRDefault="00A111B6" w:rsidP="00A111B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0" o:spid="_x0000_s107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YqusIA&#10;AADbAAAADwAAAGRycy9kb3ducmV2LnhtbERPTWvCQBC9F/oflhF6qxs9FJu6Si0UKlrBKPU6ZMds&#10;aHY2ZNcY/71zKPQ2877mzXw5+Eb11MU6sIHJOANFXAZbc2XgePh8noGKCdliE5gM3CjCcvH4MMfc&#10;hivvqS9SpSSEY44GXEptrnUsHXmM49ASC3cOnccka1dp2+FVwn2jp1n2oj3WLBcctvThqPwtLt5A&#10;j7tbdnKr79d1vS2nu9XPxgpunkbD+xuoREP6F/+5v6zUl7Lyiwy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9iq6wgAAANs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A111B6" w:rsidRDefault="00A111B6" w:rsidP="00A111B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1" o:spid="_x0000_s1075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dTT8AA&#10;AADbAAAADwAAAGRycy9kb3ducmV2LnhtbERPPU/DMBDdkfgP1iGxUYcMqIS6FUIqYoSUoeM1vsYp&#10;8V1kmybw6+tKlbrd0/u8xWryvTpSiJ2wgcdZAYq4Edtxa+B7s36Yg4oJ2WIvTAb+KMJqeXuzwMrK&#10;yF90rFOrcgjHCg24lIZK69g48hhnMhBnbi/BY8owtNoGHHO473VZFE/aY8e5weFAb46an/rXGxjf&#10;m92h3G+t+w+DrOtPOZS9GHN/N72+gEo0pav44v6wef4znH/JB+jl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hdTT8AAAADb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A111B6" w:rsidRDefault="00A111B6" w:rsidP="00A111B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2" o:spid="_x0000_s107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A7lsEA&#10;AADbAAAADwAAAGRycy9kb3ducmV2LnhtbERPy2rCQBTdF/oPwy24q5NmYSV1FJ8gopRY3V8z1yR2&#10;5k7IjJr+vbMQujyc92jSWSNu1PrasYKPfgKCuHC65lLB4Wf1PgThA7JG45gU/JGHyfj1ZYSZdnfO&#10;6bYPpYgh7DNUUIXQZFL6oiKLvu8a4sidXWsxRNiWUrd4j+HWyDRJBtJizbGhwobmFRW/+6tVsPpe&#10;mEu6y6dHGebLz5MZbmaLrVK9t276BSJQF/7FT/daK0jj+vgl/gA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0QO5bBAAAA2wAAAA8AAAAAAAAAAAAAAAAAmAIAAGRycy9kb3du&#10;cmV2LnhtbFBLBQYAAAAABAAEAPUAAACG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A111B6" w:rsidRDefault="00A111B6" w:rsidP="00A111B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3" o:spid="_x0000_s1077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Mjr8UA&#10;AADbAAAADwAAAGRycy9kb3ducmV2LnhtbESPQWvCQBSE7wX/w/IEL0U3plQkuooUSlKw0Krg9Zl9&#10;JsHs25Bdk/Tfd4VCj8PMfMOst4OpRUetqywrmM8iEMS51RUXCk7H9+kShPPIGmvLpOCHHGw3o6c1&#10;Jtr2/E3dwRciQNglqKD0vkmkdHlJBt3MNsTBu9rWoA+yLaRusQ9wU8s4ihbSYMVhocSG3krKb4e7&#10;UdB97S9F1rnm47Z8dq8vlzT91GelJuNhtwLhafD/4b92phXEc3h8CT9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cyOvxQAAANs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A111B6" w:rsidRDefault="00A111B6" w:rsidP="00A111B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54" o:spid="_x0000_s1078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v:textbox>
                    <w:txbxContent>
                      <w:p w:rsidR="00A111B6" w:rsidRDefault="00A111B6" w:rsidP="00A111B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55" o:spid="_x0000_s1079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4PvsYA&#10;AADbAAAADwAAAGRycy9kb3ducmV2LnhtbESPT2vCQBTE7wW/w/IKvdVNUyoSXaX+KRTUg9pDj8/s&#10;a7Ik+zZktxr99K4geBxm5jfMeNrZWhyp9caxgrd+AoI4d9pwoeBn//U6BOEDssbaMSk4k4fppPc0&#10;xky7E2/puAuFiBD2GSooQ2gyKX1ekkXfdw1x9P5cazFE2RZSt3iKcFvLNEkG0qLhuFBiQ/OS8mr3&#10;bxX8rgZmuDWUHtaX2VKvP6rZZlEp9fLcfY5ABOrCI3xvf2sF6TvcvsQfIC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4PvsYAAADb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A111B6" w:rsidRDefault="00A111B6" w:rsidP="00A111B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6" o:spid="_x0000_s1080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br7sQA&#10;AADbAAAADwAAAGRycy9kb3ducmV2LnhtbESPQWsCMRSE74L/IbxCbzVbKUW2ZhdRSnvxoLX0+ti8&#10;btbdvGyTqKu/vhEEj8PMfMPMy8F24kg+NI4VPE8yEMSV0w3XCnZf708zECEia+wck4IzBSiL8WiO&#10;uXYn3tBxG2uRIBxyVGBi7HMpQ2XIYpi4njh5v85bjEn6WmqPpwS3nZxm2au02HBaMNjT0lDVbg9W&#10;gV/8rNoLH77b7LI+h4/98DdDo9Tjw7B4AxFpiPfwrf2pFUxf4Pol/QBZ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W6+7EAAAA2w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A111B6" w:rsidRDefault="00A111B6" w:rsidP="00A111B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7" o:spid="_x0000_s1081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QEncQA&#10;AADbAAAADwAAAGRycy9kb3ducmV2LnhtbESP3WrCQBSE74W+w3IEb6RuGrC2qauUQkFQCv48wGn2&#10;NAnung3ZU40+vVsoeDnMzDfMfNl7p07UxSawgadJBoq4DLbhysBh//n4AioKskUXmAxcKMJy8TCY&#10;Y2HDmbd02kmlEoRjgQZqkbbQOpY1eYyT0BIn7yd0HiXJrtK2w3OCe6fzLHvWHhtOCzW29FFTedz9&#10;egMu/3av61ncyOWgN9nVy3b8ZY0ZDfv3N1BCvdzD/+2VNZBP4e9L+gF6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UBJ3EAAAA2w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A111B6" w:rsidRDefault="00A111B6" w:rsidP="00A111B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8" o:spid="_x0000_s1082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vIkMMA&#10;AADbAAAADwAAAGRycy9kb3ducmV2LnhtbESPQWsCMRSE74X+h/AK3mq2e5CyGkUrwl566Kp4fW6e&#10;m8XkZdmkuvbXN4LgcZiZb5jZYnBWXKgPrWcFH+MMBHHtdcuNgt128/4JIkRkjdYzKbhRgMX89WWG&#10;hfZX/qFLFRuRIBwKVGBi7AopQ23IYRj7jjh5J987jEn2jdQ9XhPcWZln2UQ6bDktGOzoy1B9rn6d&#10;gnXV2XxXmlU47L+PR1v+beiwVmr0NiynICIN8Rl+tEutIJ/A/Uv6AX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vIkMMAAADb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A111B6" w:rsidRDefault="00A111B6" w:rsidP="00A111B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9" o:spid="_x0000_s1083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/OccEA&#10;AADbAAAADwAAAGRycy9kb3ducmV2LnhtbESPQYvCMBSE78L+h/AWvGmyHnSpRpFlBcGTrj14eyTP&#10;ttq8lCZr6783guBxmJlvmMWqd7W4URsqzxq+xgoEsfG24kLD8W8z+gYRIrLF2jNpuFOA1fJjsMDM&#10;+o73dDvEQiQIhww1lDE2mZTBlOQwjH1DnLyzbx3GJNtC2ha7BHe1nCg1lQ4rTgslNvRTkrke/p2G&#10;y0buvFFo8mPebe3s9DulWmk9/OzXcxCR+vgOv9pbq2Eyg+eX9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PznHBAAAA2w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A111B6" w:rsidRDefault="00A111B6" w:rsidP="00A111B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0" o:spid="_x0000_s1084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iPe8IA&#10;AADbAAAADwAAAGRycy9kb3ducmV2LnhtbERPz2vCMBS+C/sfwhvsZlM7GNI1ig4GY8ODVsaOb82z&#10;LW1eSpLW7r83h4HHj+93sZ1NLyZyvrWsYJWkIIgrq1uuFZzL9+UahA/IGnvLpOCPPGw3D4sCc22v&#10;fKTpFGoRQ9jnqKAJYcil9FVDBn1iB+LIXawzGCJ0tdQOrzHc9DJL0xdpsOXY0OBAbw1V3Wk0Cn7G&#10;L74cnj93bh++7Vz6Lvtdd0o9Pc67VxCB5nAX/7s/tIIsjo1f4g+Qm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qI97wgAAANs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A111B6" w:rsidRDefault="00A111B6" w:rsidP="00A111B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61" o:spid="_x0000_s1085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v:textbox>
                    <w:txbxContent>
                      <w:p w:rsidR="00A111B6" w:rsidRDefault="00A111B6" w:rsidP="00A111B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62" o:spid="_x0000_s1086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7uu8AA&#10;AADbAAAADwAAAGRycy9kb3ducmV2LnhtbERPz2vCMBS+C/sfwhvspqkTxqhGKcLY2Kk6xeuzeTbF&#10;5qUkWez+++UgePz4fq82o+1FIh86xwrmswIEceN0x62Cw8/H9B1EiMgae8ek4I8CbNZPkxWW2t14&#10;R2kfW5FDOJSowMQ4lFKGxpDFMHMDceYuzluMGfpWao+3HG57+VoUb9Jix7nB4EBbQ811/2sVpPO2&#10;rhbplMzu21etd/Xn8Vwr9fI8VksQkcb4EN/dX1rBIq/PX/IP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u7uu8AAAADbAAAADwAAAAAAAAAAAAAAAACYAgAAZHJzL2Rvd25y&#10;ZXYueG1sUEsFBgAAAAAEAAQA9QAAAIU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A111B6" w:rsidRDefault="00A111B6" w:rsidP="00A111B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3" o:spid="_x0000_s1087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D9r8QA&#10;AADbAAAADwAAAGRycy9kb3ducmV2LnhtbESPQWvCQBSE74X+h+UVvOkmCmKjqxSxpXqpjYI9PrKv&#10;2dDs25Ddxuiv7wpCj8PMfMMsVr2tRUetrxwrSEcJCOLC6YpLBcfD63AGwgdkjbVjUnAhD6vl48MC&#10;M+3O/EldHkoRIewzVGBCaDIpfWHIoh+5hjh63661GKJsS6lbPEe4reU4SabSYsVxwWBDa0PFT/5r&#10;Ffh0vTnt7PW5+3oz/JFvzXRfGqUGT/3LHESgPvyH7+13rWCSwu1L/AF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w/a/EAAAA2w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A111B6" w:rsidRDefault="00A111B6" w:rsidP="00A111B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A111B6" w:rsidRDefault="00A111B6" w:rsidP="00A111B6">
      <w:pPr>
        <w:spacing w:after="0" w:line="240" w:lineRule="auto"/>
        <w:jc w:val="center"/>
        <w:rPr>
          <w:rFonts w:ascii="Times New Roman" w:hAnsi="Times New Roman"/>
          <w:b/>
        </w:rPr>
      </w:pPr>
      <w:r w:rsidRPr="001869AA">
        <w:rPr>
          <w:rFonts w:ascii="Times New Roman" w:hAnsi="Times New Roman"/>
          <w:b/>
        </w:rPr>
        <w:t>РІШЕННЯ</w:t>
      </w:r>
    </w:p>
    <w:p w:rsidR="00A111B6" w:rsidRPr="001869AA" w:rsidRDefault="00A111B6" w:rsidP="00A111B6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A111B6" w:rsidRDefault="00A111B6" w:rsidP="00A111B6">
      <w:pPr>
        <w:spacing w:after="0" w:line="240" w:lineRule="auto"/>
        <w:jc w:val="center"/>
        <w:rPr>
          <w:rFonts w:ascii="Times New Roman" w:hAnsi="Times New Roman"/>
        </w:rPr>
      </w:pPr>
      <w:proofErr w:type="gramStart"/>
      <w:r>
        <w:rPr>
          <w:rFonts w:ascii="Times New Roman" w:hAnsi="Times New Roman"/>
          <w:lang w:val="en-US"/>
        </w:rPr>
        <w:t>III</w:t>
      </w:r>
      <w:r w:rsidRPr="001869AA">
        <w:rPr>
          <w:rFonts w:ascii="Times New Roman" w:hAnsi="Times New Roman"/>
          <w:color w:val="FF0000"/>
        </w:rPr>
        <w:t xml:space="preserve">  </w:t>
      </w:r>
      <w:r w:rsidRPr="001869AA">
        <w:rPr>
          <w:rFonts w:ascii="Times New Roman" w:hAnsi="Times New Roman"/>
        </w:rPr>
        <w:t>сесії</w:t>
      </w:r>
      <w:proofErr w:type="gramEnd"/>
      <w:r w:rsidRPr="001869AA">
        <w:rPr>
          <w:rFonts w:ascii="Times New Roman" w:hAnsi="Times New Roman"/>
        </w:rPr>
        <w:t xml:space="preserve"> сільської ради  </w:t>
      </w:r>
      <w:r>
        <w:rPr>
          <w:rFonts w:ascii="Times New Roman" w:hAnsi="Times New Roman"/>
          <w:lang w:val="en-US"/>
        </w:rPr>
        <w:t>VIII</w:t>
      </w:r>
      <w:r w:rsidRPr="001869AA">
        <w:rPr>
          <w:rFonts w:ascii="Times New Roman" w:hAnsi="Times New Roman"/>
        </w:rPr>
        <w:t xml:space="preserve"> скликання</w:t>
      </w:r>
    </w:p>
    <w:p w:rsidR="00A111B6" w:rsidRPr="001869AA" w:rsidRDefault="00A111B6" w:rsidP="00A111B6">
      <w:pPr>
        <w:spacing w:after="0" w:line="240" w:lineRule="auto"/>
        <w:jc w:val="center"/>
        <w:rPr>
          <w:rFonts w:ascii="Times New Roman" w:hAnsi="Times New Roman"/>
        </w:rPr>
      </w:pPr>
    </w:p>
    <w:p w:rsidR="00A111B6" w:rsidRDefault="00A111B6" w:rsidP="00A111B6">
      <w:pPr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_____.11</w:t>
      </w:r>
      <w:r w:rsidRPr="00312454">
        <w:rPr>
          <w:rFonts w:ascii="Times New Roman" w:hAnsi="Times New Roman"/>
          <w:sz w:val="24"/>
        </w:rPr>
        <w:t xml:space="preserve">.2020р.                         Крупець                   </w:t>
      </w:r>
      <w:r>
        <w:rPr>
          <w:rFonts w:ascii="Times New Roman" w:hAnsi="Times New Roman"/>
          <w:sz w:val="24"/>
        </w:rPr>
        <w:t xml:space="preserve">                     №____</w:t>
      </w:r>
    </w:p>
    <w:p w:rsidR="00A111B6" w:rsidRPr="002E4653" w:rsidRDefault="00A111B6" w:rsidP="00A111B6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:rsidR="00A111B6" w:rsidRPr="008E2C07" w:rsidRDefault="00A111B6" w:rsidP="00A111B6">
      <w:pPr>
        <w:spacing w:after="0" w:line="240" w:lineRule="auto"/>
        <w:rPr>
          <w:rFonts w:ascii="Times New Roman" w:hAnsi="Times New Roman"/>
          <w:b/>
          <w:sz w:val="24"/>
          <w:lang w:val="ru-RU"/>
        </w:rPr>
      </w:pPr>
      <w:r w:rsidRPr="008E2C07">
        <w:rPr>
          <w:rFonts w:ascii="Times New Roman" w:hAnsi="Times New Roman"/>
          <w:b/>
          <w:sz w:val="24"/>
          <w:lang w:val="ru-RU"/>
        </w:rPr>
        <w:t xml:space="preserve">Про </w:t>
      </w:r>
      <w:proofErr w:type="spellStart"/>
      <w:r w:rsidRPr="008E2C07">
        <w:rPr>
          <w:rFonts w:ascii="Times New Roman" w:hAnsi="Times New Roman"/>
          <w:b/>
          <w:sz w:val="24"/>
          <w:lang w:val="ru-RU"/>
        </w:rPr>
        <w:t>надання</w:t>
      </w:r>
      <w:proofErr w:type="spellEnd"/>
      <w:r w:rsidRPr="008E2C07">
        <w:rPr>
          <w:rFonts w:ascii="Times New Roman" w:hAnsi="Times New Roman"/>
          <w:b/>
          <w:sz w:val="24"/>
          <w:lang w:val="ru-RU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  <w:lang w:val="ru-RU"/>
        </w:rPr>
        <w:t>дозволу</w:t>
      </w:r>
      <w:proofErr w:type="spellEnd"/>
      <w:r w:rsidRPr="008E2C07">
        <w:rPr>
          <w:rFonts w:ascii="Times New Roman" w:hAnsi="Times New Roman"/>
          <w:b/>
          <w:sz w:val="24"/>
          <w:lang w:val="ru-RU"/>
        </w:rPr>
        <w:t xml:space="preserve"> на </w:t>
      </w:r>
      <w:proofErr w:type="spellStart"/>
      <w:r w:rsidRPr="008E2C07">
        <w:rPr>
          <w:rFonts w:ascii="Times New Roman" w:hAnsi="Times New Roman"/>
          <w:b/>
          <w:sz w:val="24"/>
          <w:lang w:val="ru-RU"/>
        </w:rPr>
        <w:t>розробку</w:t>
      </w:r>
      <w:proofErr w:type="spellEnd"/>
      <w:r w:rsidRPr="008E2C07">
        <w:rPr>
          <w:rFonts w:ascii="Times New Roman" w:hAnsi="Times New Roman"/>
          <w:b/>
          <w:sz w:val="24"/>
          <w:lang w:val="ru-RU"/>
        </w:rPr>
        <w:t xml:space="preserve"> </w:t>
      </w:r>
    </w:p>
    <w:p w:rsidR="00A111B6" w:rsidRPr="008E2C07" w:rsidRDefault="00A111B6" w:rsidP="00A111B6">
      <w:pPr>
        <w:spacing w:after="0" w:line="240" w:lineRule="auto"/>
        <w:rPr>
          <w:rFonts w:ascii="Times New Roman" w:hAnsi="Times New Roman"/>
          <w:b/>
          <w:sz w:val="24"/>
          <w:lang w:val="ru-RU"/>
        </w:rPr>
      </w:pPr>
      <w:proofErr w:type="spellStart"/>
      <w:proofErr w:type="gramStart"/>
      <w:r w:rsidRPr="008E2C07">
        <w:rPr>
          <w:rFonts w:ascii="Times New Roman" w:hAnsi="Times New Roman"/>
          <w:b/>
          <w:sz w:val="24"/>
          <w:lang w:val="ru-RU"/>
        </w:rPr>
        <w:t>техн</w:t>
      </w:r>
      <w:proofErr w:type="gramEnd"/>
      <w:r w:rsidRPr="008E2C07">
        <w:rPr>
          <w:rFonts w:ascii="Times New Roman" w:hAnsi="Times New Roman"/>
          <w:b/>
          <w:sz w:val="24"/>
          <w:lang w:val="ru-RU"/>
        </w:rPr>
        <w:t>ічної</w:t>
      </w:r>
      <w:proofErr w:type="spellEnd"/>
      <w:r w:rsidRPr="008E2C07">
        <w:rPr>
          <w:rFonts w:ascii="Times New Roman" w:hAnsi="Times New Roman"/>
          <w:b/>
          <w:sz w:val="24"/>
          <w:lang w:val="ru-RU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  <w:lang w:val="ru-RU"/>
        </w:rPr>
        <w:t>документації</w:t>
      </w:r>
      <w:proofErr w:type="spellEnd"/>
      <w:r w:rsidRPr="008E2C07">
        <w:rPr>
          <w:rFonts w:ascii="Times New Roman" w:hAnsi="Times New Roman"/>
          <w:b/>
          <w:sz w:val="24"/>
          <w:lang w:val="ru-RU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  <w:lang w:val="ru-RU"/>
        </w:rPr>
        <w:t>із</w:t>
      </w:r>
      <w:proofErr w:type="spellEnd"/>
      <w:r w:rsidRPr="008E2C07">
        <w:rPr>
          <w:rFonts w:ascii="Times New Roman" w:hAnsi="Times New Roman"/>
          <w:b/>
          <w:sz w:val="24"/>
          <w:lang w:val="ru-RU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  <w:lang w:val="ru-RU"/>
        </w:rPr>
        <w:t>землеустрою</w:t>
      </w:r>
      <w:proofErr w:type="spellEnd"/>
      <w:r w:rsidRPr="008E2C07">
        <w:rPr>
          <w:rFonts w:ascii="Times New Roman" w:hAnsi="Times New Roman"/>
          <w:b/>
          <w:sz w:val="24"/>
          <w:lang w:val="ru-RU"/>
        </w:rPr>
        <w:t xml:space="preserve"> </w:t>
      </w:r>
    </w:p>
    <w:p w:rsidR="00A111B6" w:rsidRPr="008E2C07" w:rsidRDefault="00A111B6" w:rsidP="00A111B6">
      <w:pPr>
        <w:spacing w:after="0" w:line="240" w:lineRule="auto"/>
        <w:rPr>
          <w:rFonts w:ascii="Times New Roman" w:hAnsi="Times New Roman"/>
          <w:b/>
          <w:sz w:val="24"/>
          <w:lang w:val="ru-RU"/>
        </w:rPr>
      </w:pPr>
      <w:proofErr w:type="spellStart"/>
      <w:r w:rsidRPr="008E2C07">
        <w:rPr>
          <w:rFonts w:ascii="Times New Roman" w:hAnsi="Times New Roman"/>
          <w:b/>
          <w:sz w:val="24"/>
          <w:lang w:val="ru-RU"/>
        </w:rPr>
        <w:t>щодо</w:t>
      </w:r>
      <w:proofErr w:type="spellEnd"/>
      <w:r w:rsidRPr="008E2C07">
        <w:rPr>
          <w:rFonts w:ascii="Times New Roman" w:hAnsi="Times New Roman"/>
          <w:b/>
          <w:sz w:val="24"/>
          <w:lang w:val="ru-RU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  <w:lang w:val="ru-RU"/>
        </w:rPr>
        <w:t>встановлення</w:t>
      </w:r>
      <w:proofErr w:type="spellEnd"/>
      <w:r w:rsidRPr="008E2C07">
        <w:rPr>
          <w:rFonts w:ascii="Times New Roman" w:hAnsi="Times New Roman"/>
          <w:b/>
          <w:sz w:val="24"/>
          <w:lang w:val="ru-RU"/>
        </w:rPr>
        <w:t xml:space="preserve"> (</w:t>
      </w:r>
      <w:proofErr w:type="spellStart"/>
      <w:r w:rsidRPr="008E2C07">
        <w:rPr>
          <w:rFonts w:ascii="Times New Roman" w:hAnsi="Times New Roman"/>
          <w:b/>
          <w:sz w:val="24"/>
          <w:lang w:val="ru-RU"/>
        </w:rPr>
        <w:t>відновлення</w:t>
      </w:r>
      <w:proofErr w:type="spellEnd"/>
      <w:r w:rsidRPr="008E2C07">
        <w:rPr>
          <w:rFonts w:ascii="Times New Roman" w:hAnsi="Times New Roman"/>
          <w:b/>
          <w:sz w:val="24"/>
          <w:lang w:val="ru-RU"/>
        </w:rPr>
        <w:t xml:space="preserve">) меж </w:t>
      </w:r>
    </w:p>
    <w:p w:rsidR="00A111B6" w:rsidRPr="008E2C07" w:rsidRDefault="00A111B6" w:rsidP="00A111B6">
      <w:pPr>
        <w:spacing w:after="0" w:line="240" w:lineRule="auto"/>
        <w:rPr>
          <w:rFonts w:ascii="Times New Roman" w:hAnsi="Times New Roman"/>
          <w:b/>
          <w:sz w:val="24"/>
          <w:lang w:val="ru-RU"/>
        </w:rPr>
      </w:pPr>
      <w:proofErr w:type="spellStart"/>
      <w:r w:rsidRPr="008E2C07">
        <w:rPr>
          <w:rFonts w:ascii="Times New Roman" w:hAnsi="Times New Roman"/>
          <w:b/>
          <w:sz w:val="24"/>
          <w:lang w:val="ru-RU"/>
        </w:rPr>
        <w:t>земельної</w:t>
      </w:r>
      <w:proofErr w:type="spellEnd"/>
      <w:r w:rsidRPr="008E2C07">
        <w:rPr>
          <w:rFonts w:ascii="Times New Roman" w:hAnsi="Times New Roman"/>
          <w:b/>
          <w:sz w:val="24"/>
          <w:lang w:val="ru-RU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  <w:lang w:val="ru-RU"/>
        </w:rPr>
        <w:t>ділянки</w:t>
      </w:r>
      <w:proofErr w:type="spellEnd"/>
      <w:r w:rsidRPr="008E2C07">
        <w:rPr>
          <w:rFonts w:ascii="Times New Roman" w:hAnsi="Times New Roman"/>
          <w:b/>
          <w:sz w:val="24"/>
          <w:lang w:val="ru-RU"/>
        </w:rPr>
        <w:t xml:space="preserve"> в </w:t>
      </w:r>
      <w:proofErr w:type="spellStart"/>
      <w:r w:rsidRPr="008E2C07">
        <w:rPr>
          <w:rFonts w:ascii="Times New Roman" w:hAnsi="Times New Roman"/>
          <w:b/>
          <w:sz w:val="24"/>
          <w:lang w:val="ru-RU"/>
        </w:rPr>
        <w:t>натурі</w:t>
      </w:r>
      <w:proofErr w:type="spellEnd"/>
      <w:r w:rsidRPr="008E2C07">
        <w:rPr>
          <w:rFonts w:ascii="Times New Roman" w:hAnsi="Times New Roman"/>
          <w:b/>
          <w:sz w:val="24"/>
          <w:lang w:val="ru-RU"/>
        </w:rPr>
        <w:t xml:space="preserve"> (на </w:t>
      </w:r>
      <w:proofErr w:type="spellStart"/>
      <w:proofErr w:type="gramStart"/>
      <w:r w:rsidRPr="008E2C07">
        <w:rPr>
          <w:rFonts w:ascii="Times New Roman" w:hAnsi="Times New Roman"/>
          <w:b/>
          <w:sz w:val="24"/>
          <w:lang w:val="ru-RU"/>
        </w:rPr>
        <w:t>м</w:t>
      </w:r>
      <w:proofErr w:type="gramEnd"/>
      <w:r w:rsidRPr="008E2C07">
        <w:rPr>
          <w:rFonts w:ascii="Times New Roman" w:hAnsi="Times New Roman"/>
          <w:b/>
          <w:sz w:val="24"/>
          <w:lang w:val="ru-RU"/>
        </w:rPr>
        <w:t>ісцевості</w:t>
      </w:r>
      <w:proofErr w:type="spellEnd"/>
      <w:r w:rsidRPr="008E2C07">
        <w:rPr>
          <w:rFonts w:ascii="Times New Roman" w:hAnsi="Times New Roman"/>
          <w:b/>
          <w:sz w:val="24"/>
          <w:lang w:val="ru-RU"/>
        </w:rPr>
        <w:t>)</w:t>
      </w:r>
    </w:p>
    <w:p w:rsidR="00A111B6" w:rsidRDefault="00A111B6" w:rsidP="00A111B6">
      <w:pPr>
        <w:spacing w:after="0" w:line="240" w:lineRule="auto"/>
        <w:rPr>
          <w:rFonts w:ascii="Times New Roman" w:hAnsi="Times New Roman"/>
          <w:b/>
          <w:sz w:val="24"/>
        </w:rPr>
      </w:pPr>
      <w:proofErr w:type="spellStart"/>
      <w:r>
        <w:rPr>
          <w:rFonts w:ascii="Times New Roman" w:hAnsi="Times New Roman"/>
          <w:b/>
          <w:sz w:val="24"/>
        </w:rPr>
        <w:t>Чміль</w:t>
      </w:r>
      <w:proofErr w:type="spellEnd"/>
      <w:r>
        <w:rPr>
          <w:rFonts w:ascii="Times New Roman" w:hAnsi="Times New Roman"/>
          <w:b/>
          <w:sz w:val="24"/>
        </w:rPr>
        <w:t xml:space="preserve"> В.О.</w:t>
      </w:r>
    </w:p>
    <w:p w:rsidR="00A111B6" w:rsidRPr="008E2C07" w:rsidRDefault="00A111B6" w:rsidP="00A111B6">
      <w:pPr>
        <w:spacing w:after="0" w:line="240" w:lineRule="auto"/>
        <w:rPr>
          <w:rFonts w:ascii="Times New Roman" w:hAnsi="Times New Roman"/>
          <w:b/>
          <w:sz w:val="24"/>
          <w:lang w:val="ru-RU"/>
        </w:rPr>
      </w:pPr>
    </w:p>
    <w:p w:rsidR="00A111B6" w:rsidRPr="008E2C07" w:rsidRDefault="00A111B6" w:rsidP="00A111B6">
      <w:pPr>
        <w:spacing w:after="0" w:line="240" w:lineRule="auto"/>
        <w:jc w:val="both"/>
        <w:rPr>
          <w:rFonts w:ascii="Times New Roman" w:hAnsi="Times New Roman"/>
          <w:sz w:val="24"/>
          <w:lang w:val="ru-RU"/>
        </w:rPr>
      </w:pPr>
      <w:r w:rsidRPr="008E2C07">
        <w:rPr>
          <w:rFonts w:ascii="Times New Roman" w:hAnsi="Times New Roman"/>
          <w:sz w:val="24"/>
          <w:lang w:val="ru-RU"/>
        </w:rPr>
        <w:t xml:space="preserve">                </w:t>
      </w:r>
      <w:proofErr w:type="spellStart"/>
      <w:r w:rsidRPr="008E2C07">
        <w:rPr>
          <w:rFonts w:ascii="Times New Roman" w:hAnsi="Times New Roman"/>
          <w:sz w:val="24"/>
          <w:lang w:val="ru-RU"/>
        </w:rPr>
        <w:t>Відповідно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</w:t>
      </w:r>
      <w:proofErr w:type="gramStart"/>
      <w:r w:rsidRPr="008E2C07">
        <w:rPr>
          <w:rFonts w:ascii="Times New Roman" w:hAnsi="Times New Roman"/>
          <w:sz w:val="24"/>
          <w:lang w:val="ru-RU"/>
        </w:rPr>
        <w:t>до</w:t>
      </w:r>
      <w:proofErr w:type="gramEnd"/>
      <w:r w:rsidRPr="008E2C07">
        <w:rPr>
          <w:rFonts w:ascii="Times New Roman" w:hAnsi="Times New Roman"/>
          <w:sz w:val="24"/>
          <w:lang w:val="ru-RU"/>
        </w:rPr>
        <w:t xml:space="preserve"> </w:t>
      </w:r>
      <w:proofErr w:type="gramStart"/>
      <w:r w:rsidRPr="008E2C07">
        <w:rPr>
          <w:rFonts w:ascii="Times New Roman" w:hAnsi="Times New Roman"/>
          <w:sz w:val="24"/>
          <w:lang w:val="ru-RU"/>
        </w:rPr>
        <w:t>пункту</w:t>
      </w:r>
      <w:proofErr w:type="gramEnd"/>
      <w:r w:rsidRPr="008E2C07">
        <w:rPr>
          <w:rFonts w:ascii="Times New Roman" w:hAnsi="Times New Roman"/>
          <w:sz w:val="24"/>
          <w:lang w:val="ru-RU"/>
        </w:rPr>
        <w:t xml:space="preserve"> 34 </w:t>
      </w:r>
      <w:proofErr w:type="spellStart"/>
      <w:r w:rsidRPr="008E2C07">
        <w:rPr>
          <w:rFonts w:ascii="Times New Roman" w:hAnsi="Times New Roman"/>
          <w:sz w:val="24"/>
          <w:lang w:val="ru-RU"/>
        </w:rPr>
        <w:t>частини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1 </w:t>
      </w:r>
      <w:proofErr w:type="spellStart"/>
      <w:r w:rsidRPr="008E2C07">
        <w:rPr>
          <w:rFonts w:ascii="Times New Roman" w:hAnsi="Times New Roman"/>
          <w:sz w:val="24"/>
          <w:lang w:val="ru-RU"/>
        </w:rPr>
        <w:t>статті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26,  </w:t>
      </w:r>
      <w:proofErr w:type="spellStart"/>
      <w:r w:rsidRPr="008E2C07">
        <w:rPr>
          <w:rFonts w:ascii="Times New Roman" w:hAnsi="Times New Roman"/>
          <w:sz w:val="24"/>
          <w:lang w:val="ru-RU"/>
        </w:rPr>
        <w:t>статті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42 Закону </w:t>
      </w:r>
      <w:proofErr w:type="spellStart"/>
      <w:r w:rsidRPr="008E2C07">
        <w:rPr>
          <w:rFonts w:ascii="Times New Roman" w:hAnsi="Times New Roman"/>
          <w:sz w:val="24"/>
          <w:lang w:val="ru-RU"/>
        </w:rPr>
        <w:t>України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«Про </w:t>
      </w:r>
      <w:proofErr w:type="spellStart"/>
      <w:r w:rsidRPr="008E2C07">
        <w:rPr>
          <w:rFonts w:ascii="Times New Roman" w:hAnsi="Times New Roman"/>
          <w:sz w:val="24"/>
          <w:lang w:val="ru-RU"/>
        </w:rPr>
        <w:t>місцеве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8E2C07">
        <w:rPr>
          <w:rFonts w:ascii="Times New Roman" w:hAnsi="Times New Roman"/>
          <w:sz w:val="24"/>
          <w:lang w:val="ru-RU"/>
        </w:rPr>
        <w:t>самоврядування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в </w:t>
      </w:r>
      <w:proofErr w:type="spellStart"/>
      <w:r w:rsidRPr="008E2C07">
        <w:rPr>
          <w:rFonts w:ascii="Times New Roman" w:hAnsi="Times New Roman"/>
          <w:sz w:val="24"/>
          <w:lang w:val="ru-RU"/>
        </w:rPr>
        <w:t>Україні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»,  Земельного кодексу </w:t>
      </w:r>
      <w:proofErr w:type="spellStart"/>
      <w:r w:rsidRPr="008E2C07">
        <w:rPr>
          <w:rFonts w:ascii="Times New Roman" w:hAnsi="Times New Roman"/>
          <w:sz w:val="24"/>
          <w:lang w:val="ru-RU"/>
        </w:rPr>
        <w:t>України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, Закону </w:t>
      </w:r>
      <w:proofErr w:type="spellStart"/>
      <w:r w:rsidRPr="008E2C07">
        <w:rPr>
          <w:rFonts w:ascii="Times New Roman" w:hAnsi="Times New Roman"/>
          <w:sz w:val="24"/>
          <w:lang w:val="ru-RU"/>
        </w:rPr>
        <w:t>України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«Про </w:t>
      </w:r>
      <w:proofErr w:type="spellStart"/>
      <w:r w:rsidRPr="008E2C07">
        <w:rPr>
          <w:rFonts w:ascii="Times New Roman" w:hAnsi="Times New Roman"/>
          <w:sz w:val="24"/>
          <w:lang w:val="ru-RU"/>
        </w:rPr>
        <w:t>землеустрій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»,  </w:t>
      </w:r>
      <w:proofErr w:type="spellStart"/>
      <w:r w:rsidRPr="008E2C07">
        <w:rPr>
          <w:rFonts w:ascii="Times New Roman" w:hAnsi="Times New Roman"/>
          <w:sz w:val="24"/>
          <w:lang w:val="ru-RU"/>
        </w:rPr>
        <w:t>розглянувши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8E2C07">
        <w:rPr>
          <w:rFonts w:ascii="Times New Roman" w:hAnsi="Times New Roman"/>
          <w:sz w:val="24"/>
          <w:lang w:val="ru-RU"/>
        </w:rPr>
        <w:t>заяву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</w:t>
      </w:r>
      <w:r>
        <w:rPr>
          <w:rFonts w:ascii="Times New Roman" w:hAnsi="Times New Roman"/>
          <w:sz w:val="24"/>
          <w:lang w:val="ru-RU"/>
        </w:rPr>
        <w:t xml:space="preserve">  </w:t>
      </w:r>
      <w:proofErr w:type="spellStart"/>
      <w:r>
        <w:rPr>
          <w:rFonts w:ascii="Times New Roman" w:hAnsi="Times New Roman"/>
          <w:sz w:val="24"/>
          <w:lang w:val="ru-RU"/>
        </w:rPr>
        <w:t>Чміль</w:t>
      </w:r>
      <w:proofErr w:type="spellEnd"/>
      <w:r>
        <w:rPr>
          <w:rFonts w:ascii="Times New Roman" w:hAnsi="Times New Roman"/>
          <w:sz w:val="24"/>
          <w:lang w:val="ru-RU"/>
        </w:rPr>
        <w:t xml:space="preserve"> В.О.</w:t>
      </w:r>
      <w:r w:rsidRPr="008E2C07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8E2C07">
        <w:rPr>
          <w:rFonts w:ascii="Times New Roman" w:hAnsi="Times New Roman"/>
          <w:sz w:val="24"/>
          <w:lang w:val="ru-RU"/>
        </w:rPr>
        <w:t>сільська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рада</w:t>
      </w:r>
    </w:p>
    <w:p w:rsidR="00A111B6" w:rsidRPr="008E2C07" w:rsidRDefault="00A111B6" w:rsidP="00A111B6">
      <w:pPr>
        <w:spacing w:after="0" w:line="240" w:lineRule="auto"/>
        <w:jc w:val="both"/>
        <w:rPr>
          <w:rFonts w:ascii="Times New Roman" w:hAnsi="Times New Roman"/>
          <w:sz w:val="24"/>
          <w:lang w:val="ru-RU"/>
        </w:rPr>
      </w:pPr>
      <w:r w:rsidRPr="008E2C07">
        <w:rPr>
          <w:rFonts w:ascii="Times New Roman" w:hAnsi="Times New Roman"/>
          <w:sz w:val="24"/>
          <w:lang w:val="ru-RU"/>
        </w:rPr>
        <w:t>ВИРІШИЛА:</w:t>
      </w:r>
    </w:p>
    <w:p w:rsidR="00A111B6" w:rsidRPr="008E2C07" w:rsidRDefault="00A111B6" w:rsidP="00A111B6">
      <w:pPr>
        <w:spacing w:after="0" w:line="240" w:lineRule="auto"/>
        <w:jc w:val="both"/>
        <w:rPr>
          <w:rFonts w:ascii="Times New Roman" w:hAnsi="Times New Roman"/>
          <w:sz w:val="24"/>
          <w:lang w:val="ru-RU"/>
        </w:rPr>
      </w:pPr>
    </w:p>
    <w:p w:rsidR="00A111B6" w:rsidRPr="00A80768" w:rsidRDefault="00A111B6" w:rsidP="00A111B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8E2C07">
        <w:rPr>
          <w:rFonts w:ascii="Times New Roman" w:hAnsi="Times New Roman"/>
          <w:sz w:val="24"/>
          <w:lang w:val="ru-RU"/>
        </w:rPr>
        <w:t xml:space="preserve">        1.Надати </w:t>
      </w:r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Чміль</w:t>
      </w:r>
      <w:proofErr w:type="spellEnd"/>
      <w:r>
        <w:rPr>
          <w:rFonts w:ascii="Times New Roman" w:hAnsi="Times New Roman"/>
          <w:sz w:val="24"/>
        </w:rPr>
        <w:t xml:space="preserve"> Віктору Олександровичу</w:t>
      </w:r>
      <w:r w:rsidRPr="00CE2369">
        <w:rPr>
          <w:rFonts w:ascii="Times New Roman" w:hAnsi="Times New Roman"/>
          <w:sz w:val="24"/>
        </w:rPr>
        <w:t>, як</w:t>
      </w:r>
      <w:r>
        <w:rPr>
          <w:rFonts w:ascii="Times New Roman" w:hAnsi="Times New Roman"/>
          <w:sz w:val="24"/>
        </w:rPr>
        <w:t xml:space="preserve">ий зареєстрований за адресою: </w:t>
      </w:r>
      <w:r w:rsidR="00F67587">
        <w:rPr>
          <w:rFonts w:ascii="Times New Roman" w:hAnsi="Times New Roman"/>
          <w:sz w:val="24"/>
          <w:lang w:val="en-US"/>
        </w:rPr>
        <w:t>______________</w:t>
      </w:r>
      <w:bookmarkStart w:id="0" w:name="_GoBack"/>
      <w:bookmarkEnd w:id="0"/>
      <w:r>
        <w:rPr>
          <w:rFonts w:ascii="Times New Roman" w:hAnsi="Times New Roman"/>
          <w:sz w:val="24"/>
        </w:rPr>
        <w:t>,</w:t>
      </w:r>
      <w:r w:rsidRPr="00CE2369">
        <w:rPr>
          <w:rFonts w:ascii="Times New Roman" w:hAnsi="Times New Roman"/>
          <w:sz w:val="24"/>
        </w:rPr>
        <w:t xml:space="preserve"> дозвіл на розробку технічної документації із землеустрою щодо встановлення (відновлення) меж земельної ділянки в натурі (на мі</w:t>
      </w:r>
      <w:r>
        <w:rPr>
          <w:rFonts w:ascii="Times New Roman" w:hAnsi="Times New Roman"/>
          <w:sz w:val="24"/>
        </w:rPr>
        <w:t>сцевості)</w:t>
      </w:r>
      <w:r w:rsidRPr="00326E4F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z w:val="24"/>
        </w:rPr>
        <w:t>орієнтовною площею 0,2500</w:t>
      </w:r>
      <w:r w:rsidRPr="004151C9">
        <w:rPr>
          <w:rFonts w:ascii="Times New Roman" w:hAnsi="Times New Roman"/>
          <w:sz w:val="24"/>
        </w:rPr>
        <w:t xml:space="preserve"> га,  для будівництва та обслуговування  житлового будинку, господарських будівель і споруд (присадибна ділянка), земельна</w:t>
      </w:r>
      <w:r>
        <w:rPr>
          <w:rFonts w:ascii="Times New Roman" w:hAnsi="Times New Roman"/>
          <w:sz w:val="24"/>
        </w:rPr>
        <w:t xml:space="preserve"> ділянка  розташована в </w:t>
      </w:r>
      <w:proofErr w:type="spellStart"/>
      <w:r>
        <w:rPr>
          <w:rFonts w:ascii="Times New Roman" w:hAnsi="Times New Roman"/>
          <w:sz w:val="24"/>
        </w:rPr>
        <w:t>с</w:t>
      </w:r>
      <w:proofErr w:type="gramStart"/>
      <w:r>
        <w:rPr>
          <w:rFonts w:ascii="Times New Roman" w:hAnsi="Times New Roman"/>
          <w:sz w:val="24"/>
        </w:rPr>
        <w:t>.С</w:t>
      </w:r>
      <w:proofErr w:type="gramEnd"/>
      <w:r>
        <w:rPr>
          <w:rFonts w:ascii="Times New Roman" w:hAnsi="Times New Roman"/>
          <w:sz w:val="24"/>
        </w:rPr>
        <w:t>тригани</w:t>
      </w:r>
      <w:proofErr w:type="spellEnd"/>
      <w:r w:rsidRPr="004151C9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  <w:lang w:val="ru-RU"/>
        </w:rPr>
        <w:t xml:space="preserve"> </w:t>
      </w:r>
      <w:r w:rsidRPr="004151C9">
        <w:rPr>
          <w:rFonts w:ascii="Times New Roman" w:hAnsi="Times New Roman"/>
          <w:sz w:val="24"/>
        </w:rPr>
        <w:t xml:space="preserve">по </w:t>
      </w:r>
      <w:r>
        <w:rPr>
          <w:rFonts w:ascii="Times New Roman" w:hAnsi="Times New Roman"/>
          <w:sz w:val="24"/>
        </w:rPr>
        <w:t xml:space="preserve">  </w:t>
      </w:r>
      <w:proofErr w:type="spellStart"/>
      <w:r>
        <w:rPr>
          <w:rFonts w:ascii="Times New Roman" w:hAnsi="Times New Roman"/>
          <w:sz w:val="24"/>
        </w:rPr>
        <w:t>вул.Г.Охман</w:t>
      </w:r>
      <w:proofErr w:type="spellEnd"/>
      <w:r w:rsidRPr="004151C9"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z w:val="24"/>
        </w:rPr>
        <w:t xml:space="preserve"> 15.</w:t>
      </w:r>
    </w:p>
    <w:p w:rsidR="00A111B6" w:rsidRPr="001A3C69" w:rsidRDefault="00A111B6" w:rsidP="00A111B6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CE2369">
        <w:rPr>
          <w:rFonts w:ascii="Times New Roman" w:hAnsi="Times New Roman"/>
          <w:sz w:val="24"/>
        </w:rPr>
        <w:t xml:space="preserve">        </w:t>
      </w:r>
      <w:r w:rsidRPr="001A3C69">
        <w:rPr>
          <w:rFonts w:ascii="Times New Roman" w:hAnsi="Times New Roman"/>
          <w:sz w:val="24"/>
        </w:rPr>
        <w:t>2.</w:t>
      </w:r>
      <w:r>
        <w:rPr>
          <w:rFonts w:ascii="Times New Roman" w:hAnsi="Times New Roman"/>
          <w:sz w:val="24"/>
        </w:rPr>
        <w:t>Чміль В.О.</w:t>
      </w:r>
      <w:r w:rsidRPr="001A3C69">
        <w:rPr>
          <w:rFonts w:ascii="Times New Roman" w:hAnsi="Times New Roman"/>
          <w:sz w:val="24"/>
        </w:rPr>
        <w:t xml:space="preserve"> розробити  технічну документацію із землеустрою  щодо встановлення (відновлення) меж земельної ділянки в натурі (на місцевості) та подати на  розгляд сесії сільської ради.</w:t>
      </w:r>
    </w:p>
    <w:p w:rsidR="00A111B6" w:rsidRPr="008E2C07" w:rsidRDefault="00A111B6" w:rsidP="00A111B6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  <w:r w:rsidRPr="008E2C07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    </w:t>
      </w:r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 </w:t>
      </w:r>
      <w:r w:rsidRPr="008E2C07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A111B6" w:rsidRPr="004151C9" w:rsidRDefault="00A111B6" w:rsidP="00A111B6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4151C9">
        <w:rPr>
          <w:rFonts w:ascii="Times New Roman" w:hAnsi="Times New Roman"/>
          <w:sz w:val="24"/>
        </w:rPr>
        <w:t xml:space="preserve"> </w:t>
      </w:r>
    </w:p>
    <w:p w:rsidR="00A111B6" w:rsidRPr="00917C04" w:rsidRDefault="00A111B6" w:rsidP="00A111B6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A111B6" w:rsidRPr="00052E82" w:rsidRDefault="00A111B6" w:rsidP="00A111B6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A111B6" w:rsidRPr="00917C04" w:rsidRDefault="00A111B6" w:rsidP="00A111B6">
      <w:pPr>
        <w:tabs>
          <w:tab w:val="left" w:pos="2160"/>
        </w:tabs>
        <w:spacing w:after="0" w:line="240" w:lineRule="auto"/>
        <w:rPr>
          <w:rFonts w:ascii="Times New Roman" w:eastAsia="Arial Unicode MS" w:hAnsi="Times New Roman"/>
          <w:sz w:val="24"/>
          <w:szCs w:val="24"/>
          <w:lang w:eastAsia="uk-UA"/>
        </w:rPr>
      </w:pPr>
      <w:r w:rsidRPr="00E12288">
        <w:rPr>
          <w:rFonts w:ascii="Times New Roman" w:eastAsia="Arial Unicode MS" w:hAnsi="Times New Roman"/>
          <w:sz w:val="24"/>
          <w:szCs w:val="24"/>
          <w:lang w:eastAsia="uk-UA"/>
        </w:rPr>
        <w:t xml:space="preserve">Сільський   голова                                                                         </w:t>
      </w:r>
      <w:r>
        <w:rPr>
          <w:rFonts w:ascii="Times New Roman" w:eastAsia="Arial Unicode MS" w:hAnsi="Times New Roman"/>
          <w:sz w:val="24"/>
          <w:szCs w:val="24"/>
          <w:lang w:eastAsia="uk-UA"/>
        </w:rPr>
        <w:t>Валерій   МИХАЛЮК</w:t>
      </w:r>
    </w:p>
    <w:p w:rsidR="0096636B" w:rsidRDefault="0096636B"/>
    <w:sectPr w:rsidR="0096636B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11B6"/>
    <w:rsid w:val="00171A2E"/>
    <w:rsid w:val="00304C90"/>
    <w:rsid w:val="00505B6D"/>
    <w:rsid w:val="006D3977"/>
    <w:rsid w:val="007D6C18"/>
    <w:rsid w:val="0096636B"/>
    <w:rsid w:val="00A111B6"/>
    <w:rsid w:val="00D1641A"/>
    <w:rsid w:val="00F675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11B6"/>
    <w:rPr>
      <w:rFonts w:ascii="Calibri" w:eastAsia="Calibri" w:hAnsi="Calibri" w:cs="Times New Roman"/>
      <w:lang w:val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rFonts w:asciiTheme="minorHAnsi" w:eastAsiaTheme="minorEastAsia" w:hAnsiTheme="minorHAnsi" w:cstheme="minorBidi"/>
      <w:i/>
      <w:iCs/>
      <w:color w:val="000000" w:themeColor="text1"/>
      <w:lang w:val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rFonts w:asciiTheme="minorHAnsi" w:eastAsiaTheme="minorEastAsia" w:hAnsiTheme="minorHAnsi" w:cstheme="minorBidi"/>
      <w:b/>
      <w:bCs/>
      <w:i/>
      <w:iCs/>
      <w:color w:val="2DA2BF" w:themeColor="accent1"/>
      <w:lang w:val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rFonts w:asciiTheme="minorHAnsi" w:eastAsiaTheme="minorEastAsia" w:hAnsiTheme="minorHAnsi" w:cstheme="minorBidi"/>
      <w:lang w:val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rFonts w:asciiTheme="minorHAnsi" w:eastAsiaTheme="minorEastAsia" w:hAnsiTheme="minorHAnsi" w:cstheme="minorBidi"/>
      <w:lang w:val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rFonts w:asciiTheme="minorHAnsi" w:eastAsiaTheme="minorEastAsia" w:hAnsiTheme="minorHAnsi" w:cstheme="minorBidi"/>
      <w:lang w:val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rFonts w:asciiTheme="minorHAnsi" w:eastAsiaTheme="minorEastAsia" w:hAnsiTheme="minorHAnsi" w:cstheme="minorBidi"/>
      <w:lang w:val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rFonts w:asciiTheme="minorHAnsi" w:eastAsiaTheme="minorEastAsia" w:hAnsiTheme="minorHAnsi" w:cstheme="minorBidi"/>
      <w:lang w:val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rFonts w:asciiTheme="minorHAnsi" w:eastAsiaTheme="minorEastAsia" w:hAnsiTheme="minorHAnsi" w:cstheme="minorBidi"/>
      <w:lang w:val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rFonts w:asciiTheme="minorHAnsi" w:eastAsiaTheme="minorEastAsia" w:hAnsiTheme="minorHAnsi" w:cstheme="minorBidi"/>
      <w:lang w:val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rFonts w:asciiTheme="minorHAnsi" w:eastAsiaTheme="minorEastAsia" w:hAnsiTheme="minorHAnsi" w:cstheme="minorBidi"/>
      <w:lang w:val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rFonts w:asciiTheme="minorHAnsi" w:eastAsiaTheme="minorEastAsia" w:hAnsiTheme="minorHAnsi" w:cstheme="minorBidi"/>
      <w:lang w:val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rFonts w:asciiTheme="minorHAnsi" w:eastAsiaTheme="minorEastAsia" w:hAnsiTheme="minorHAnsi" w:cstheme="minorBidi"/>
      <w:lang w:val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rFonts w:asciiTheme="minorHAnsi" w:eastAsiaTheme="minorEastAsia" w:hAnsiTheme="minorHAnsi" w:cstheme="minorBidi"/>
      <w:b/>
      <w:bCs/>
      <w:color w:val="2DA2BF" w:themeColor="accent1"/>
      <w:sz w:val="18"/>
      <w:szCs w:val="18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11B6"/>
    <w:rPr>
      <w:rFonts w:ascii="Calibri" w:eastAsia="Calibri" w:hAnsi="Calibri" w:cs="Times New Roman"/>
      <w:lang w:val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rFonts w:asciiTheme="minorHAnsi" w:eastAsiaTheme="minorEastAsia" w:hAnsiTheme="minorHAnsi" w:cstheme="minorBidi"/>
      <w:i/>
      <w:iCs/>
      <w:color w:val="000000" w:themeColor="text1"/>
      <w:lang w:val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rFonts w:asciiTheme="minorHAnsi" w:eastAsiaTheme="minorEastAsia" w:hAnsiTheme="minorHAnsi" w:cstheme="minorBidi"/>
      <w:b/>
      <w:bCs/>
      <w:i/>
      <w:iCs/>
      <w:color w:val="2DA2BF" w:themeColor="accent1"/>
      <w:lang w:val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rFonts w:asciiTheme="minorHAnsi" w:eastAsiaTheme="minorEastAsia" w:hAnsiTheme="minorHAnsi" w:cstheme="minorBidi"/>
      <w:lang w:val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rFonts w:asciiTheme="minorHAnsi" w:eastAsiaTheme="minorEastAsia" w:hAnsiTheme="minorHAnsi" w:cstheme="minorBidi"/>
      <w:lang w:val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rFonts w:asciiTheme="minorHAnsi" w:eastAsiaTheme="minorEastAsia" w:hAnsiTheme="minorHAnsi" w:cstheme="minorBidi"/>
      <w:lang w:val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rFonts w:asciiTheme="minorHAnsi" w:eastAsiaTheme="minorEastAsia" w:hAnsiTheme="minorHAnsi" w:cstheme="minorBidi"/>
      <w:lang w:val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rFonts w:asciiTheme="minorHAnsi" w:eastAsiaTheme="minorEastAsia" w:hAnsiTheme="minorHAnsi" w:cstheme="minorBidi"/>
      <w:lang w:val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rFonts w:asciiTheme="minorHAnsi" w:eastAsiaTheme="minorEastAsia" w:hAnsiTheme="minorHAnsi" w:cstheme="minorBidi"/>
      <w:lang w:val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rFonts w:asciiTheme="minorHAnsi" w:eastAsiaTheme="minorEastAsia" w:hAnsiTheme="minorHAnsi" w:cstheme="minorBidi"/>
      <w:lang w:val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rFonts w:asciiTheme="minorHAnsi" w:eastAsiaTheme="minorEastAsia" w:hAnsiTheme="minorHAnsi" w:cstheme="minorBidi"/>
      <w:lang w:val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rFonts w:asciiTheme="minorHAnsi" w:eastAsiaTheme="minorEastAsia" w:hAnsiTheme="minorHAnsi" w:cstheme="minorBidi"/>
      <w:lang w:val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rFonts w:asciiTheme="minorHAnsi" w:eastAsiaTheme="minorEastAsia" w:hAnsiTheme="minorHAnsi" w:cstheme="minorBidi"/>
      <w:lang w:val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rFonts w:asciiTheme="minorHAnsi" w:eastAsiaTheme="minorEastAsia" w:hAnsiTheme="minorHAnsi" w:cstheme="minorBidi"/>
      <w:b/>
      <w:bCs/>
      <w:color w:val="2DA2BF" w:themeColor="accent1"/>
      <w:sz w:val="18"/>
      <w:szCs w:val="18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1</TotalTime>
  <Pages>1</Pages>
  <Words>247</Words>
  <Characters>1408</Characters>
  <Application>Microsoft Office Word</Application>
  <DocSecurity>0</DocSecurity>
  <Lines>11</Lines>
  <Paragraphs>3</Paragraphs>
  <ScaleCrop>false</ScaleCrop>
  <Company>Microsoft</Company>
  <LinksUpToDate>false</LinksUpToDate>
  <CharactersWithSpaces>1652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2020-11-17T16:31:00Z</dcterms:created>
  <dcterms:modified xsi:type="dcterms:W3CDTF">2020-11-18T07:10:00Z</dcterms:modified>
</cp:coreProperties>
</file>