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373" w:rsidRDefault="003E4373" w:rsidP="003E437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E4373" w:rsidRDefault="00DC763C" w:rsidP="003E43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763C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3E4373" w:rsidRDefault="003E4373" w:rsidP="003E4373"/>
    <w:p w:rsidR="003E4373" w:rsidRDefault="003E4373" w:rsidP="003E4373"/>
    <w:p w:rsidR="003E4373" w:rsidRDefault="003E4373" w:rsidP="003E43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E4373" w:rsidRDefault="003E4373" w:rsidP="003E43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E4373" w:rsidRDefault="003E4373" w:rsidP="003E43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E4373" w:rsidRDefault="003E4373" w:rsidP="003E43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E4373" w:rsidRDefault="003E4373" w:rsidP="003E437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E4373" w:rsidRDefault="003E4373" w:rsidP="003E437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3E4373" w:rsidRDefault="003E4373" w:rsidP="003E43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E4373" w:rsidRDefault="003E4373" w:rsidP="003E43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3E4373" w:rsidRDefault="003E4373" w:rsidP="003E437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№44</w:t>
      </w:r>
    </w:p>
    <w:p w:rsidR="003E4373" w:rsidRDefault="003E4373" w:rsidP="003E4373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єлоглазову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Д.І.</w:t>
      </w:r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єлоглазова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О.І.,сільська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Дмитру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Ігоровичу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4F6DA3" w:rsidRPr="004F6DA3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Бєлоглазову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Д.І.,розробити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E4373" w:rsidRDefault="003E4373" w:rsidP="003E437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E4373" w:rsidRPr="003E4373" w:rsidRDefault="003E4373" w:rsidP="003E437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BF1016" w:rsidRPr="003E4373" w:rsidRDefault="003E4373" w:rsidP="003E437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BF1016" w:rsidRPr="003E4373" w:rsidSect="00DC76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3E4373"/>
    <w:rsid w:val="00171A2E"/>
    <w:rsid w:val="00304C90"/>
    <w:rsid w:val="003E4373"/>
    <w:rsid w:val="004F6DA3"/>
    <w:rsid w:val="00505B6D"/>
    <w:rsid w:val="006D3977"/>
    <w:rsid w:val="007D6C18"/>
    <w:rsid w:val="00BF1016"/>
    <w:rsid w:val="00D1641A"/>
    <w:rsid w:val="00DC76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63C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979</Words>
  <Characters>559</Characters>
  <Application>Microsoft Office Word</Application>
  <DocSecurity>0</DocSecurity>
  <Lines>4</Lines>
  <Paragraphs>3</Paragraphs>
  <ScaleCrop>false</ScaleCrop>
  <Company>Microsoft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2020-04-27T16:02:00Z</dcterms:created>
  <dcterms:modified xsi:type="dcterms:W3CDTF">2020-04-28T06:15:00Z</dcterms:modified>
</cp:coreProperties>
</file>