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20" w:rsidRDefault="00BE5320" w:rsidP="00BE532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BE5320" w:rsidRDefault="00BE5320" w:rsidP="00BE5320"/>
    <w:p w:rsidR="00BE5320" w:rsidRDefault="00BE5320" w:rsidP="00BE5320"/>
    <w:p w:rsidR="00BE5320" w:rsidRDefault="00BE5320" w:rsidP="00BE532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E5320" w:rsidRDefault="00BE5320" w:rsidP="00BE532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E5320" w:rsidRDefault="00BE5320" w:rsidP="00BE532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E5320" w:rsidRDefault="00BE5320" w:rsidP="00BE532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E5320" w:rsidRDefault="00BE5320" w:rsidP="00BE532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5320" w:rsidRDefault="00BE5320" w:rsidP="00BE53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E5320" w:rsidRDefault="00BE5320" w:rsidP="00BE532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E5320" w:rsidRDefault="00BE5320" w:rsidP="00BE532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BE5320" w:rsidRPr="00754841" w:rsidRDefault="00BE5320" w:rsidP="00BE5320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№128</w:t>
      </w:r>
    </w:p>
    <w:p w:rsidR="00BE5320" w:rsidRPr="000103EB" w:rsidRDefault="00BE5320" w:rsidP="00BE532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E5320" w:rsidRPr="000103EB" w:rsidRDefault="00BE5320" w:rsidP="00BE532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0103EB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0103EB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 w:rsidRPr="000103E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0103EB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0103EB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  <w:r w:rsidRPr="000103E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BE5320" w:rsidRPr="000103EB" w:rsidRDefault="00BE5320" w:rsidP="00BE532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proofErr w:type="gramStart"/>
      <w:r w:rsidRPr="000103EB">
        <w:rPr>
          <w:rFonts w:ascii="Times New Roman" w:eastAsia="Calibri" w:hAnsi="Times New Roman" w:cs="Times New Roman"/>
          <w:b/>
          <w:sz w:val="24"/>
          <w:szCs w:val="24"/>
        </w:rPr>
        <w:t>техн</w:t>
      </w:r>
      <w:proofErr w:type="gramEnd"/>
      <w:r w:rsidRPr="000103EB">
        <w:rPr>
          <w:rFonts w:ascii="Times New Roman" w:eastAsia="Calibri" w:hAnsi="Times New Roman" w:cs="Times New Roman"/>
          <w:b/>
          <w:sz w:val="24"/>
          <w:szCs w:val="24"/>
        </w:rPr>
        <w:t>ічної</w:t>
      </w:r>
      <w:proofErr w:type="spellEnd"/>
      <w:r w:rsidRPr="000103E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b/>
          <w:sz w:val="24"/>
          <w:szCs w:val="24"/>
        </w:rPr>
        <w:t>документації</w:t>
      </w:r>
      <w:proofErr w:type="spellEnd"/>
      <w:r w:rsidRPr="000103E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 w:rsidRPr="000103E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 w:rsidRPr="000103E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BE5320" w:rsidRPr="000103EB" w:rsidRDefault="00BE5320" w:rsidP="00BE532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0103EB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0103E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b/>
          <w:sz w:val="24"/>
          <w:szCs w:val="24"/>
        </w:rPr>
        <w:t>встановлення</w:t>
      </w:r>
      <w:proofErr w:type="spellEnd"/>
      <w:r w:rsidRPr="000103EB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proofErr w:type="spellStart"/>
      <w:r w:rsidRPr="000103EB">
        <w:rPr>
          <w:rFonts w:ascii="Times New Roman" w:eastAsia="Calibri" w:hAnsi="Times New Roman" w:cs="Times New Roman"/>
          <w:b/>
          <w:sz w:val="24"/>
          <w:szCs w:val="24"/>
        </w:rPr>
        <w:t>відновлення</w:t>
      </w:r>
      <w:proofErr w:type="spellEnd"/>
      <w:r w:rsidRPr="000103EB">
        <w:rPr>
          <w:rFonts w:ascii="Times New Roman" w:eastAsia="Calibri" w:hAnsi="Times New Roman" w:cs="Times New Roman"/>
          <w:b/>
          <w:sz w:val="24"/>
          <w:szCs w:val="24"/>
        </w:rPr>
        <w:t xml:space="preserve">) меж </w:t>
      </w:r>
    </w:p>
    <w:p w:rsidR="00BE5320" w:rsidRPr="000103EB" w:rsidRDefault="00BE5320" w:rsidP="00BE532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0103EB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0103E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0103EB">
        <w:rPr>
          <w:rFonts w:ascii="Times New Roman" w:eastAsia="Calibri" w:hAnsi="Times New Roman" w:cs="Times New Roman"/>
          <w:b/>
          <w:sz w:val="24"/>
          <w:szCs w:val="24"/>
        </w:rPr>
        <w:t xml:space="preserve"> в </w:t>
      </w:r>
      <w:proofErr w:type="spellStart"/>
      <w:r w:rsidRPr="000103EB">
        <w:rPr>
          <w:rFonts w:ascii="Times New Roman" w:eastAsia="Calibri" w:hAnsi="Times New Roman" w:cs="Times New Roman"/>
          <w:b/>
          <w:sz w:val="24"/>
          <w:szCs w:val="24"/>
        </w:rPr>
        <w:t>натурі</w:t>
      </w:r>
      <w:proofErr w:type="spellEnd"/>
      <w:r w:rsidRPr="000103EB">
        <w:rPr>
          <w:rFonts w:ascii="Times New Roman" w:eastAsia="Calibri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0103EB">
        <w:rPr>
          <w:rFonts w:ascii="Times New Roman" w:eastAsia="Calibri" w:hAnsi="Times New Roman" w:cs="Times New Roman"/>
          <w:b/>
          <w:sz w:val="24"/>
          <w:szCs w:val="24"/>
        </w:rPr>
        <w:t>м</w:t>
      </w:r>
      <w:proofErr w:type="gramEnd"/>
      <w:r w:rsidRPr="000103EB">
        <w:rPr>
          <w:rFonts w:ascii="Times New Roman" w:eastAsia="Calibri" w:hAnsi="Times New Roman" w:cs="Times New Roman"/>
          <w:b/>
          <w:sz w:val="24"/>
          <w:szCs w:val="24"/>
        </w:rPr>
        <w:t>ісцевості</w:t>
      </w:r>
      <w:proofErr w:type="spellEnd"/>
      <w:r w:rsidRPr="000103EB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BE5320" w:rsidRPr="000103EB" w:rsidRDefault="00BE5320" w:rsidP="00BE5320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0103EB">
        <w:rPr>
          <w:rFonts w:ascii="Times New Roman" w:eastAsia="Calibri" w:hAnsi="Times New Roman" w:cs="Times New Roman"/>
          <w:b/>
          <w:sz w:val="24"/>
          <w:szCs w:val="24"/>
        </w:rPr>
        <w:t>Тишкун</w:t>
      </w:r>
      <w:proofErr w:type="spellEnd"/>
      <w:r w:rsidRPr="000103EB">
        <w:rPr>
          <w:rFonts w:ascii="Times New Roman" w:eastAsia="Calibri" w:hAnsi="Times New Roman" w:cs="Times New Roman"/>
          <w:b/>
          <w:sz w:val="24"/>
          <w:szCs w:val="24"/>
        </w:rPr>
        <w:t xml:space="preserve"> К.В.</w:t>
      </w:r>
    </w:p>
    <w:p w:rsidR="00BE5320" w:rsidRPr="000103EB" w:rsidRDefault="00BE5320" w:rsidP="00BE532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BE5320" w:rsidRPr="000103EB" w:rsidRDefault="00BE5320" w:rsidP="00BE532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до пункту 34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26,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2 </w:t>
      </w:r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»,  </w:t>
      </w:r>
      <w:proofErr w:type="gramStart"/>
      <w:r w:rsidRPr="000103EB">
        <w:rPr>
          <w:rFonts w:ascii="Times New Roman" w:eastAsia="Calibri" w:hAnsi="Times New Roman" w:cs="Times New Roman"/>
          <w:sz w:val="24"/>
          <w:szCs w:val="24"/>
        </w:rPr>
        <w:t>Земельного</w:t>
      </w:r>
      <w:proofErr w:type="gram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кодексу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« Про порядок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виділення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місцевості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ділянок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власникам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часток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паїв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 »</w:t>
      </w:r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Закону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», 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Тишкун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К.В.,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рада</w:t>
      </w:r>
    </w:p>
    <w:p w:rsidR="00BE5320" w:rsidRPr="000103EB" w:rsidRDefault="00BE5320" w:rsidP="00BE532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3EB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BE5320" w:rsidRPr="000103EB" w:rsidRDefault="00BE5320" w:rsidP="00BE532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       1.Надати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Тишкун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Катерині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Володимирівні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172A53">
        <w:rPr>
          <w:rFonts w:ascii="Times New Roman" w:eastAsia="Calibri" w:hAnsi="Times New Roman" w:cs="Times New Roman"/>
          <w:sz w:val="24"/>
          <w:szCs w:val="24"/>
          <w:lang w:val="en-US"/>
        </w:rPr>
        <w:t>_____________</w:t>
      </w:r>
      <w:bookmarkStart w:id="0" w:name="_GoBack"/>
      <w:bookmarkEnd w:id="0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103EB">
        <w:rPr>
          <w:rFonts w:ascii="Times New Roman" w:eastAsia="Calibri" w:hAnsi="Times New Roman" w:cs="Times New Roman"/>
          <w:sz w:val="24"/>
          <w:szCs w:val="24"/>
        </w:rPr>
        <w:t>техн</w:t>
      </w:r>
      <w:proofErr w:type="gramEnd"/>
      <w:r w:rsidRPr="000103EB">
        <w:rPr>
          <w:rFonts w:ascii="Times New Roman" w:eastAsia="Calibri" w:hAnsi="Times New Roman" w:cs="Times New Roman"/>
          <w:sz w:val="24"/>
          <w:szCs w:val="24"/>
        </w:rPr>
        <w:t>ічної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документації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встановлення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відновлення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) меж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(на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місцевості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) 3,45 в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умовних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кадастрових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гектарах, для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товарного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сільськогосподарського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виробництва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ради.</w:t>
      </w:r>
    </w:p>
    <w:p w:rsidR="00BE5320" w:rsidRPr="000103EB" w:rsidRDefault="00BE5320" w:rsidP="00BE532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       2.Тишкун К.В.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0103EB">
        <w:rPr>
          <w:rFonts w:ascii="Times New Roman" w:eastAsia="Calibri" w:hAnsi="Times New Roman" w:cs="Times New Roman"/>
          <w:sz w:val="24"/>
          <w:szCs w:val="24"/>
        </w:rPr>
        <w:t>техн</w:t>
      </w:r>
      <w:proofErr w:type="gramEnd"/>
      <w:r w:rsidRPr="000103EB">
        <w:rPr>
          <w:rFonts w:ascii="Times New Roman" w:eastAsia="Calibri" w:hAnsi="Times New Roman" w:cs="Times New Roman"/>
          <w:sz w:val="24"/>
          <w:szCs w:val="24"/>
        </w:rPr>
        <w:t>ічну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документацію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встановлення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відновлення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) меж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(на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місцевості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) та подати на 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ради.</w:t>
      </w:r>
    </w:p>
    <w:p w:rsidR="00BE5320" w:rsidRPr="000103EB" w:rsidRDefault="00BE5320" w:rsidP="00BE532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3. Контроль за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BE5320" w:rsidRPr="000103EB" w:rsidRDefault="00BE5320" w:rsidP="00BE532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C0801" w:rsidRPr="00BE5320" w:rsidRDefault="00BE5320" w:rsidP="00BE5320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0103EB">
        <w:rPr>
          <w:rFonts w:ascii="Times New Roman" w:eastAsia="Arial Unicode MS" w:hAnsi="Times New Roman" w:cs="Times New Roman"/>
          <w:sz w:val="24"/>
          <w:szCs w:val="24"/>
        </w:rPr>
        <w:t>Секретар</w:t>
      </w:r>
      <w:proofErr w:type="spellEnd"/>
      <w:r w:rsidRPr="000103EB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 w:rsidRPr="000103EB">
        <w:rPr>
          <w:rFonts w:ascii="Times New Roman" w:eastAsia="Arial Unicode MS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В.М.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Мазур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</w:p>
    <w:sectPr w:rsidR="00AC0801" w:rsidRPr="00BE532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320"/>
    <w:rsid w:val="00171A2E"/>
    <w:rsid w:val="00172A53"/>
    <w:rsid w:val="00304C90"/>
    <w:rsid w:val="00505B6D"/>
    <w:rsid w:val="006D3977"/>
    <w:rsid w:val="007D6C18"/>
    <w:rsid w:val="00AC0801"/>
    <w:rsid w:val="00BE5320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261</Words>
  <Characters>1492</Characters>
  <Application>Microsoft Office Word</Application>
  <DocSecurity>0</DocSecurity>
  <Lines>12</Lines>
  <Paragraphs>3</Paragraphs>
  <ScaleCrop>false</ScaleCrop>
  <Company>Microsoft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2020-07-29T14:44:00Z</dcterms:created>
  <dcterms:modified xsi:type="dcterms:W3CDTF">2020-07-29T18:24:00Z</dcterms:modified>
</cp:coreProperties>
</file>