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BA" w:rsidRDefault="00E73DBA" w:rsidP="00E73DB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DBA" w:rsidRDefault="00E73DBA" w:rsidP="00E73D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3DBA" w:rsidRDefault="00E73DBA" w:rsidP="00E73D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3DBA" w:rsidRDefault="00E73DBA" w:rsidP="00E73D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DBA" w:rsidRDefault="00E73DBA" w:rsidP="00E7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73DBA" w:rsidRDefault="00E73DBA" w:rsidP="00E73D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3DBA" w:rsidRPr="00A56207" w:rsidRDefault="00E73DBA" w:rsidP="00E73D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№15</w:t>
      </w:r>
    </w:p>
    <w:p w:rsidR="00E73DBA" w:rsidRDefault="00E73DBA" w:rsidP="00E73D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73DBA" w:rsidRDefault="00E73DBA" w:rsidP="00E73DB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</w:rPr>
        <w:t xml:space="preserve">вилучення земельної ділянки </w:t>
      </w:r>
    </w:p>
    <w:p w:rsidR="00E73DBA" w:rsidRPr="00DE6ED3" w:rsidRDefault="00E73DBA" w:rsidP="00E73DB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В.М.</w:t>
      </w:r>
    </w:p>
    <w:p w:rsidR="00E73DBA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DBA" w:rsidRPr="004E2C20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глянувши 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E73DBA" w:rsidRPr="004E2C20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73DBA" w:rsidRPr="004E2C20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Віталія Мироновича,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12144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ділянку орієнтовною площею  0,4300 га, яка розташована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 с. Лисиче,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перевести в землі запасу. </w:t>
      </w:r>
    </w:p>
    <w:p w:rsidR="00E73DBA" w:rsidRPr="004E2C20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73DBA" w:rsidRPr="004E2C20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DBA" w:rsidRPr="004E2C20" w:rsidRDefault="00E73DBA" w:rsidP="00E7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DBA" w:rsidRPr="00DE6ED3" w:rsidRDefault="00E73DBA" w:rsidP="00E73DB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3DBA" w:rsidRPr="00DE6ED3" w:rsidRDefault="00E73DBA" w:rsidP="00E73DB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3DBA" w:rsidRPr="00DE6ED3" w:rsidRDefault="00E73DBA" w:rsidP="00E73DB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3DBA" w:rsidRDefault="00E73DBA" w:rsidP="00E73DBA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3DBA" w:rsidRPr="00DE6ED3" w:rsidRDefault="00E73DBA" w:rsidP="00E73DB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p w:rsidR="0032231E" w:rsidRDefault="0032231E"/>
    <w:sectPr w:rsidR="003223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BA"/>
    <w:rsid w:val="00121444"/>
    <w:rsid w:val="00171A2E"/>
    <w:rsid w:val="00304C90"/>
    <w:rsid w:val="0032231E"/>
    <w:rsid w:val="00505B6D"/>
    <w:rsid w:val="006D3977"/>
    <w:rsid w:val="007D6C18"/>
    <w:rsid w:val="00D1641A"/>
    <w:rsid w:val="00E7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14A4"/>
  <w15:docId w15:val="{5394A7AD-8193-4E34-8E77-22047666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B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73DB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3DB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73DB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2021-04-28T11:38:00Z</dcterms:created>
  <dcterms:modified xsi:type="dcterms:W3CDTF">2021-04-28T12:54:00Z</dcterms:modified>
</cp:coreProperties>
</file>