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F02" w:rsidRPr="00C623C0" w:rsidRDefault="002D7F02" w:rsidP="002D7F02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2D7F02" w:rsidRPr="00C623C0" w:rsidRDefault="002D7F02" w:rsidP="002D7F02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2D7F02" w:rsidRPr="00C623C0" w:rsidRDefault="00900AF2" w:rsidP="002D7F02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900AF2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2508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w6FMYA&#10;AADdAAAADwAAAGRycy9kb3ducmV2LnhtbESPQWsCMRSE74L/ITyhN802Um1Xo5RKS8GTWqXHx+a5&#10;u3TzsiTpuv33jSB4HGbmG2a57m0jOvKhdqzhcZKBIC6cqbnU8HV4Hz+DCBHZYOOYNPxRgPVqOFhi&#10;btyFd9TtYykShEOOGqoY21zKUFRkMUxcS5y8s/MWY5K+lMbjJcFtI1WWzaTFmtNChS29VVT87H+t&#10;hm2nZqfvj409TEs198X0uFF1o/XDqH9dgIjUx3v41v40GtRT9gLXN+kJy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w6FM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tSZ8MA&#10;AADdAAAADwAAAGRycy9kb3ducmV2LnhtbERPTWvCQBC9F/oflil4KWYToVWimyCCUCsUTASvQ3ZM&#10;otnZkN1q/PfuodDj432v8tF04kaDay0rSKIYBHFldcu1gmO5nS5AOI+ssbNMCh7kIM9eX1aYanvn&#10;A90KX4sQwi5FBY33fSqlqxoy6CLbEwfubAeDPsChlnrAewg3nZzF8ac02HJoaLCnTUPVtfg1CmRZ&#10;7Pxu3pr35Pv0Myb2stlXF6Umb+N6CcLT6P/Ff+4vrWD2kYT94U14AjJ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/tSZ8MAAADd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rdtMcA&#10;AADdAAAADwAAAGRycy9kb3ducmV2LnhtbESPQWsCMRSE70L/Q3gFL1KzK7XoahQtKOKhUK335+Z1&#10;d+vmZZtE3fbXm4LQ4zAz3zDTeWtqcSHnK8sK0n4Cgji3uuJCwcd+9TQC4QOyxtoyKfghD/PZQ2eK&#10;mbZXfqfLLhQiQthnqKAMocmk9HlJBn3fNsTR+7TOYIjSFVI7vEa4qeUgSV6kwYrjQokNvZaUn3Zn&#10;o2C1odP40Hyvn3/dsBh9Hd+2y31Pqe5ju5iACNSG//C9vdEKBsM0hb838QnI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63bTHAAAA3Q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kk7MUA&#10;AADdAAAADwAAAGRycy9kb3ducmV2LnhtbESPQWuDQBSE74X8h+UFequrgkFsNqG0pBR6ignp9dV9&#10;URv3rbhbNf8+WyjkOMzMN8x6O5tOjDS41rKCJIpBEFdWt1wrOB52TzkI55E1dpZJwZUcbDeLhzUW&#10;2k68p7H0tQgQdgUqaLzvCyld1ZBBF9meOHhnOxj0QQ611ANOAW46mcbxShpsOSw02NNrQ9Wl/DUK&#10;4s+s+z6feM6/3t6ry8+046lNlHpczi/PIDzN/h7+b39oBWmWpPD3Jjw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+STs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TmWMgA&#10;AADdAAAADwAAAGRycy9kb3ducmV2LnhtbESPT2sCMRTE70K/Q3gFL0WzahXdGqUKingo+O/+unnd&#10;3bp52Sapbv30TaHgcZiZ3zDTeWMqcSHnS8sKet0EBHFmdcm5guNh1RmD8AFZY2WZFPyQh/nsoTXF&#10;VNsr7+iyD7mIEPYpKihCqFMpfVaQQd+1NXH0PqwzGKJ0udQOrxFuKtlPkpE0WHJcKLCmZUHZef9t&#10;FKw2dJ6c6q/1880N8/Hn+9t2cXhSqv3YvL6ACNSEe/i/vdEK+sPeAP7ex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JOZY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ZA8QA&#10;AADdAAAADwAAAGRycy9kb3ducmV2LnhtbESPT4vCMBTE78J+h/AWvGlaUSnVKMsuiuDJP+j12Tzb&#10;avNSmqyt394sLHgcZuY3zHzZmUo8qHGlZQXxMAJBnFldcq7geFgNEhDOI2usLJOCJzlYLj56c0y1&#10;bXlHj73PRYCwS1FB4X2dSumyggy6oa2Jg3e1jUEfZJNL3WAb4KaSoyiaSoMlh4UCa/ouKLvvf42C&#10;aDupLtcTd8n5Z53db+2K2zJWqv/Zfc1AeOr8O/zf3mgFo0k8hr834QnIx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cGQP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UdEMUA&#10;AADdAAAADwAAAGRycy9kb3ducmV2LnhtbESPQWvCQBSE70L/w/IKvenGiGJTV5FowWs1Hnp7zT6T&#10;kOzbkF1j2l/vFgSPw8x8w6w2g2lET52rLCuYTiIQxLnVFRcKstPneAnCeWSNjWVS8EsONuuX0QoT&#10;bW/8Rf3RFyJA2CWooPS+TaR0eUkG3cS2xMG72M6gD7IrpO7wFuCmkXEULaTBisNCiS2lJeX18WoU&#10;nHd1PXvnaPb33adLl/5kWXzZK/X2Omw/QHga/DP8aB+0gng+ncP/m/AE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tR0Q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uEysgA&#10;AADdAAAADwAAAGRycy9kb3ducmV2LnhtbESPQWvCQBSE74L/YXmFXkrdRKyU1FVEFCq0B21p7O2R&#10;fSbB7NuYXWPaX+8KgsdhZr5hJrPOVKKlxpWWFcSDCARxZnXJuYLvr9XzKwjnkTVWlknBHzmYTfu9&#10;CSbannlD7dbnIkDYJaig8L5OpHRZQQbdwNbEwdvbxqAPssmlbvAc4KaSwygaS4Mlh4UCa1oUlB22&#10;J6NgRO1u/vH/+/mzOy693T+laxenSj0+dPM3EJ46fw/f2u9awfAlHsP1TXgCcno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y4TK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sm/MYA&#10;AADdAAAADwAAAGRycy9kb3ducmV2LnhtbESPQWvCQBSE7wX/w/IEb3VjpNVGV5FowWs1PfT2mn0m&#10;Idm3IbvGtL/eLRQ8DjPzDbPeDqYRPXWusqxgNo1AEOdWV1woyM7vz0sQziNrbCyTgh9ysN2MntaY&#10;aHvjD+pPvhABwi5BBaX3bSKly0sy6Ka2JQ7exXYGfZBdIXWHtwA3jYyj6FUarDgslNhSWlJen65G&#10;wee+rudvHM1/v/p06dLvLIsvB6Um42G3AuFp8I/wf/uoFcQvswX8vQlP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sm/M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i1I8YA&#10;AADdAAAADwAAAGRycy9kb3ducmV2LnhtbERPy2rCQBTdC/7DcAvdiE4irUjqREQstFAXPqh2d8nc&#10;PDBzJ81MY+rXdxYFl4fzXix7U4uOWldZVhBPIhDEmdUVFwqOh9fxHITzyBpry6Tglxws0+FggYm2&#10;V95Rt/eFCCHsElRQet8kUrqsJINuYhviwOW2NegDbAupW7yGcFPLaRTNpMGKQ0OJDa1Lyi77H6Pg&#10;ibrz6uP2tf08f2+8zUendxeflHp86FcvIDz1/i7+d79pBdPnOMwNb8IT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i1I8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5vDskA&#10;AADdAAAADwAAAGRycy9kb3ducmV2LnhtbESPQUvDQBSE74L/YXmCN7NptWrTbotUtIWC0Cj2+si+&#10;ZmOzb2N220R/vVsoeBxm5htmOu9tLY7U+sqxgkGSgiAunK64VPDx/nLzCMIHZI21Y1LwQx7ms8uL&#10;KWbadbyhYx5KESHsM1RgQmgyKX1hyKJPXEMcvZ1rLYYo21LqFrsIt7Ucpum9tFhxXDDY0MJQsc8P&#10;VsH27vbNmWXuDt3z6+9+8/3w9blYK3V91T9NQATqw3/43F5pBcPRYAynN/EJyN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55vDskAAADdAAAADwAAAAAAAAAAAAAAAACYAgAA&#10;ZHJzL2Rvd25yZXYueG1sUEsFBgAAAAAEAAQA9QAAAI4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vs8EA&#10;AADdAAAADwAAAGRycy9kb3ducmV2LnhtbERPy4rCMBTdD/gP4QqzG1MrDlKNosMo4qx87S/NtS02&#10;N7WJNfP3ZiG4PJz3bBFMLTpqXWVZwXCQgCDOra64UHA6rr8mIJxH1lhbJgX/5GAx733MMNP2wXvq&#10;Dr4QMYRdhgpK75tMSpeXZNANbEMcuYttDfoI20LqFh8x3NQyTZJvabDi2FBiQz8l5dfD3SgY7ca3&#10;jV4Vv1092bi/7WUdqnBW6rMfllMQnoJ/i1/urVaQjtO4P76JT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KL7PBAAAA3QAAAA8AAAAAAAAAAAAAAAAAmAIAAGRycy9kb3du&#10;cmV2LnhtbFBLBQYAAAAABAAEAPUAAACG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AwdMQA&#10;AADdAAAADwAAAGRycy9kb3ducmV2LnhtbESPQYvCMBSE78L+h/CEvWnawupajSIrC4J4UPfg8dE8&#10;m2LzUppYu//eCILHYWa+YRar3taio9ZXjhWk4wQEceF0xaWCv9Pv6BuED8gaa8ek4J88rJYfgwXm&#10;2t35QN0xlCJC2OeowITQ5FL6wpBFP3YNcfQurrUYomxLqVu8R7itZZYkE2mx4rhgsKEfQ8X1eLMK&#10;zrP9LO3NJtl10/U2FIx47SZKfQ779RxEoD68w6/2VivIvrIUnm/i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AMHT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1koscA&#10;AADdAAAADwAAAGRycy9kb3ducmV2LnhtbESPT2sCMRTE74LfITzBW80aqditUaRg8dKDf9vjY/Pc&#10;Xd28rJtUt376plDwOMzMb5jpvLWVuFLjS8cahoMEBHHmTMm5ht12+TQB4QOywcoxafghD/NZtzPF&#10;1Lgbr+m6CbmIEPYpaihCqFMpfVaQRT9wNXH0jq6xGKJscmkavEW4raRKkrG0WHJcKLCmt4Ky8+bb&#10;avgcftxf6lG7V1/hsjqp90u2PIy17vfaxSuIQG14hP/bK6NBPSsFf2/iE5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tZKL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WXTMQA&#10;AADdAAAADwAAAGRycy9kb3ducmV2LnhtbESPUWvCMBSF34X9h3AHe9N0nbpRjVImA4dP1v2AS3PX&#10;VpubkETb/XszGOzxcM75Dme9HU0vbuRDZ1nB8ywDQVxb3XGj4Ov0MX0DESKyxt4yKfihANvNw2SN&#10;hbYDH+lWxUYkCIcCFbQxukLKULdkMMysI07et/UGY5K+kdrjkOCml3mWLaXBjtNCi47eW6ov1dUo&#10;QO9ed66Sw3F5PuD+/FnS3JZKPT2O5QpEpDH+h//ae60gX+Qv8PsmPQ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ll0z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oePsgA&#10;AADdAAAADwAAAGRycy9kb3ducmV2LnhtbESPzWvCQBTE74X+D8sr9FY3Ta1KdJV+BURz8evg7ZF9&#10;JqHZtyG7avSv7woFj8PM/IaZzDpTixO1rrKs4LUXgSDOra64ULDdpC8jEM4ja6wtk4ILOZhNHx8m&#10;mGh75hWd1r4QAcIuQQWl900ipctLMuh6tiEO3sG2Bn2QbSF1i+cAN7WMo2ggDVYcFkps6Kuk/Hd9&#10;NAqyNGuyJf+M9t/Hz7f9/Lob8iJV6vmp+xiD8NT5e/i/PdcK4ve4D7c34QnI6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ah4+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5e5sYA&#10;AADdAAAADwAAAGRycy9kb3ducmV2LnhtbESPQWvCQBSE70L/w/IK3nRjQGlTVxFBVLAFbUGPr9ln&#10;Esy+jbtrjP++Wyj0OMzMN8x03platOR8ZVnBaJiAIM6trrhQ8PW5GryA8AFZY22ZFDzIw3z21Jti&#10;pu2d99QeQiEihH2GCsoQmkxKn5dk0A9tQxy9s3UGQ5SukNrhPcJNLdMkmUiDFceFEhtalpRfDjej&#10;4OM6ue3a42n97bpVc623y3f9WinVf+4WbyACdeE//NfeaAXpOB3D75v4BOTs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65e5s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6uJcQA&#10;AADdAAAADwAAAGRycy9kb3ducmV2LnhtbESP3YrCMBSE74V9h3AW9k5TC/5QjSIL7i4iiNUHODTH&#10;pticlCZq16c3guDlMDPfMPNlZ2txpdZXjhUMBwkI4sLpiksFx8O6PwXhA7LG2jEp+CcPy8VHb46Z&#10;djfe0zUPpYgQ9hkqMCE0mZS+MGTRD1xDHL2Tay2GKNtS6hZvEW5rmSbJWFqsOC4YbOjbUHHOL1YB&#10;J3K92xa1lj/342Tza/LN6JIr9fXZrWYgAnXhHX61/7SCdJSO4fkmPg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uriX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mwxscA&#10;AADdAAAADwAAAGRycy9kb3ducmV2LnhtbESPT2vCQBTE74LfYXmCN9001tamruKfCuqtaaF4e2Sf&#10;STD7NmRXjf30rlDocZiZ3zDTeWsqcaHGlZYVPA0jEMSZ1SXnCr6/NoMJCOeRNVaWScGNHMxn3c4U&#10;E22v/EmX1OciQNglqKDwvk6kdFlBBt3Q1sTBO9rGoA+yyaVu8BrgppJxFL1IgyWHhQJrWhWUndKz&#10;UZAeDwe95I/n3WTsVvv96PftZ7NWqt9rF+8gPLX+P/zX3moF8Th+hceb8ATk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ZsMb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6tacIA&#10;AADdAAAADwAAAGRycy9kb3ducmV2LnhtbERPzWrCQBC+F/oOyxR6azZGlJK6ioiFHjzUnwcYsmM2&#10;mp1Ns6vGt+8cBI8f3/9sMfhWXamPTWADoywHRVwF23Bt4LD//vgEFROyxTYwGbhThMX89WWGpQ03&#10;3tJ1l2olIRxLNOBS6kqtY+XIY8xCRyzcMfQek8C+1rbHm4T7Vhd5PtUeG5YGhx2tHFXn3cUbKA7L&#10;0+r4O96c/sY5r70b1petM+b9bVh+gUo0pKf44f6x4psUMlfeyBP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bq1pwgAAAN0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WgccA&#10;AADdAAAADwAAAGRycy9kb3ducmV2LnhtbESPT2sCMRTE70K/Q3iF3jTbpRZdjVILBS+C/w56e26e&#10;u4ubl22S6uqnbwTB4zAzv2HG09bU4kzOV5YVvPcSEMS51RUXCrabn+4AhA/IGmvLpOBKHqaTl84Y&#10;M20vvKLzOhQiQthnqKAMocmk9HlJBn3PNsTRO1pnMETpCqkdXiLc1DJNkk9psOK4UGJD3yXlp/Wf&#10;UTAbDma/yw9e3FaHPe13h1M/dYlSb6/t1whEoDY8w4/2XCtI++kQ7m/iE5CT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RVoHHAAAA3QAAAA8AAAAAAAAAAAAAAAAAmAIAAGRy&#10;cy9kb3ducmV2LnhtbFBLBQYAAAAABAAEAPUAAACMAwAAAAA=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DyQ8IA&#10;AADdAAAADwAAAGRycy9kb3ducmV2LnhtbERPy4rCMBTdC/5DuIIb0bTOKFKNIqIwMxvxBS4vzbUt&#10;NjelibX+vVkMuDyc92LVmlI0VLvCsoJ4FIEgTq0uOFNwPu2GMxDOI2ssLZOCFzlYLbudBSbaPvlA&#10;zdFnIoSwS1BB7n2VSOnSnAy6ka2IA3eztUEfYJ1JXeMzhJtSjqNoKg0WHBpyrGiTU3o/PoyCP5k2&#10;g99vivdZc71v97OLmR5ipfq9dj0H4an1H/G/+0crGE++wv7wJjwB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sPJDwgAAAN0AAAAPAAAAAAAAAAAAAAAAAJgCAABkcnMvZG93&#10;bnJldi54bWxQSwUGAAAAAAQABAD1AAAAhw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UuscUA&#10;AADdAAAADwAAAGRycy9kb3ducmV2LnhtbESP3WrCQBSE74W+w3IKvdONlohNXUVKCxUK4s8DHHZP&#10;k9Ds2ZA9mrRP7xYEL4eZb4ZZrgffqAt1sQ5sYDrJQBHb4GouDZyOH+MFqCjIDpvAZOCXIqxXD6Ml&#10;Fi70vKfLQUqVSjgWaKASaQuto63IY5yEljh536HzKEl2pXYd9qncN3qWZXPtsea0UGFLbxXZn8PZ&#10;G5idrVj/sv37ej9Jvju2fZYvNsY8PQ6bV1BCg9zDN/rTJS5/nsL/m/QE9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FS6x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lPYcYA&#10;AADdAAAADwAAAGRycy9kb3ducmV2LnhtbESPQWsCMRSE74X+h/AKvdVsVyyyNUopVSpsFbUXb4/k&#10;uVncvCybqOu/N4WCx2FmvmEms9414kxdqD0reB1kIIi1NzVXCn5385cxiBCRDTaeScGVAsymjw8T&#10;LIy/8IbO21iJBOFQoAIbY1tIGbQlh2HgW+LkHXznMCbZVdJ0eElw18g8y96kw5rTgsWWPi3p4/bk&#10;FOjFsPxalnurT/n6p6pX69JtDko9P/Uf7yAi9fEe/m9/GwX5aJjD35v0BOT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lPYcYAAADd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U8qsQA&#10;AADdAAAADwAAAGRycy9kb3ducmV2LnhtbESPQYvCMBSE74L/ITzBm6ZWVqQaRQRBLwvrVvT4aJ5t&#10;sXkpTWy7/nqzsLDHYWa+Ydbb3lSipcaVlhXMphEI4szqknMF6fdhsgThPLLGyjIp+CEH281wsMZE&#10;246/qD37XAQIuwQVFN7XiZQuK8igm9qaOHh32xj0QTa51A12AW4qGUfRQhosOSwUWNO+oOxxfhoF&#10;tXld0tvps41mV4x1t+fusWClxqN+twLhqff/4b/2USuIP+Zz+H0TnoDc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FPKr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Ru0MUA&#10;AADdAAAADwAAAGRycy9kb3ducmV2LnhtbESPT4vCMBTE78J+h/AEb5r6l7VrFFlQPAlrha63R/O2&#10;LTYvpYla/fRmQfA4zMxvmMWqNZW4UuNKywqGgwgEcWZ1ybmCY7Lpf4JwHlljZZkU3MnBavnRWWCs&#10;7Y1/6HrwuQgQdjEqKLyvYyldVpBBN7A1cfD+bGPQB9nkUjd4C3BTyVEUzaTBksNCgTV9F5SdDxej&#10;YPI7XycpnR7ndGtTuUv2dr+5KNXrtusvEJ5a/w6/2jutYDQdT+D/TXg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1G7Q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+PnMcA&#10;AADdAAAADwAAAGRycy9kb3ducmV2LnhtbESPQWvCQBSE70L/w/IK3nTTiCGkrlJaCpVCQVvo9Zl9&#10;JjHZt3F31fjvuwXB4zAz3zCL1WA6cSbnG8sKnqYJCOLS6oYrBT/f75MchA/IGjvLpOBKHlbLh9EC&#10;C20vvKHzNlQiQtgXqKAOoS+k9GVNBv3U9sTR21tnMETpKqkdXiLcdDJNkkwabDgu1NjTa01luz0Z&#10;BcfZW/vldr+H3ec6v2ZteUzlOlNq/Di8PIMINIR7+Nb+0ArS+WwO/2/i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vj5z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dULsgA&#10;AADdAAAADwAAAGRycy9kb3ducmV2LnhtbESPT2sCMRTE74V+h/AKvdWs6x90NUoVBC+C2h7q7bl5&#10;7i5uXrZJqquf3hQKPQ4z8xtmOm9NLS7kfGVZQbeTgCDOra64UPD5sXobgfABWWNtmRTcyMN89vw0&#10;xUzbK+/osg+FiBD2GSooQ2gyKX1ekkHfsQ1x9E7WGQxRukJqh9cIN7VMk2QoDVYcF0psaFlSft7/&#10;GAWL8Wjxve3z5r47HujwdTwPUpco9frSvk9ABGrDf/ivvdYK0kFvCL9v4hOQs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V1QuyAAAAN0AAAAPAAAAAAAAAAAAAAAAAJgCAABk&#10;cnMvZG93bnJldi54bWxQSwUGAAAAAAQABAD1AAAAjQMAAAAA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QXhscA&#10;AADdAAAADwAAAGRycy9kb3ducmV2LnhtbESPUUvDMBSF3wf+h3AFX8aW2qHOumyIbDBZobj5A+6a&#10;a1tMbkoSt+7fL4Lg4+Gc8x3OYjVYI07kQ+dYwf00A0FcO91xo+DzsJnMQYSIrNE4JgUXCrBa3owW&#10;WGh35g867WMjEoRDgQraGPtCylC3ZDFMXU+cvC/nLcYkfSO1x3OCWyPzLHuUFjtOCy329NZS/b3/&#10;sQrW+dFXR9yZOjs0pnyvyvFzVSp1dzu8voCINMT/8F97qxXkD7Mn+H2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kF4bHAAAA3QAAAA8AAAAAAAAAAAAAAAAAmAIAAGRy&#10;cy9kb3ducmV2LnhtbFBLBQYAAAAABAAEAPUAAACM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ZU3sMA&#10;AADdAAAADwAAAGRycy9kb3ducmV2LnhtbERPy4rCMBTdD/gP4Q6403QUxekYRYWCIPgaFy7vNHea&#10;Ms1NbaLWvzcLYZaH857OW1uJGzW+dKzgo5+AIM6dLrlQcPrOehMQPiBrrByTggd5mM86b1NMtbvz&#10;gW7HUIgYwj5FBSaEOpXS54Ys+r6riSP36xqLIcKmkLrBewy3lRwkyVhaLDk2GKxpZSj/O16tAivx&#10;/FOMs3y7GG52m89yub9kRqnue7v4AhGoDf/il3utFQxGwzg3volP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ZU3sMAAADdAAAADwAAAAAAAAAAAAAAAACYAgAAZHJzL2Rv&#10;d25yZXYueG1sUEsFBgAAAAAEAAQA9QAAAIg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2D7F02" w:rsidRPr="00C623C0" w:rsidRDefault="002D7F02" w:rsidP="002D7F02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2D7F02" w:rsidRPr="00C623C0" w:rsidRDefault="002D7F02" w:rsidP="002D7F02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2D7F02" w:rsidRPr="00C623C0" w:rsidRDefault="002D7F02" w:rsidP="002D7F02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2D7F02" w:rsidRPr="00C623C0" w:rsidRDefault="002D7F02" w:rsidP="002D7F02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2D7F02" w:rsidRPr="00C623C0" w:rsidRDefault="002D7F02" w:rsidP="002D7F02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2D7F02" w:rsidRPr="00C623C0" w:rsidRDefault="002D7F02" w:rsidP="002D7F02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2D7F02" w:rsidRPr="00C623C0" w:rsidRDefault="002D7F02" w:rsidP="002D7F02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2D7F02" w:rsidRPr="00C623C0" w:rsidRDefault="002D7F02" w:rsidP="002D7F02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2D7F02" w:rsidRPr="00C623C0" w:rsidRDefault="002D7F02" w:rsidP="002D7F02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900AF2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Групувати 2539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wqScMA&#10;AADdAAAADwAAAGRycy9kb3ducmV2LnhtbERPz2vCMBS+C/4P4Q1203Rxc1KNIhOHsNN0E4+P5q0t&#10;a15KEmv9781B8Pjx/V6setuIjnyoHWt4GWcgiAtnai41/By2oxmIEJENNo5Jw5UCrJbDwQJz4y78&#10;Td0+liKFcMhRQxVjm0sZiooshrFriRP357zFmKAvpfF4SeG2kSrLptJizamhwpY+Kir+92er4atT&#10;0+Ppc2MPk1K9+2Lyu1F1o/XzU7+eg4jUx4f47t4ZDertNe1Pb9IT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wqScMAAADd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TY4cUA&#10;AADdAAAADwAAAGRycy9kb3ducmV2LnhtbESPQYvCMBSE74L/ITzBi6xpRXelGkUEQVcQtgpeH83b&#10;tm7zUpqo9d+bBcHjMDPfMPNlaypxo8aVlhXEwwgEcWZ1ybmC03HzMQXhPLLGyjIpeJCD5aLbmWOi&#10;7Z1/6Jb6XAQIuwQVFN7XiZQuK8igG9qaOHi/tjHog2xyqRu8B7ip5CiKPqXBksNCgTWtC8r+0qtR&#10;II/pzu++SjOIv8+HNraX9T67KNXvtasZCE+tf4df7a1WMJqMY/h/E5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BNjh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ts3scA&#10;AADdAAAADwAAAGRycy9kb3ducmV2LnhtbESPQWsCMRSE74X+h/AKXkrNumjR1SgqWMRDoVrvz83r&#10;7tbNy5qkuvXXN4LQ4zAz3zCTWWtqcSbnK8sKet0EBHFudcWFgs/d6mUIwgdkjbVlUvBLHmbTx4cJ&#10;Ztpe+IPO21CICGGfoYIyhCaT0uclGfRd2xBH78s6gyFKV0jt8BLhppZpkrxKgxXHhRIbWpaUH7c/&#10;RsFqTcfRvjm99a9uUAy/D++bxe5Zqc5TOx+DCNSG//C9vdYK0kE/hdub+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bbN7HAAAA3Q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auasQA&#10;AADdAAAADwAAAGRycy9kb3ducmV2LnhtbESPT4vCMBTE78J+h/AWvNnUf4tUoyyKInhSl93rs3m2&#10;XZuX0kRbv70RBI/DzPyGmS1aU4ob1a6wrKAfxSCIU6sLzhT8HNe9CQjnkTWWlknBnRws5h+dGSba&#10;Nryn28FnIkDYJagg975KpHRpTgZdZCvi4J1tbdAHWWdS19gEuCnlII6/pMGCw0KOFS1zSi+Hq1EQ&#10;78bl6fzL7eRvtUkv/82am6KvVPez/Z6C8NT6d/jV3moFg/FoCM834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Grmr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5RMcgA&#10;AADdAAAADwAAAGRycy9kb3ducmV2LnhtbESPT2sCMRTE74V+h/AKXopmK6voapRWsIiHQv1zf26e&#10;u6ubl22S6rafvikIHoeZ+Q0znbemFhdyvrKs4KWXgCDOra64ULDbLrsjED4ga6wtk4If8jCfPT5M&#10;MdP2yp902YRCRAj7DBWUITSZlD4vyaDv2YY4ekfrDIYoXSG1w2uEm1r2k2QoDVYcF0psaFFSft58&#10;GwXLFZ3H++brPf11g2J0Onys37bPSnWe2tcJiEBtuIdv7ZVW0B+kKfy/iU9Az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flEx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ThcQA&#10;AADdAAAADwAAAGRycy9kb3ducmV2LnhtbESPQYvCMBSE74L/IbwFb5oqVkrXKIuiCJ7UZff6tnm2&#10;XZuX0kRb/70RBI/DzHzDzJedqcSNGldaVjAeRSCIM6tLzhV8nzbDBITzyBory6TgTg6Wi35vjqm2&#10;LR/odvS5CBB2KSoovK9TKV1WkEE3sjVx8M62MeiDbHKpG2wD3FRyEkUzabDksFBgTauCssvxahRE&#10;+7j6O/9wl/yut9nlv91wW46VGnx0X58gPHX+HX61d1rBJJ7G8HwTn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jk4X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SsesYA&#10;AADdAAAADwAAAGRycy9kb3ducmV2LnhtbESPQWvCQBSE74X+h+UVvNVNowabukpJFXqtxkNvr9ln&#10;EpJ9G7LbGP313YLgcZiZb5jVZjStGKh3tWUFL9MIBHFhdc2lgvywe16CcB5ZY2uZFFzIwWb9+LDC&#10;VNszf9Gw96UIEHYpKqi871IpXVGRQTe1HXHwTrY36IPsS6l7PAe4aWUcRYk0WHNYqLCjrKKi2f8a&#10;BcePppm9cjS7fg/Z0mU/eR6ftkpNnsb3NxCeRn8P39qfWkG8mCfw/yY8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Sse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QOTMgA&#10;AADdAAAADwAAAGRycy9kb3ducmV2LnhtbESPQWvCQBSE70L/w/IKvYjZKGpLdBUpLViwh1qpentk&#10;n0lo9m2aXWPqr3cFweMwM98w03lrStFQ7QrLCvpRDII4tbrgTMHm+733AsJ5ZI2lZVLwTw7ms4fO&#10;FBNtT/xFzdpnIkDYJagg975KpHRpTgZdZCvi4B1sbdAHWWdS13gKcFPKQRyPpcGCw0KOFb3mlP6u&#10;j0bBkJrdYnXef/7s/t68PXS3H66/VerpsV1MQHhq/T18ay+1gsFo+AzXN+EJyN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NA5M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edk8MA&#10;AADdAAAADwAAAGRycy9kb3ducmV2LnhtbERPPW/CMBDdkfofrKvEBk5DW0GKQVWgEmtpGNiO+Eii&#10;xOcodkPg1+MBifHpfS/Xg2lET52rLCt4m0YgiHOrKy4UZH8/kzkI55E1NpZJwZUcrFcvoyUm2l74&#10;l/q9L0QIYZeggtL7NpHS5SUZdFPbEgfubDuDPsCukLrDSwg3jYyj6FMarDg0lNhSWlJe7/+NgsOm&#10;rmcLjma3Y5/OXXrKsvi8VWr8Onx/gfA0+Kf44d5pBfHHe5gb3oQn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edk8MAAADd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c/pcgA&#10;AADdAAAADwAAAGRycy9kb3ducmV2LnhtbESPQWvCQBSE70L/w/IKvYjZKCptdBUpLViwh1qpentk&#10;n0lo9m2aXWPqr3cFweMwM98w03lrStFQ7QrLCvpRDII4tbrgTMHm+733DMJ5ZI2lZVLwTw7ms4fO&#10;FBNtT/xFzdpnIkDYJagg975KpHRpTgZdZCvi4B1sbdAHWWdS13gKcFPKQRyPpcGCw0KOFb3mlP6u&#10;j0bBkJrdYnXef/7s/t68PXS3H66/VerpsV1MQHhq/T18ay+1gsFo+ALXN+EJyN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5z+l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5/U8UA&#10;AADdAAAADwAAAGRycy9kb3ducmV2LnhtbERPW2vCMBR+H+w/hDPwbabzTmeUobgJg4FVttdDc9Z0&#10;NiddE223X28eBB8/vvt82dlKnKnxpWMFT/0EBHHudMmFgsN+8zgD4QOyxsoxKfgjD8vF/d0cU+1a&#10;3tE5C4WIIexTVGBCqFMpfW7Iou+7mjhy366xGCJsCqkbbGO4reQgSSbSYsmxwWBNK0P5MTtZBV+j&#10;4Yczb5k7tevX/+Pud/rzuXpXqvfQvTyDCNSFm/jq3moFg/E47o9v4hOQi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zn9T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D5VcUA&#10;AADdAAAADwAAAGRycy9kb3ducmV2LnhtbESPT2vCQBTE74LfYXlCb7rRkiKpG6mlithTo70/si9/&#10;aPZtzG7j9tu7hUKPw8z8htlsg+nESINrLStYLhIQxKXVLdcKLuf9fA3CeWSNnWVS8EMOtvl0ssFM&#10;2xt/0Fj4WkQIuwwVNN73mZSubMigW9ieOHqVHQz6KIda6gFvEW46uUqSJ2mw5bjQYE+vDZVfxbdR&#10;8HhKrwe9q9/Gbn1w78dqH9rwqdTDLLw8g/AU/H/4r33UClZpuoTfN/EJy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wPlV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TdfsUA&#10;AADdAAAADwAAAGRycy9kb3ducmV2LnhtbESPQWvCQBSE7wX/w/KE3ppNAtomukqwFATpodaDx0f2&#10;mQ1m34bsGtN/7xYKPQ4z8w2z3k62EyMNvnWsIEtSEMS10y03Ck7fHy9vIHxA1tg5JgU/5GG7mT2t&#10;sdTuzl80HkMjIoR9iQpMCH0ppa8NWfSJ64mjd3GDxRDl0Eg94D3CbSfzNF1Kiy3HBYM97QzV1+PN&#10;KjgXn0U2mff0ML5W+1Az4nVcKvU8n6oViEBT+A//tfdaQb5Y5PD7Jj4Bu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FN1+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eyRMgA&#10;AADdAAAADwAAAGRycy9kb3ducmV2LnhtbESPQWvCQBSE74L/YXmF3ppNIoqmbkQExYuHqq09PrKv&#10;Sdrs25jdauyv7xYKHoeZ+YaZL3rTiAt1rrasIIliEMSF1TWXCo6H9dMUhPPIGhvLpOBGDhb5cDDH&#10;TNsrv9Bl70sRIOwyVFB532ZSuqIigy6yLXHwPmxn0AfZlVJ3eA1w08g0jifSYM1hocKWVhUVX/tv&#10;o+CU7H5m7ah/Td/9efuZbs7F+m2i1ONDv3wG4an39/B/e6sVpOPxCP7ehCcg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p7JE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p8RcQA&#10;AADdAAAADwAAAGRycy9kb3ducmV2LnhtbESP3WoCMRSE7wt9h3AK3tVsxZ+yGmWxFJReufYBDpvj&#10;7trNSUiiu769EYReDjPzDbPaDKYTV/KhtazgY5yBIK6sbrlW8Hv8fv8EESKyxs4yKbhRgM369WWF&#10;ubY9H+haxlokCIccFTQxulzKUDVkMIytI07eyXqDMUlfS+2xT3DTyUmWzaXBltNCg462DVV/5cUo&#10;QO8WX66U/WF+/sHdeV/Q1BZKjd6GYgki0hD/w8/2TiuYzGZTeLxJT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KfEX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DI2McA&#10;AADdAAAADwAAAGRycy9kb3ducmV2LnhtbESPT2vCQBTE7wW/w/IK3uqmSmqIrtJ/Aam51OrB2yP7&#10;TILZtyG7auqndwsFj8PM/IaZL3vTiDN1rras4HkUgSAurK65VLD9yZ4SEM4ja2wsk4JfcrBcDB7m&#10;mGp74W86b3wpAoRdigoq79tUSldUZNCNbEscvIPtDPogu1LqDi8Bbho5jqIXabDmsFBhS+8VFcfN&#10;ySjIs7zN1/yZ7D9Ob5P96rqb8lem1PCxf52B8NT7e/i/vdIKxnEcw9+b8AT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gyNj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qz7McA&#10;AADdAAAADwAAAGRycy9kb3ducmV2LnhtbESP3WrCQBSE74W+w3IK3ummgqGNrlIEaQVb8Af08pg9&#10;JsHs2bi7xvj23UKhl8PMfMNM552pRUvOV5YVvAwTEMS51RUXCva75eAVhA/IGmvLpOBBHuazp94U&#10;M23vvKF2GwoRIewzVFCG0GRS+rwkg35oG+Lona0zGKJ0hdQO7xFuajlKklQarDgulNjQoqT8sr0Z&#10;Bd/X9LZuD8ePk+uWzbVeLb70W6VU/7l7n4AI1IX/8F/7UysYjccp/L6JT0DO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96s+z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R4w8QA&#10;AADdAAAADwAAAGRycy9kb3ducmV2LnhtbESP0YrCMBRE34X9h3AXfNNUoSpdo8iC6yKC2PUDLs21&#10;KTY3pYna9euNIPg4zMwZZr7sbC2u1PrKsYLRMAFBXDhdcang+LcezED4gKyxdkwK/snDcvHRm2Om&#10;3Y0PdM1DKSKEfYYKTAhNJqUvDFn0Q9cQR+/kWoshyraUusVbhNtajpNkIi1WHBcMNvRtqDjnF6uA&#10;E7ne74pay5/7cbrdmHybXnKl+p/d6gtEoC68w6/2r1YwTtMpPN/EJ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keMP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BXycQA&#10;AADdAAAADwAAAGRycy9kb3ducmV2LnhtbERPy2rCQBTdF/oPwy24q5NaIzHNKK0PsO5MC+Lukrl5&#10;0MydkBk19us7C6HLw3lny8G04kK9aywreBlHIIgLqxuuFHx/bZ8TEM4ja2wtk4IbOVguHh8yTLW9&#10;8oEuua9ECGGXooLa+y6V0hU1GXRj2xEHrrS9QR9gX0nd4zWEm1ZOomgmDTYcGmrsaFVT8ZOfjYK8&#10;PJ30B2+mn0nsVvv96+/8uF0rNXoa3t9AeBr8v/ju3mkFkzgOc8Ob8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AV8n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R7j8UA&#10;AADdAAAADwAAAGRycy9kb3ducmV2LnhtbESPQWvCQBSE74X+h+UVvDUbFUuNriKi4KGHav0Bj+xL&#10;Npp9G7ObGP+9Wyj0OMx8M8xyPdha9NT6yrGCcZKCIM6drrhUcP7Zv3+C8AFZY+2YFDzIw3r1+rLE&#10;TLs7H6k/hVLEEvYZKjAhNJmUPjdk0SeuIY5e4VqLIcq2lLrFeyy3tZyk6Ye0WHFcMNjQ1lB+PXVW&#10;weS8uWyL7+nX5TZNeWfNsOuORqnR27BZgAg0hP/wH33QkZvN5vD7Jj4BuX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JHuPxQAAAN0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G3MUA&#10;AADdAAAADwAAAGRycy9kb3ducmV2LnhtbERPy2rCQBTdF/yH4Qrd1UlDlTTNKFoodFPwtdDdTeY2&#10;CWbuxJmppn59Z1FweTjvYjGYTlzI+daygudJAoK4srrlWsF+9/GUgfABWWNnmRT8kofFfPRQYK7t&#10;lTd02YZaxBD2OSpoQuhzKX3VkEE/sT1x5L6tMxgidLXUDq8x3HQyTZKZNNhybGiwp/eGqtP2xyhY&#10;vWar8/qFv26b8kjHQ3mapi5R6nE8LN9ABBrCXfzv/tQK0uks7o9v4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QUbcxQAAAN0AAAAPAAAAAAAAAAAAAAAAAJgCAABkcnMv&#10;ZG93bnJldi54bWxQSwUGAAAAAAQABAD1AAAAigMAAAAA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94xcYA&#10;AADdAAAADwAAAGRycy9kb3ducmV2LnhtbESPzWrDMBCE74W8g9hALyWWHVpjnCgmlBbaXkL+IMfF&#10;2tjG1spYquO+fVUo5DjMzDfMuphMJ0YaXGNZQRLFIIhLqxuuFJyO74sMhPPIGjvLpOCHHBSb2cMa&#10;c21vvKfx4CsRIOxyVFB73+dSurImgy6yPXHwrnYw6IMcKqkHvAW46eQyjlNpsOGwUGNPrzWV7eHb&#10;KPiS5fj0+UzJrhov7dsuO5t0nyj1OJ+2KxCeJn8P/7c/tILlS5rA35vw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94xcYAAADd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f28UA&#10;AADdAAAADwAAAGRycy9kb3ducmV2LnhtbESPUWvCQBCE3wv9D8cKfasXAxGbeooUhRaEUvUHLHfb&#10;JDS3F3Krif76nlDo4zDzzTDL9ehbdaE+NoENzKYZKGIbXMOVgdNx97wAFQXZYRuYDFwpwnr1+LDE&#10;0oWBv+hykEqlEo4lGqhFulLraGvyGKehI07ed+g9SpJ9pV2PQyr3rc6zbK49NpwWauzorSb7czh7&#10;A/nZivUvH7f99iTF57EbsmKxMeZpMm5eQQmN8h/+o99d4op5Dvc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dJ/b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bF58YA&#10;AADdAAAADwAAAGRycy9kb3ducmV2LnhtbESPQWsCMRSE7wX/Q3hCbzXrSkVWoxRpSwtbRduLt0fy&#10;3CzdvCybqNt/b4SCx2FmvmEWq9414kxdqD0rGI8yEMTam5orBT/fb08zECEiG2w8k4I/CrBaDh4W&#10;WBh/4R2d97ESCcKhQAU2xraQMmhLDsPIt8TJO/rOYUyyq6Tp8JLgrpF5lk2lw5rTgsWW1pb07/7k&#10;FOj3Sfn6WR6sPuXbr6rebEu3Oyr1OOxf5iAi9fEe/m9/GAX583QCt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bF58YAAADd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+Lw8QA&#10;AADdAAAADwAAAGRycy9kb3ducmV2LnhtbESPT4vCMBTE78J+h/AWvGlq0bJ0jSLCgl4E/7F7fDTP&#10;tti8lCbbVj+9EQSPw8z8hpkve1OJlhpXWlYwGUcgiDOrS84VnI4/oy8QziNrrCyTghs5WC4+BnNM&#10;te14T+3B5yJA2KWooPC+TqV0WUEG3djWxMG72MagD7LJpW6wC3BTyTiKEmmw5LBQYE3rgrLr4d8o&#10;qM39fPrb7tpo8oux7tbcXRNWavjZr75BeOr9O/xqb7SCeJZM4fkmP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fi8P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vkVsQA&#10;AADdAAAADwAAAGRycy9kb3ducmV2LnhtbESPQYvCMBSE74L/ITzBm6aKinaNIoLiSdAKdW+P5tkW&#10;m5fSRO3urzcLCx6HmfmGWa5bU4knNa60rGA0jEAQZ1aXnCu4JLvBHITzyBory6TghxysV93OEmNt&#10;X3yi59nnIkDYxaig8L6OpXRZQQbd0NbEwbvZxqAPssmlbvAV4KaS4yiaSYMlh4UCa9oWlN3PD6Ng&#10;cl1skpS+f+/p3qbykBztcfdQqt9rN18gPLX+E/5vH7SC8XQ2hb834QnI1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r5FbEAAAA3Q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4+9sYA&#10;AADdAAAADwAAAGRycy9kb3ducmV2LnhtbESPUWvCMBSF3wf7D+EOfJuplQXpjCIbgiIM5gZ7vTZ3&#10;bdfmpiZR679fBgMfD+ec73Dmy8F24kw+NI41TMYZCOLSmYYrDZ8f68cZiBCRDXaOScOVAiwX93dz&#10;LIy78Dud97ESCcKhQA11jH0hZShrshjGridO3rfzFmOSvpLG4yXBbSfzLFPSYsNpocaeXmoq2/3J&#10;ajhOX9s3f/j6Oey2s6tqy2Mut0rr0cOwegYRaYi38H97YzTkT0rB35v0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84+9s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jeqMcA&#10;AADdAAAADwAAAGRycy9kb3ducmV2LnhtbESPQWsCMRSE74X+h/AKvdWsi1pdjVIFwYugtod6e26e&#10;u4ubl22S6uqvNwWhx2FmvmEms9bU4kzOV5YVdDsJCOLc6ooLBV+fy7chCB+QNdaWScGVPMymz08T&#10;zLS98JbOu1CICGGfoYIyhCaT0uclGfQd2xBH72idwRClK6R2eIlwU8s0SQbSYMVxocSGFiXlp92v&#10;UTAfDec/mx6vb9vDnvbfh1M/dYlSry/txxhEoDb8hx/tlVaQ9gfv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o3qjHAAAA3QAAAA8AAAAAAAAAAAAAAAAAmAIAAGRy&#10;cy9kb3ducmV2LnhtbFBLBQYAAAAABAAEAPUAAACMAwAAAAA=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is6cMA&#10;AADdAAAADwAAAGRycy9kb3ducmV2LnhtbERP3WrCMBS+F3yHcITdyExXmGhnFBkbbFgo6h7g2Jy1&#10;xeSkJJl2b28uBC8/vv/VZrBGXMiHzrGCl1kGgrh2uuNGwc/x83kBIkRkjcYxKfinAJv1eLTCQrsr&#10;7+lyiI1IIRwKVNDG2BdShroli2HmeuLE/TpvMSboG6k9XlO4NTLPsrm02HFqaLGn95bq8+HPKvjI&#10;T7464c7U2bEx5XdVTpdVqdTTZNi+gYg0xIf47v7SCvLXeZqb3qQn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is6cMAAADdAAAADwAAAAAAAAAAAAAAAACYAgAAZHJzL2Rv&#10;d25yZXYueG1sUEsFBgAAAAAEAAQA9QAAAIg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neWMYA&#10;AADdAAAADwAAAGRycy9kb3ducmV2LnhtbESPQWvCQBSE7wX/w/IEb3WjYtDUVVQIFATbag89vmaf&#10;2WD2bcxuNf57t1DocZiZb5jFqrO1uFLrK8cKRsMEBHHhdMWlgs9j/jwD4QOyxtoxKbiTh9Wy97TA&#10;TLsbf9D1EEoRIewzVGBCaDIpfWHIoh+6hjh6J9daDFG2pdQt3iLc1nKcJKm0WHFcMNjQ1lBxPvxY&#10;BVbi13eZ5sV+Pdm97ebV5v2SG6UG/W79AiJQF/7Df+1XrWA8Tefw+yY+Abl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neWM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2D7F02" w:rsidRPr="00C623C0" w:rsidRDefault="002D7F02" w:rsidP="002D7F02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2D7F02" w:rsidRPr="00C623C0" w:rsidRDefault="002D7F02" w:rsidP="002D7F02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2D7F02" w:rsidRPr="00C623C0" w:rsidRDefault="002D7F02" w:rsidP="002D7F02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2D7F02" w:rsidRPr="00C623C0" w:rsidRDefault="002D7F02" w:rsidP="002D7F02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2D7F02" w:rsidRPr="00C623C0" w:rsidRDefault="002D7F02" w:rsidP="002D7F02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2D7F02" w:rsidRPr="00C623C0" w:rsidRDefault="002D7F02" w:rsidP="002D7F02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2D7F02" w:rsidRPr="00C623C0" w:rsidRDefault="002D7F02" w:rsidP="002D7F02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2D7F02" w:rsidRPr="00C623C0" w:rsidRDefault="002D7F02" w:rsidP="002D7F02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2D7F02" w:rsidRPr="00C623C0" w:rsidRDefault="002D7F02" w:rsidP="002D7F02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>Шпак К.М.</w:t>
      </w:r>
    </w:p>
    <w:p w:rsidR="002D7F02" w:rsidRPr="00C623C0" w:rsidRDefault="002D7F02" w:rsidP="002D7F02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2D7F02" w:rsidRPr="00C623C0" w:rsidRDefault="002D7F02" w:rsidP="002D7F02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2D7F02" w:rsidRPr="00C623C0" w:rsidRDefault="002D7F02" w:rsidP="002D7F02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Шпака К.М.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2D7F02" w:rsidRPr="00C623C0" w:rsidRDefault="002D7F02" w:rsidP="002D7F02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2D7F02" w:rsidRPr="00C623C0" w:rsidRDefault="002D7F02" w:rsidP="002D7F02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2D7F02" w:rsidRPr="00C623C0" w:rsidRDefault="002D7F02" w:rsidP="002D7F02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Шпаку Костянтину Миколайовичу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ий за адресою: </w:t>
      </w:r>
      <w:r w:rsidR="00D338B3" w:rsidRPr="00D338B3">
        <w:rPr>
          <w:rFonts w:ascii="Times New Roman" w:hAnsi="Times New Roman" w:cs="Times New Roman"/>
          <w:lang w:val="ru-RU"/>
        </w:rPr>
        <w:t>____________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0,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23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с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К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олом’є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</w:p>
    <w:p w:rsidR="002D7F02" w:rsidRPr="00C623C0" w:rsidRDefault="002D7F02" w:rsidP="002D7F02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Шпаку К.М.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2D7F02" w:rsidRPr="00062C82" w:rsidRDefault="002D7F02" w:rsidP="002D7F02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D7F02" w:rsidRPr="00062C82" w:rsidRDefault="002D7F02" w:rsidP="002D7F02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2D7F02" w:rsidRPr="00C623C0" w:rsidRDefault="002D7F02" w:rsidP="002D7F02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2D7F02" w:rsidRPr="00C623C0" w:rsidRDefault="002D7F02" w:rsidP="002D7F02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2D7F02" w:rsidRPr="00C623C0" w:rsidRDefault="002D7F02" w:rsidP="002D7F02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2D7F02" w:rsidRPr="00C623C0" w:rsidRDefault="002D7F02" w:rsidP="002D7F02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2D7F02" w:rsidRPr="00C623C0" w:rsidRDefault="002D7F02" w:rsidP="002D7F02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2D7F02" w:rsidRPr="00C623C0" w:rsidRDefault="002D7F02" w:rsidP="002D7F02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2D7F02" w:rsidRPr="00C623C0" w:rsidRDefault="002D7F02" w:rsidP="002D7F02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p w:rsidR="00FC6F25" w:rsidRDefault="00FC6F25"/>
    <w:sectPr w:rsidR="00FC6F25" w:rsidSect="00FC6F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2D7F02"/>
    <w:rsid w:val="00171A2E"/>
    <w:rsid w:val="002D7F02"/>
    <w:rsid w:val="00304C90"/>
    <w:rsid w:val="00505B6D"/>
    <w:rsid w:val="006D3977"/>
    <w:rsid w:val="007D6C18"/>
    <w:rsid w:val="00900AF2"/>
    <w:rsid w:val="00D1641A"/>
    <w:rsid w:val="00D338B3"/>
    <w:rsid w:val="00FC6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F0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225</Words>
  <Characters>1283</Characters>
  <Application>Microsoft Office Word</Application>
  <DocSecurity>0</DocSecurity>
  <Lines>10</Lines>
  <Paragraphs>3</Paragraphs>
  <ScaleCrop>false</ScaleCrop>
  <Company>Microsoft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2020-02-13T11:43:00Z</dcterms:created>
  <dcterms:modified xsi:type="dcterms:W3CDTF">2020-02-13T12:30:00Z</dcterms:modified>
</cp:coreProperties>
</file>