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763" w:rsidRPr="00FB2913" w:rsidRDefault="00633763" w:rsidP="006337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CEFBFF" wp14:editId="69A64851">
                <wp:simplePos x="0" y="0"/>
                <wp:positionH relativeFrom="column">
                  <wp:posOffset>2916200</wp:posOffset>
                </wp:positionH>
                <wp:positionV relativeFrom="paragraph">
                  <wp:posOffset>118461</wp:posOffset>
                </wp:positionV>
                <wp:extent cx="399751" cy="703580"/>
                <wp:effectExtent l="0" t="0" r="635" b="1270"/>
                <wp:wrapNone/>
                <wp:docPr id="15402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751" cy="703580"/>
                          <a:chOff x="0" y="0"/>
                          <a:chExt cx="1142" cy="1718"/>
                        </a:xfrm>
                      </wpg:grpSpPr>
                      <wps:wsp>
                        <wps:cNvPr id="154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EFBFF" id="Группа 2508" o:spid="_x0000_s1026" style="position:absolute;margin-left:229.6pt;margin-top:9.35pt;width:31.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763" w:rsidRDefault="00633763" w:rsidP="00633763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" fillcolor="black" stroked="f"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" fillcolor="black" stroked="f"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633763" w:rsidRPr="00FB2913" w:rsidRDefault="00633763" w:rsidP="0063376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312DBC" wp14:editId="18B444C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433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43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763" w:rsidRDefault="00633763" w:rsidP="00633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12DBC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" fillcolor="black" stroked="f"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" fillcolor="black" stroked="f"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763" w:rsidRDefault="00633763" w:rsidP="00633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33763" w:rsidRPr="00FB2913" w:rsidRDefault="00633763" w:rsidP="00633763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63376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376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376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0,0700га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33763" w:rsidRPr="00FB2913" w:rsidRDefault="00633763" w:rsidP="006337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3763" w:rsidRPr="00FB2913" w:rsidRDefault="00633763" w:rsidP="006337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3763" w:rsidRPr="00FB2913" w:rsidRDefault="00633763" w:rsidP="006337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bookmarkStart w:id="0" w:name="_GoBack"/>
      <w:bookmarkEnd w:id="0"/>
    </w:p>
    <w:p w:rsidR="00F07E93" w:rsidRPr="00633763" w:rsidRDefault="00633763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F07E93" w:rsidRPr="006337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63"/>
    <w:rsid w:val="00633763"/>
    <w:rsid w:val="00F0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C317"/>
  <w15:chartTrackingRefBased/>
  <w15:docId w15:val="{5A10C067-5125-4CF1-BD93-21137765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76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2021-06-22T07:39:00Z</dcterms:created>
  <dcterms:modified xsi:type="dcterms:W3CDTF">2021-06-22T07:39:00Z</dcterms:modified>
</cp:coreProperties>
</file>