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21B" w:rsidRPr="00154EFF" w:rsidRDefault="000C321B" w:rsidP="000C321B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21B" w:rsidRDefault="000C321B" w:rsidP="000C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321B" w:rsidRDefault="000C321B" w:rsidP="000C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21B" w:rsidRDefault="000C321B" w:rsidP="000C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321B" w:rsidRDefault="000C321B" w:rsidP="000C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21B" w:rsidRDefault="000C321B" w:rsidP="000C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321B" w:rsidRDefault="000C321B" w:rsidP="000C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21B" w:rsidRDefault="000C321B" w:rsidP="000C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321B" w:rsidRDefault="000C321B" w:rsidP="000C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21B" w:rsidRDefault="000C321B" w:rsidP="000C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321B" w:rsidRDefault="000C321B" w:rsidP="000C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21B" w:rsidRDefault="000C321B" w:rsidP="000C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321B" w:rsidRDefault="000C321B" w:rsidP="000C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21B" w:rsidRDefault="000C321B" w:rsidP="000C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321B" w:rsidRDefault="000C321B" w:rsidP="000C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21B" w:rsidRDefault="000C321B" w:rsidP="000C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321B" w:rsidRDefault="000C321B" w:rsidP="000C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21B" w:rsidRDefault="000C321B" w:rsidP="000C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321B" w:rsidRDefault="000C321B" w:rsidP="000C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21B" w:rsidRDefault="000C321B" w:rsidP="000C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321B" w:rsidRDefault="000C321B" w:rsidP="000C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21B" w:rsidRDefault="000C321B" w:rsidP="000C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21B" w:rsidRDefault="000C321B" w:rsidP="000C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21B" w:rsidRDefault="000C321B" w:rsidP="000C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21B" w:rsidRDefault="000C321B" w:rsidP="000C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21B" w:rsidRDefault="000C321B" w:rsidP="000C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21B" w:rsidRDefault="000C321B" w:rsidP="000C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21B" w:rsidRDefault="000C321B" w:rsidP="000C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21B" w:rsidRDefault="000C321B" w:rsidP="000C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21B" w:rsidRDefault="000C321B" w:rsidP="000C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21B" w:rsidRDefault="000C321B" w:rsidP="000C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C321B" w:rsidRDefault="000C321B" w:rsidP="000C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C321B" w:rsidRDefault="000C321B" w:rsidP="000C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C321B" w:rsidRDefault="000C321B" w:rsidP="000C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C321B" w:rsidRDefault="000C321B" w:rsidP="000C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C321B" w:rsidRDefault="000C321B" w:rsidP="000C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C321B" w:rsidRDefault="000C321B" w:rsidP="000C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C321B" w:rsidRDefault="000C321B" w:rsidP="000C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C321B" w:rsidRDefault="000C321B" w:rsidP="000C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C321B" w:rsidRDefault="000C321B" w:rsidP="000C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C321B" w:rsidRDefault="000C321B" w:rsidP="000C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C321B" w:rsidRDefault="000C321B" w:rsidP="000C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C321B" w:rsidRDefault="000C321B" w:rsidP="000C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C321B" w:rsidRDefault="000C321B" w:rsidP="000C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C321B" w:rsidRDefault="000C321B" w:rsidP="000C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C321B" w:rsidRDefault="000C321B" w:rsidP="000C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C321B" w:rsidRDefault="000C321B" w:rsidP="000C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C321B" w:rsidRDefault="000C321B" w:rsidP="000C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C321B" w:rsidRDefault="000C321B" w:rsidP="000C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C321B" w:rsidRDefault="000C321B" w:rsidP="000C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C321B" w:rsidRDefault="000C321B" w:rsidP="000C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C321B" w:rsidRDefault="000C321B" w:rsidP="000C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C321B" w:rsidRDefault="000C321B" w:rsidP="000C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C321B" w:rsidRDefault="000C321B" w:rsidP="000C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C321B" w:rsidRDefault="000C321B" w:rsidP="000C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C321B" w:rsidRDefault="000C321B" w:rsidP="000C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C321B" w:rsidRDefault="000C321B" w:rsidP="000C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C321B" w:rsidRDefault="000C321B" w:rsidP="000C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C321B" w:rsidRDefault="000C321B" w:rsidP="000C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C321B" w:rsidRDefault="000C321B" w:rsidP="000C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C321B" w:rsidRDefault="000C321B" w:rsidP="000C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C321B" w:rsidRDefault="000C321B" w:rsidP="000C32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C321B" w:rsidRDefault="000C321B" w:rsidP="000C32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C321B" w:rsidRDefault="000C321B" w:rsidP="000C32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C321B" w:rsidRDefault="000C321B" w:rsidP="000C32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C321B" w:rsidRDefault="000C321B" w:rsidP="000C32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C321B" w:rsidRDefault="000C321B" w:rsidP="000C321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C321B" w:rsidRDefault="000C321B" w:rsidP="000C32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0C321B" w:rsidRDefault="000C321B" w:rsidP="000C32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C321B" w:rsidRDefault="000C321B" w:rsidP="000C32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C321B" w:rsidRDefault="000C321B" w:rsidP="000C32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C321B" w:rsidRDefault="000C321B" w:rsidP="000C32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C321B" w:rsidRDefault="000C321B" w:rsidP="000C32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C321B" w:rsidRDefault="000C321B" w:rsidP="000C321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C321B" w:rsidRDefault="000C321B" w:rsidP="000C321B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№76</w:t>
      </w:r>
    </w:p>
    <w:p w:rsidR="000C321B" w:rsidRDefault="000C321B" w:rsidP="000C321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321B" w:rsidRPr="003B50D1" w:rsidRDefault="000C321B" w:rsidP="000C321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0C321B" w:rsidRPr="003B50D1" w:rsidRDefault="000C321B" w:rsidP="000C321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0C321B" w:rsidRPr="003B50D1" w:rsidRDefault="000C321B" w:rsidP="000C321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0C321B" w:rsidRPr="003B50D1" w:rsidRDefault="000C321B" w:rsidP="000C321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Боровій Ж.М.</w:t>
      </w:r>
    </w:p>
    <w:p w:rsidR="000C321B" w:rsidRPr="003B50D1" w:rsidRDefault="000C321B" w:rsidP="000C32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C321B" w:rsidRPr="003B50D1" w:rsidRDefault="000C321B" w:rsidP="000C32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r w:rsidRPr="003B50D1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 186</w:t>
      </w:r>
      <w:r w:rsidRPr="003B50D1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Борової Ж.М.,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0C321B" w:rsidRPr="003B50D1" w:rsidRDefault="000C321B" w:rsidP="000C32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0C321B" w:rsidRDefault="000C321B" w:rsidP="000C32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Боровій Жанні Миколаївні, </w:t>
      </w:r>
      <w:proofErr w:type="spellStart"/>
      <w:r w:rsidRPr="003B50D1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</w:t>
      </w:r>
      <w:r>
        <w:rPr>
          <w:rFonts w:ascii="Times New Roman" w:eastAsia="Calibri" w:hAnsi="Times New Roman" w:cs="Times New Roman"/>
          <w:sz w:val="24"/>
          <w:szCs w:val="24"/>
        </w:rPr>
        <w:t>мельної ділянки, для  ведення особистого селянського господарства,  площею  0,1510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C321B" w:rsidRPr="003B50D1" w:rsidRDefault="000C321B" w:rsidP="000C32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3B50D1">
        <w:rPr>
          <w:rFonts w:ascii="Times New Roman" w:eastAsia="Calibri" w:hAnsi="Times New Roman" w:cs="Times New Roman"/>
          <w:sz w:val="24"/>
          <w:szCs w:val="24"/>
        </w:rPr>
        <w:t>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Боровій Жанні Миколаївні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зареєстрована</w:t>
      </w:r>
      <w:r w:rsidRPr="003B50D1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3861C4">
        <w:rPr>
          <w:rFonts w:ascii="Times New Roman" w:eastAsia="Calibri" w:hAnsi="Times New Roman" w:cs="Times New Roman"/>
          <w:sz w:val="24"/>
        </w:rPr>
        <w:t>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3861C4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0,1510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</w:rPr>
        <w:t>кадастровий номер: 6823984000:01:009:0139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ведення особистого селянського господарства,  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яка розташована Хмельницька область,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0C321B" w:rsidRPr="003B50D1" w:rsidRDefault="000C321B" w:rsidP="000C321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Боровій Ж.М.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якій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0C321B" w:rsidRPr="003B50D1" w:rsidRDefault="000C321B" w:rsidP="000C321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C321B" w:rsidRPr="003B50D1" w:rsidRDefault="000C321B" w:rsidP="000C32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79DC" w:rsidRPr="000C321B" w:rsidRDefault="000C321B" w:rsidP="000C321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0679DC" w:rsidRPr="000C321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21B"/>
    <w:rsid w:val="000679DC"/>
    <w:rsid w:val="000C321B"/>
    <w:rsid w:val="0038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21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0C32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0C321B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21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0C32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0C321B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259</Words>
  <Characters>1481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2022-02-08T06:54:00Z</dcterms:created>
  <dcterms:modified xsi:type="dcterms:W3CDTF">2022-02-08T11:33:00Z</dcterms:modified>
</cp:coreProperties>
</file>