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3204" w:rsidRPr="00B623A8" w:rsidRDefault="007D3204" w:rsidP="007D320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D30192" wp14:editId="04F01EC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50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5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3204" w:rsidRDefault="007D3204" w:rsidP="007D32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WwPq3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YHlsD6t3AABfWQQADgAAAAAAAAAAAAAAAAAuAgAAZHJzL2Uyb0RvYy54bWxQSwEC&#10;LQAUAAYACAAAACEAsh1Mm+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+h8UA&#10;AADeAAAADwAAAGRycy9kb3ducmV2LnhtbESPT4vCQAzF7wt+hyGCt3WqZVWqo4jo4kEQ/91DJ7bF&#10;TqZ0Ru1++81hYW8J7+W9XxarztXqRW2oPBsYDRNQxLm3FRcGrpfd5wxUiMgWa89k4IcCrJa9jwVm&#10;1r/5RK9zLJSEcMjQQBljk2kd8pIchqFviEW7+9ZhlLUttG3xLeGu1uMkmWiHFUtDiQ1tSsof56cz&#10;4NPv/eFWjE/plqeR18fZ/dYdjBn0u/UcVKQu/pv/rvdW8NOvRHjlHZlB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76H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Opv8cA&#10;AADeAAAADwAAAGRycy9kb3ducmV2LnhtbERPS0sDMRC+C/6HMIKX0mar2MfatEhh1Xoo9AFeh824&#10;WbuZLElst/31piB4m4/vObNFZxtxJB9qxwqGgwwEcel0zZWC/a7oT0CEiKyxcUwKzhRgMb+9mWGu&#10;3Yk3dNzGSqQQDjkqMDG2uZShNGQxDFxLnLgv5y3GBH0ltcdTCreNfMiykbRYc2ow2NLSUHnY/lgF&#10;38XafC7Hl1ffm27o0is+3prVSKn7u+7lGUSkLv6L/9zvOs1/fMqmcH0n3S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jqb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My/sUA&#10;AADeAAAADwAAAGRycy9kb3ducmV2LnhtbESPQWvCQBCF74X+h2UKXopuVCySuoqISvEian/AkB2z&#10;odnZkF1N/PfOoeBthnnvffMWq97X6k5trAIbGI8yUMRFsBWXBn4vu+EcVEzIFuvAZOBBEVbL97cF&#10;5jZ0fKL7OZVKQjjmaMCl1ORax8KRxzgKDbHcrqH1mGRtS21b7CTc13qSZV/aY8VCcNjQxlHxd755&#10;gRyneDxcu8tu32OH24Pjz/XJmMFHv/4GlahPL/G/+8fK+9PZWApIHZlBL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EzL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uCX8UA&#10;AADeAAAADwAAAGRycy9kb3ducmV2LnhtbERPTUsDMRC9C/0PYQRvNrvVVlmbllIVROihrSDehs10&#10;d3EzCcnYXf+9EQRv83ifs1yPrldniqnzbKCcFqCIa287bgy8HZ+v70ElQbbYeyYD35RgvZpcLLGy&#10;fuA9nQ/SqBzCqUIDrUiotE51Sw7T1AfizJ18dCgZxkbbiEMOd72eFcVCO+w4N7QYaNtS/Xn4cgZ2&#10;w1N4vVvMT+Ej3s50erTyvhVjri7HzQMooVH+xX/uF5vn38zL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24J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0JEsUA&#10;AADeAAAADwAAAGRycy9kb3ducmV2LnhtbESP3YrCMBCF74V9hzAL3siaqihLbRRZdBFvxJ8HGJpp&#10;U2wmpcna7tsbQfBuhnPmfGeydW9rcafWV44VTMYJCOLc6YpLBdfL7usbhA/IGmvHpOCfPKxXH4MM&#10;U+06PtH9HEoRQ9inqMCE0KRS+tyQRT92DXHUCtdaDHFtS6lb7GK4reU0SRbSYsWRYLChH0P57fxn&#10;I+Q4w+Oh6C673x473B4MjzYnpYaf/WYJIlAf3ubX9V7H+rP5ZAr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Qk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W5s8UA&#10;AADeAAAADwAAAGRycy9kb3ducmV2LnhtbERPTUsDMRC9C/6HMII3m21rq2ybltIqiODBWijehs10&#10;d+lmEpKxu/57Iwje5vE+Z7keXKcuFFPr2cB4VIAirrxtuTZw+Hi+ewSVBNli55kMfFOC9er6aoml&#10;9T2/02UvtcohnEo00IiEUutUNeQwjXwgztzJR4eSYay1jdjncNfpSVHMtcOWc0ODgbYNVef9lzPw&#10;1j+F14f57BQ+4/1Ep52V41aMub0ZNgtQQoP8i//cLzbPn87GU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bm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k8LsUA&#10;AADeAAAADwAAAGRycy9kb3ducmV2LnhtbERP32vCMBB+H/g/hBP2IjN1zjE6o6gQJkwQ3WCvR3O2&#10;Zc2lJJmt/70RhL3dx/fz5sveNuJMPtSOFUzGGQjiwpmaSwXfX/rpDUSIyAYbx6TgQgGWi8HDHHPj&#10;Oj7Q+RhLkUI45KigirHNpQxFRRbD2LXEiTs5bzEm6EtpPHYp3DbyOctepcWaU0OFLW0qKn6Pf1bB&#10;et+VUz8q1r37PH38zLQ2eqeVehz2q3cQkfr4L767tybNn84mL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qTw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XTSsMA&#10;AADeAAAADwAAAGRycy9kb3ducmV2LnhtbERP3WrCMBS+F/YO4Qy809SfinRGkY2CDG+me4BDc9Z0&#10;NiclibW+/SIIuzsf3+/Z7Abbip58aBwrmE0zEMSV0w3XCr7P5WQNIkRkja1jUnCnALvty2iDhXY3&#10;/qL+FGuRQjgUqMDE2BVShsqQxTB1HXHifpy3GBP0tdQebynctnKeZStpseHUYLCjd0PV5XS1CsrP&#10;+bG/XLUv3X5YWsrN7/rDKDV+HfZvICIN8V/8dB90mr/IZzk83kk3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XTS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cHwsQA&#10;AADeAAAADwAAAGRycy9kb3ducmV2LnhtbERP32vCMBB+H+x/CDfwRWbqRBmdUVQICgqiDvZ6NGdb&#10;1lxKktn635vBYG/38f28+bK3jbiRD7VjBeNRBoK4cKbmUsHnRb++gwgR2WDjmBTcKcBy8fw0x9y4&#10;jk90O8dSpBAOOSqoYmxzKUNRkcUwci1x4q7OW4wJ+lIaj10Kt418y7KZtFhzaqiwpU1Fxff5xypY&#10;H7ty4ofFunf76/ZrqrXRB63U4KVffYCI1Md/8Z97Z9L8yXQ8g9930g1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03B8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opsMA&#10;AADeAAAADwAAAGRycy9kb3ducmV2LnhtbERP3WrCMBS+H/gO4QjezbRON+mMIo7CGLvR7QEOzVlT&#10;25yUJNb69osw2N35+H7PZjfaTgzkQ+NYQT7PQBBXTjdcK/j+Kh/XIEJE1tg5JgU3CrDbTh42WGh3&#10;5SMNp1iLFMKhQAUmxr6QMlSGLIa564kT9+O8xZigr6X2eE3htpOLLHuWFhtODQZ7Ohiq2tPFKig/&#10;Fp9De9G+dPtxaWllzus3o9RsOu5fQUQa47/4z/2u0/ynVf4C93fSDXL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kvop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riPMQA&#10;AADeAAAADwAAAGRycy9kb3ducmV2LnhtbESPwW7CQAxE70j8w8qVuJFNSoOqlAUhJFA5NvABVtZN&#10;IrLekN2S8Pf1oVJvtmY887zZTa5TDxpC69lAlqSgiCtvW64NXC/H5TuoEJEtdp7JwJMC7Lbz2QYL&#10;60f+okcZayUhHAo00MTYF1qHqiGHIfE9sWjffnAYZR1qbQccJdx1+jVN19phy9LQYE+Hhqpb+eMM&#10;vD3H073Mb+nROsrOq/7MscqNWbxM+w9Qkab4b/67/rSCv8oz4ZV3ZAa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a4j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RCMMA&#10;AADeAAAADwAAAGRycy9kb3ducmV2LnhtbERPS4vCMBC+L/gfwgje1lQXRaupyIointb6OA/N9IHN&#10;pDRR6783Cwt7m4/vOctVZ2rxoNZVlhWMhhEI4szqigsF59P2cwbCeWSNtWVS8CIHq6T3scRY2ycf&#10;6ZH6QoQQdjEqKL1vYildVpJBN7QNceBy2xr0AbaF1C0+Q7ip5TiKptJgxaGhxIa+S8pu6d0ouE+v&#10;4zPnB/2Tbl67+Wa7dvJSKDXod+sFCE+d/xf/ufc6zP+ajObw+064QS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RRC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2CNckA&#10;AADeAAAADwAAAGRycy9kb3ducmV2LnhtbESPQU/CQBCF7yb8h82QeJMtIA1WFqImJsIBIurB29gd&#10;2kJ3tnYXqP/eOZBwm8m8ee99s0XnanWiNlSeDQwHCSji3NuKCwOfH693U1AhIlusPZOBPwqwmPdu&#10;ZphZf+Z3Om1jocSEQ4YGyhibTOuQl+QwDHxDLLedbx1GWdtC2xbPYu5qPUqSVDusWBJKbOilpPyw&#10;PToDX5tp+rB5Xt7vV+sfHDv7+22r1Jjbfvf0CCpSF6/iy/eblfrjyUgABEdm0P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G2CN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iwOsQA&#10;AADeAAAADwAAAGRycy9kb3ducmV2LnhtbERPS2vCQBC+F/wPywje6uZRRaJrsJVq6cnaQq9DdkyC&#10;2dmQ3cbYX+8WhN7m43vOKh9MI3rqXG1ZQTyNQBAXVtdcKvj6fH1cgHAeWWNjmRRcyUG+Hj2sMNP2&#10;wh/UH30pQgi7DBVU3reZlK6oyKCb2pY4cCfbGfQBdqXUHV5CuGlkEkVzabDm0FBhSy8VFefjj1Hw&#10;O//Gg9snz9tUe7o+LXb2/bBTajIeNksQngb/L76733SYn86SGP7eC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YsD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NH48MA&#10;AADeAAAADwAAAGRycy9kb3ducmV2LnhtbERPzWrCQBC+C77DMoI3s2mqxaauUoqCt2rqAwzZ6SaY&#10;nY3ZrUaf3i0I3ubj+53FqreNOFPna8cKXpIUBHHpdM1GweFnM5mD8AFZY+OYFFzJw2o5HCww1+7C&#10;ezoXwYgYwj5HBVUIbS6lLyuy6BPXEkfu13UWQ4SdkbrDSwy3jczS9E1arDk2VNjSV0XlsfizCk4u&#10;m+m+WOP3cf2+q42Znm77qVLjUf/5ASJQH57ih3ur4/zXWZbB/zvx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NH4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OEk8MA&#10;AADeAAAADwAAAGRycy9kb3ducmV2LnhtbERPyW7CMBC9V+IfrEHiBg5ELE0xqK2ExJXl0OPUHpJA&#10;PA6xC4Gvx0hIvc3TW2e+bG0lLtT40rGC4SABQaydKTlXsN+t+jMQPiAbrByTght5WC46b3PMjLvy&#10;hi7bkIsYwj5DBUUIdSal1wVZ9ANXE0fu4BqLIcIml6bBawy3lRwlyURaLDk2FFjTd0H6tP2zCtbl&#10;L40n+vBuZ19683M/h3R6NEr1uu3nB4hAbfgXv9xrE+en41EKz3fi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MOEk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vlMMYA&#10;AADeAAAADwAAAGRycy9kb3ducmV2LnhtbERP0WrCQBB8L/Qfji30rV6MtrTRU1QoKFqhVvR1ya25&#10;YG4v5M4Y/94rFPo2u7MzszOedrYSLTW+dKyg30tAEOdOl1wo2P98vryD8AFZY+WYFNzIw3Ty+DDG&#10;TLsrf1O7C4WIJuwzVGBCqDMpfW7Iou+5mjhyJ9dYDHFsCqkbvEZzW8k0Sd6kxZJjgsGaFoby8+5i&#10;FbS4vSVHM//6WJWbPN3OD2sd9+r5qZuNQATqwv/xn3qp4/uD13QIv3UiBj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vlM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qfMcMA&#10;AADeAAAADwAAAGRycy9kb3ducmV2LnhtbERPTUvDQBC9C/0PyxS82U0jFYndllKoeNToweOYnWZT&#10;szNhd9tEf70rCN7m8T5nvZ18ry4UYidsYLkoQBE3YjtuDby9Hm7uQcWEbLEXJgNfFGG7mV2tsbIy&#10;8gtd6tSqHMKxQgMupaHSOjaOPMaFDMSZO0rwmDIMrbYBxxzue10WxZ322HFucDjQ3lHzWZ+9gfGx&#10;+TiVx3frvsMgh/pZTmUvxlzPp90DqERT+hf/uZ9snn+7K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qf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ARUcYA&#10;AADeAAAADwAAAGRycy9kb3ducmV2LnhtbERP22oCMRB9L/QfwhR8q1m3eGFrFOsFRFqKVt+nm3F3&#10;22SybFJd/74RBN/mcK4znrbWiBM1vnKsoNdNQBDnTldcKNh/rZ5HIHxA1mgck4ILeZhOHh/GmGl3&#10;5i2ddqEQMYR9hgrKEOpMSp+XZNF3XU0cuaNrLIYIm0LqBs8x3BqZJslAWqw4NpRY07yk/Hf3ZxWs&#10;PhfmJ/3Yzg4yzJfDbzPavC3eleo8tbNXEIHacBff3Gsd57/00wFc34k3y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ARU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ppXsYA&#10;AADeAAAADwAAAGRycy9kb3ducmV2LnhtbERPyWrDMBC9F/IPYgq9lERuTBbcyCEUShJIoVmg14k1&#10;tY2tkbFU2/37KFDobR5vndV6MLXoqHWlZQUvkwgEcWZ1ybmCy/l9vAThPLLG2jIp+CUH63T0sMJE&#10;256P1J18LkIIuwQVFN43iZQuK8igm9iGOHDftjXoA2xzqVvsQ7ip5TSK5tJgyaGhwIbeCsqq049R&#10;0H0ervmuc82+Wj67WXzdbj/0l1JPj8PmFYSnwf+L/9w7HebHs+kC7u+EG2R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tppX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mDMckA&#10;AADeAAAADwAAAGRycy9kb3ducmV2LnhtbESPQU/CQBCF7yT+h82YcIOtVQxWFgImJl5IBD3IbeiO&#10;bUN3tuwuUPn1zsHE20zem/e+mS1616ozhdh4NnA3zkARl942XBn4/HgdTUHFhGyx9UwGfijCYn4z&#10;mGFh/YU3dN6mSkkIxwIN1Cl1hdaxrMlhHPuOWLRvHxwmWUOlbcCLhLtW51n2qB02LA01dvRSU3nY&#10;npyB1dN0dXx/4PV1s9/R7mt/mOQhM2Z42y+fQSXq07/57/rNCv79JBdeeU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imDMckAAADeAAAADwAAAAAAAAAAAAAAAACYAgAA&#10;ZHJzL2Rvd25yZXYueG1sUEsFBgAAAAAEAAQA9QAAAI4DAAAAAA==&#10;" fillcolor="black" stroked="f"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YoqsYA&#10;AADeAAAADwAAAGRycy9kb3ducmV2LnhtbERPTWvCQBC9F/wPywi91U1TFJu6itoWBPWg7aHHaXaa&#10;LMnOhuxWo7/eFQRv83ifM5l1thYHar1xrOB5kIAgzp02XCj4/vp8GoPwAVlj7ZgUnMjDbNp7mGCm&#10;3ZF3dNiHQsQQ9hkqKENoMil9XpJFP3ANceT+XGsxRNgWUrd4jOG2lmmSjKRFw7GhxIaWJeXV/t8q&#10;+FmPzHhnKP3dnBcfejOsFtv3SqnHfjd/AxGoC3fxzb3Scf7LMH2F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Yoq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d62McA&#10;AADeAAAADwAAAGRycy9kb3ducmV2LnhtbESPT0/DMAzF70h8h8iTuLF0TKCpLJsmEIILB/ZHXK3G&#10;a7o2Tkmyrdunxwckbrb8/N77zZeD79SJYmoCG5iMC1DEVbAN1wa2m7f7GaiUkS12gcnAhRIsF7c3&#10;cyxtOPMXnda5VmLCqUQDLue+1DpVjjymceiJ5bYP0WOWNdbaRjyLue/0Q1E8aY8NS4LDnl4cVe36&#10;6A3E1fdre+Xjri2un5f0fhh+ZuiMuRsNq2dQmYb8L/77/rBSf/o4FQDBkRn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Xetj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ppCMQA&#10;AADeAAAADwAAAGRycy9kb3ducmV2LnhtbERP22oCMRB9L/gPYQq+lJpVqW1Xo4ggFBRB6wdMN+Pu&#10;0mSybEZd+/WmUOjbHM51ZovOO3WhNtaBDQwHGSjiItiaSwPHz/XzG6goyBZdYDJwowiLee9hhrkN&#10;V97T5SClSiEcczRQiTS51rGoyGMchIY4cafQepQE21LbFq8p3Ds9yrKJ9lhzaqiwoVVFxffh7A24&#10;0Zd737zGrdyOepv9eNk/7awx/cduOQUl1Mm/+M/9YdP88ct4CL/vpBv0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qaQ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i2JcUA&#10;AADeAAAADwAAAGRycy9kb3ducmV2LnhtbERPS2sCMRC+F/ofwhS81awrLbI1ig+EvfTQ1eJ13Ew3&#10;S5PJsom6+uubQqG3+fieM18OzooL9aH1rGAyzkAQ11633Cg47HfPMxAhImu0nknBjQIsF48Pcyy0&#10;v/IHXarYiBTCoUAFJsaukDLUhhyGse+IE/fle4cxwb6RusdrCndW5ln2Kh22nBoMdrQxVH9XZ6dg&#10;W3U2P5RmHY6f76eTLe87Om6VGj0NqzcQkYb4L/5zlzrNn75Mc/h9J90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LYl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GhiMMA&#10;AADeAAAADwAAAGRycy9kb3ducmV2LnhtbERPS2sCMRC+F/ofwhS81USX2rI1ioiC0JOvQ29DMu6u&#10;bibLJrrbf98Igrf5+J4znfeuFjdqQ+VZw2ioQBAbbysuNBz26/cvECEiW6w9k4Y/CjCfvb5MMbe+&#10;4y3ddrEQKYRDjhrKGJtcymBKchiGviFO3Mm3DmOCbSFti10Kd7UcKzWRDitODSU2tCzJXHZXp+G8&#10;lj/eKDTHw7Hb2M/f1YRqpfXgrV98g4jUx6f44d7YND/7yDK4v5NukL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2Ghi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DKm8QA&#10;AADeAAAADwAAAGRycy9kb3ducmV2LnhtbERPS2vCQBC+F/wPywi96UbTikRX0UKhVHrwgXgcs2MS&#10;kp0Nu6um/74rCL3Nx/ec+bIzjbiR85VlBaNhAoI4t7riQsFh/zmYgvABWWNjmRT8koflovcyx0zb&#10;O2/ptguFiCHsM1RQhtBmUvq8JIN+aFviyF2sMxgidIXUDu8x3DRynCQTabDi2FBiSx8l5fXuahSc&#10;rhu+/KTfK7cOR9vtfT0+T2ulXvvdagYiUBf+xU/3l47z0/f0DR7vx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gyp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G6csYA&#10;AADeAAAADwAAAGRycy9kb3ducmV2LnhtbERPTWsCMRC9F/wPYYTealbtFl2NogWhF6HaHupt3Iy7&#10;i5vJmkRd/fWmUOhtHu9zpvPW1OJCzleWFfR7CQji3OqKCwXfX6uXEQgfkDXWlknBjTzMZ52nKWba&#10;XnlDl20oRAxhn6GCMoQmk9LnJRn0PdsQR+5gncEQoSukdniN4aaWgyR5kwYrjg0lNvReUn7cno2C&#10;5Xi0PH2+8vq+2e9o97M/pgOXKPXcbRcTEIHa8C/+c3/oOH+YDlP4fSfe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G6csYAAADeAAAADwAAAAAAAAAAAAAAAACYAgAAZHJz&#10;L2Rvd25yZXYueG1sUEsFBgAAAAAEAAQA9QAAAIsDAAAAAA==&#10;" fillcolor="black" stroked="f"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Uvr8MA&#10;AADeAAAADwAAAGRycy9kb3ducmV2LnhtbERP30vDMBB+F/Y/hBv45tJZHFKXjTIYik/dVHy9Nbem&#10;rLmUJGb1vzeC4Nt9fD9vvZ3sIBL50DtWsFwUIIhbp3vuFLy/7e8eQYSIrHFwTAq+KcB2M7tZY6Xd&#10;lQ+UjrETOYRDhQpMjGMlZWgNWQwLNxJn7uy8xZih76T2eM3hdpD3RbGSFnvODQZH2hlqL8cvqyCd&#10;dk1dps9kDq++7rxrnj9OjVK386l+AhFpiv/iP/eLzvPLh3IF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Uvr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OPcYA&#10;AADeAAAADwAAAGRycy9kb3ducmV2LnhtbERPTUvDQBC9F/wPywje7CaWthqzLVK0VC/WWKjHITtm&#10;g9nZkF3TtL++Kwi9zeN9Tr4cbCN66nztWEE6TkAQl07XXCnYfb7c3oPwAVlj45gUHMnDcnE1yjHT&#10;7sAf1BehEjGEfYYKTAhtJqUvDVn0Y9cSR+7bdRZDhF0ldYeHGG4beZckM2mx5thgsKWVofKn+LUK&#10;fLp63r/Z00P/tTb8Xrya2bYySt1cD0+PIAIN4SL+d290nD+ZTubw9068QS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XOP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3204" w:rsidRDefault="007D3204" w:rsidP="007D32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3204" w:rsidRDefault="007D3204" w:rsidP="007D32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D3204" w:rsidRPr="004A7D10" w:rsidRDefault="007D3204" w:rsidP="007D32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3204" w:rsidRDefault="007D3204" w:rsidP="007D320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</w:t>
      </w:r>
    </w:p>
    <w:p w:rsidR="007D3204" w:rsidRDefault="007D3204" w:rsidP="007D3204">
      <w:pPr>
        <w:spacing w:after="0"/>
        <w:rPr>
          <w:b/>
          <w:color w:val="C00000"/>
          <w:sz w:val="28"/>
          <w:szCs w:val="28"/>
        </w:rPr>
      </w:pPr>
    </w:p>
    <w:p w:rsidR="007D3204" w:rsidRPr="00005E10" w:rsidRDefault="007D3204" w:rsidP="007D3204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/>
          <w:b/>
          <w:sz w:val="24"/>
          <w:szCs w:val="24"/>
        </w:rPr>
      </w:pPr>
      <w:r w:rsidRPr="00005E10"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 w:rsidRPr="00005E10">
        <w:rPr>
          <w:rFonts w:ascii="Times New Roman" w:hAnsi="Times New Roman"/>
          <w:b/>
          <w:sz w:val="24"/>
          <w:szCs w:val="24"/>
        </w:rPr>
        <w:t>перейменування</w:t>
      </w:r>
      <w:proofErr w:type="spellEnd"/>
      <w:r w:rsidRPr="00005E1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05E10">
        <w:rPr>
          <w:rFonts w:ascii="Times New Roman" w:hAnsi="Times New Roman"/>
          <w:b/>
          <w:sz w:val="24"/>
          <w:szCs w:val="24"/>
        </w:rPr>
        <w:t>закладів</w:t>
      </w:r>
      <w:proofErr w:type="spellEnd"/>
      <w:r w:rsidRPr="00005E1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05E10">
        <w:rPr>
          <w:rFonts w:ascii="Times New Roman" w:hAnsi="Times New Roman"/>
          <w:b/>
          <w:sz w:val="24"/>
          <w:szCs w:val="24"/>
        </w:rPr>
        <w:t>освіти</w:t>
      </w:r>
      <w:proofErr w:type="spellEnd"/>
      <w:r w:rsidRPr="00005E1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05E10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005E1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05E10"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 w:rsidRPr="00005E10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005E10">
        <w:rPr>
          <w:rFonts w:ascii="Times New Roman" w:hAnsi="Times New Roman"/>
          <w:b/>
          <w:sz w:val="24"/>
          <w:szCs w:val="24"/>
        </w:rPr>
        <w:t>ради</w:t>
      </w:r>
      <w:proofErr w:type="gramEnd"/>
    </w:p>
    <w:p w:rsidR="007D3204" w:rsidRPr="00005E10" w:rsidRDefault="007D3204" w:rsidP="007D3204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/>
          <w:b/>
          <w:sz w:val="24"/>
          <w:szCs w:val="24"/>
        </w:rPr>
      </w:pPr>
    </w:p>
    <w:p w:rsidR="007D3204" w:rsidRPr="007D3204" w:rsidRDefault="007D3204" w:rsidP="007D3204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до пункту 30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60 Закону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78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Господарського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пункту 3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Прикінцевих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Закону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України</w:t>
      </w:r>
      <w:bookmarkStart w:id="0" w:name="_GoBack"/>
      <w:bookmarkEnd w:id="0"/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законів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впорядкування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окремих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організації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proofErr w:type="gram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районних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державних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адм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іністрацій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», постанови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Кабінету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Міністрів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17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липня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2020 року № 807-IX «Про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утворення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ліквідацію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районів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7D3204" w:rsidRPr="007D3204" w:rsidRDefault="007D3204" w:rsidP="007D3204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>ВИРІШИЛА: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назву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гімназія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гімназія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>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до статуту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Полянської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гімназії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нов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1.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назву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закладу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Крупецький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>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до статуту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нов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2.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204">
        <w:rPr>
          <w:rFonts w:ascii="Times New Roman" w:hAnsi="Times New Roman" w:cs="Times New Roman"/>
          <w:sz w:val="24"/>
          <w:szCs w:val="24"/>
        </w:rPr>
        <w:lastRenderedPageBreak/>
        <w:t>Змінити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назву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</w:t>
      </w:r>
      <w:proofErr w:type="gramStart"/>
      <w:r w:rsidRPr="007D320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Головлівська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філія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3.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назву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</w:t>
      </w:r>
      <w:proofErr w:type="gramStart"/>
      <w:r w:rsidRPr="007D3204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філія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4.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відомості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Полянської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гімназії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(ЄДРПОУ 25961226)  до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ідприємців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Шкільна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10б, с.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Шепетівський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область, 30065. 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відомості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(ЄДРПОУ 22787549)  до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ідприємців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Шкільна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1, с.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Шепетівський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область, 30068. 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відомості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філії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(ЄДРПОУ ВП 43825955)  до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ідприємців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Шкільна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11, с.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Шепетівський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область, 30061. 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 xml:space="preserve">Внести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відомості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нове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місцезнаходження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філії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(ЄДРПОУ ВП 43826079)  до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Єдиного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державного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реєстру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—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ідприємців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Шкільна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39А, с.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Шепетівський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область, 30060. 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Уповноважити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директора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Росоху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С.М. на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Статуту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Полянської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гімназії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відомостей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особу,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містяться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державному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реєстрі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підприємців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>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Уповноважити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директора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Бережну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Т.М.  на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Статуту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Головлівську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філію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Лисиченську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філію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ліцею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дій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відомостей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r w:rsidRPr="007D3204">
        <w:rPr>
          <w:rFonts w:ascii="Times New Roman" w:hAnsi="Times New Roman" w:cs="Times New Roman"/>
          <w:sz w:val="24"/>
          <w:szCs w:val="24"/>
        </w:rPr>
        <w:lastRenderedPageBreak/>
        <w:t xml:space="preserve">особу,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містяться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Єдиному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державному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реє</w:t>
      </w:r>
      <w:proofErr w:type="gramStart"/>
      <w:r w:rsidRPr="007D3204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юридичних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фізичних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підприємців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формувань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>.</w:t>
      </w:r>
    </w:p>
    <w:p w:rsidR="007D3204" w:rsidRPr="007D3204" w:rsidRDefault="007D3204" w:rsidP="007D3204">
      <w:pPr>
        <w:pStyle w:val="af1"/>
        <w:numPr>
          <w:ilvl w:val="0"/>
          <w:numId w:val="12"/>
        </w:numPr>
        <w:spacing w:after="0" w:line="276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7D3204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320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7D320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житлово-комунального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енергозбереження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та транспорту та 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D3204">
        <w:rPr>
          <w:rFonts w:ascii="Times New Roman" w:hAnsi="Times New Roman" w:cs="Times New Roman"/>
          <w:sz w:val="24"/>
          <w:szCs w:val="24"/>
        </w:rPr>
        <w:t>Качаровський</w:t>
      </w:r>
      <w:proofErr w:type="spellEnd"/>
      <w:r w:rsidRPr="007D3204">
        <w:rPr>
          <w:rFonts w:ascii="Times New Roman" w:hAnsi="Times New Roman" w:cs="Times New Roman"/>
          <w:sz w:val="24"/>
          <w:szCs w:val="24"/>
        </w:rPr>
        <w:t xml:space="preserve"> М.Г.)</w:t>
      </w:r>
    </w:p>
    <w:p w:rsidR="007D3204" w:rsidRPr="007D3204" w:rsidRDefault="007D3204" w:rsidP="007D3204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3204" w:rsidRPr="00005E10" w:rsidRDefault="007D3204" w:rsidP="007D320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3204" w:rsidRPr="00005E10" w:rsidRDefault="007D3204" w:rsidP="007D320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3204" w:rsidRPr="00005E10" w:rsidRDefault="007D3204" w:rsidP="007D320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3204" w:rsidRPr="00005E10" w:rsidRDefault="007D3204" w:rsidP="007D3204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05E10">
        <w:rPr>
          <w:rFonts w:ascii="Times New Roman" w:hAnsi="Times New Roman"/>
          <w:noProof/>
          <w:sz w:val="24"/>
          <w:szCs w:val="24"/>
        </w:rPr>
        <w:t xml:space="preserve">Сільський голова                                                        </w:t>
      </w:r>
      <w:r w:rsidRPr="00005E10">
        <w:rPr>
          <w:rFonts w:ascii="Times New Roman" w:hAnsi="Times New Roman"/>
          <w:noProof/>
          <w:sz w:val="24"/>
          <w:szCs w:val="24"/>
        </w:rPr>
        <w:tab/>
        <w:t xml:space="preserve">                      Валерій МИХАЛЮК</w:t>
      </w:r>
    </w:p>
    <w:p w:rsidR="00A76858" w:rsidRDefault="00A76858"/>
    <w:sectPr w:rsidR="00A7685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FEC" w:rsidRDefault="00F72FEC">
      <w:pPr>
        <w:spacing w:after="0" w:line="240" w:lineRule="auto"/>
      </w:pPr>
      <w:r>
        <w:separator/>
      </w:r>
    </w:p>
  </w:endnote>
  <w:endnote w:type="continuationSeparator" w:id="0">
    <w:p w:rsidR="00F72FEC" w:rsidRDefault="00F72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FEC" w:rsidRDefault="00F72FEC">
      <w:pPr>
        <w:spacing w:after="0" w:line="240" w:lineRule="auto"/>
      </w:pPr>
      <w:r>
        <w:separator/>
      </w:r>
    </w:p>
  </w:footnote>
  <w:footnote w:type="continuationSeparator" w:id="0">
    <w:p w:rsidR="00F72FEC" w:rsidRDefault="00F72F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204"/>
    <w:rsid w:val="007D3204"/>
    <w:rsid w:val="00A76858"/>
    <w:rsid w:val="00F7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0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7D3204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D320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D320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D3204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20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7D3204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D3204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D3204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D3204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2020-12-24T17:05:00Z</dcterms:created>
  <dcterms:modified xsi:type="dcterms:W3CDTF">2020-12-24T17:06:00Z</dcterms:modified>
</cp:coreProperties>
</file>