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AC6" w:rsidRPr="00154EFF" w:rsidRDefault="00E25AC6" w:rsidP="00E25AC6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5AC6" w:rsidRDefault="00E25AC6" w:rsidP="00E25A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25AC6" w:rsidRDefault="00E25AC6" w:rsidP="00E25A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25AC6" w:rsidRDefault="00E25AC6" w:rsidP="00E25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AC6" w:rsidRDefault="00E25AC6" w:rsidP="00E25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AC6" w:rsidRDefault="00E25AC6" w:rsidP="00E25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AC6" w:rsidRDefault="00E25AC6" w:rsidP="00E25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AC6" w:rsidRDefault="00E25AC6" w:rsidP="00E25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25AC6" w:rsidRDefault="00E25AC6" w:rsidP="00E25AC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25AC6" w:rsidRDefault="00E25AC6" w:rsidP="00E25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25AC6" w:rsidRDefault="00E25AC6" w:rsidP="00E25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25AC6" w:rsidRDefault="00E25AC6" w:rsidP="00E25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AC6" w:rsidRDefault="00E25AC6" w:rsidP="00E25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25AC6" w:rsidRDefault="00E25AC6" w:rsidP="00E25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5AC6" w:rsidRDefault="00E25AC6" w:rsidP="00E25A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25AC6" w:rsidRDefault="00E25AC6" w:rsidP="00E25AC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25AC6" w:rsidRDefault="00E25AC6" w:rsidP="00E25AC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№55</w:t>
      </w:r>
    </w:p>
    <w:p w:rsidR="00E25AC6" w:rsidRPr="00245C84" w:rsidRDefault="00E25AC6" w:rsidP="00E25AC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25AC6" w:rsidRPr="00245C84" w:rsidRDefault="00E25AC6" w:rsidP="00E25AC6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45C84">
        <w:rPr>
          <w:rFonts w:ascii="Times New Roman" w:eastAsia="Calibri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E25AC6" w:rsidRPr="00245C84" w:rsidRDefault="00E25AC6" w:rsidP="00E25A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45C84">
        <w:rPr>
          <w:rFonts w:ascii="Times New Roman" w:eastAsia="Calibri" w:hAnsi="Times New Roman" w:cs="Times New Roman"/>
          <w:b/>
          <w:sz w:val="24"/>
          <w:szCs w:val="24"/>
        </w:rPr>
        <w:t xml:space="preserve">  із землеустрою  щодо </w:t>
      </w:r>
    </w:p>
    <w:p w:rsidR="00E25AC6" w:rsidRPr="00245C84" w:rsidRDefault="00E25AC6" w:rsidP="00E25A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45C84">
        <w:rPr>
          <w:rFonts w:ascii="Times New Roman" w:eastAsia="Calibri" w:hAnsi="Times New Roman" w:cs="Times New Roman"/>
          <w:b/>
          <w:sz w:val="24"/>
          <w:szCs w:val="24"/>
        </w:rPr>
        <w:t>відведення земельної  ділянки</w:t>
      </w:r>
    </w:p>
    <w:p w:rsidR="00E25AC6" w:rsidRPr="00245C84" w:rsidRDefault="00E25AC6" w:rsidP="00E25A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</w:rPr>
        <w:t>Андрейчуку</w:t>
      </w:r>
      <w:proofErr w:type="spellEnd"/>
      <w:r w:rsidRPr="00245C84">
        <w:rPr>
          <w:rFonts w:ascii="Times New Roman" w:eastAsia="Calibri" w:hAnsi="Times New Roman" w:cs="Times New Roman"/>
          <w:b/>
          <w:sz w:val="24"/>
          <w:szCs w:val="24"/>
        </w:rPr>
        <w:t xml:space="preserve"> Р.П.</w:t>
      </w:r>
    </w:p>
    <w:p w:rsidR="00E25AC6" w:rsidRPr="00245C84" w:rsidRDefault="00E25AC6" w:rsidP="00E25A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5AC6" w:rsidRPr="00245C84" w:rsidRDefault="00E25AC6" w:rsidP="00E25A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</w:t>
      </w:r>
      <w:r>
        <w:rPr>
          <w:rFonts w:ascii="Times New Roman" w:eastAsia="Calibri" w:hAnsi="Times New Roman" w:cs="Times New Roman"/>
          <w:sz w:val="24"/>
          <w:szCs w:val="24"/>
        </w:rPr>
        <w:t xml:space="preserve">ня в Україні», статей 12, </w:t>
      </w: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118, 121 та 123 Земельного кодексу України, Закону України «Про землеустрій»,   розглянувши   заяву  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Андрейчука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Р.П.  сільська рада </w:t>
      </w:r>
    </w:p>
    <w:p w:rsidR="00E25AC6" w:rsidRPr="00D97191" w:rsidRDefault="00E25AC6" w:rsidP="00E25A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E25AC6" w:rsidRPr="00245C84" w:rsidRDefault="00E25AC6" w:rsidP="00E25A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      1. Надати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Андрейчуку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Ростиславу Петровичу, який зареєстрований за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554B8">
        <w:rPr>
          <w:rFonts w:ascii="Times New Roman" w:eastAsia="Calibri" w:hAnsi="Times New Roman" w:cs="Times New Roman"/>
          <w:sz w:val="24"/>
          <w:szCs w:val="24"/>
        </w:rPr>
        <w:t>___________</w:t>
      </w:r>
      <w:bookmarkStart w:id="0" w:name="_GoBack"/>
      <w:bookmarkEnd w:id="0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, дозвіл на розробку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із землеустрою щодо відведення земельної ділянки, для передачі її у власність, орієнтовною площею 0,1200 га, для індивідуального садівництва,  яка розташована в Хмельницька область, Шепетівський район,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с.Комарівка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садове товариство «Енергетик ХАЕС».</w:t>
      </w:r>
    </w:p>
    <w:p w:rsidR="00E25AC6" w:rsidRPr="00245C84" w:rsidRDefault="00E25AC6" w:rsidP="00E25A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Андрейчуку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Р.П.,  розробити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25AC6" w:rsidRPr="00245C84" w:rsidRDefault="00E25AC6" w:rsidP="00E25AC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25AC6" w:rsidRPr="00D97191" w:rsidRDefault="00E25AC6" w:rsidP="00E25AC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25AC6" w:rsidRPr="00245C84" w:rsidRDefault="00E25AC6" w:rsidP="00E25AC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5AC6" w:rsidRPr="00245C84" w:rsidRDefault="00E25AC6" w:rsidP="00E25AC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5AC6" w:rsidRPr="00245C84" w:rsidRDefault="00E25AC6" w:rsidP="00E25AC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3287" w:rsidRPr="00E25AC6" w:rsidRDefault="00E25AC6" w:rsidP="00E25AC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245C8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373287" w:rsidRPr="00E25AC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AC6"/>
    <w:rsid w:val="00373287"/>
    <w:rsid w:val="00C554B8"/>
    <w:rsid w:val="00E25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AC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E25A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25AC6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AC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E25AC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25AC6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244</Words>
  <Characters>1392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2022-02-08T06:48:00Z</dcterms:created>
  <dcterms:modified xsi:type="dcterms:W3CDTF">2022-02-08T11:23:00Z</dcterms:modified>
</cp:coreProperties>
</file>