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13F9" w:rsidRDefault="00BE13F9" w:rsidP="00BE13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Pr>
          <w:noProof/>
        </w:rPr>
        <mc:AlternateContent>
          <mc:Choice Requires="wpg">
            <w:drawing>
              <wp:anchor distT="0" distB="0" distL="114300" distR="114300" simplePos="0" relativeHeight="251659264" behindDoc="0" locked="0" layoutInCell="1" allowOverlap="1">
                <wp:simplePos x="0" y="0"/>
                <wp:positionH relativeFrom="column">
                  <wp:posOffset>2840355</wp:posOffset>
                </wp:positionH>
                <wp:positionV relativeFrom="paragraph">
                  <wp:posOffset>0</wp:posOffset>
                </wp:positionV>
                <wp:extent cx="436880" cy="613410"/>
                <wp:effectExtent l="5715" t="5715" r="508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613410"/>
                          <a:chOff x="3834" y="994"/>
                          <a:chExt cx="1142" cy="1718"/>
                        </a:xfrm>
                      </wpg:grpSpPr>
                      <wps:wsp>
                        <wps:cNvPr id="2" name="Freeform 3"/>
                        <wps:cNvSpPr>
                          <a:spLocks/>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4"/>
                        <wps:cNvSpPr>
                          <a:spLocks/>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5"/>
                        <wps:cNvSpPr>
                          <a:spLocks/>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6"/>
                        <wps:cNvSpPr>
                          <a:spLocks/>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7"/>
                        <wps:cNvSpPr>
                          <a:spLocks/>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8"/>
                        <wps:cNvSpPr>
                          <a:spLocks/>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9"/>
                        <wps:cNvSpPr>
                          <a:spLocks/>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11"/>
                        <wps:cNvSpPr>
                          <a:spLocks/>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Freeform 13"/>
                        <wps:cNvSpPr>
                          <a:spLocks/>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15"/>
                        <wps:cNvSpPr>
                          <a:spLocks/>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17"/>
                        <wps:cNvSpPr>
                          <a:spLocks/>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19"/>
                        <wps:cNvSpPr>
                          <a:spLocks/>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21"/>
                        <wps:cNvSpPr>
                          <a:spLocks/>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Rectangle 23"/>
                        <wps:cNvSpPr>
                          <a:spLocks noChangeArrowheads="1"/>
                        </wps:cNvSpPr>
                        <wps:spPr bwMode="auto">
                          <a:xfrm>
                            <a:off x="3834" y="1424"/>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3834" y="2172"/>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3834" y="2333"/>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6"/>
                        <wps:cNvSpPr>
                          <a:spLocks/>
                        </wps:cNvSpPr>
                        <wps:spPr bwMode="auto">
                          <a:xfrm>
                            <a:off x="3994" y="2506"/>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7"/>
                        <wps:cNvSpPr>
                          <a:spLocks/>
                        </wps:cNvSpPr>
                        <wps:spPr bwMode="auto">
                          <a:xfrm>
                            <a:off x="4397" y="2506"/>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8"/>
                        <wps:cNvSpPr>
                          <a:spLocks/>
                        </wps:cNvSpPr>
                        <wps:spPr bwMode="auto">
                          <a:xfrm>
                            <a:off x="4802" y="2333"/>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9"/>
                        <wps:cNvSpPr>
                          <a:spLocks/>
                        </wps:cNvSpPr>
                        <wps:spPr bwMode="auto">
                          <a:xfrm>
                            <a:off x="4936" y="994"/>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Rectangle 30"/>
                        <wps:cNvSpPr>
                          <a:spLocks noChangeArrowheads="1"/>
                        </wps:cNvSpPr>
                        <wps:spPr bwMode="auto">
                          <a:xfrm>
                            <a:off x="4405" y="994"/>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Freeform 31"/>
                        <wps:cNvSpPr>
                          <a:spLocks/>
                        </wps:cNvSpPr>
                        <wps:spPr bwMode="auto">
                          <a:xfrm>
                            <a:off x="3834" y="994"/>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32"/>
                        <wps:cNvSpPr>
                          <a:spLocks/>
                        </wps:cNvSpPr>
                        <wps:spPr bwMode="auto">
                          <a:xfrm>
                            <a:off x="3834" y="1014"/>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223.65pt;margin-top:0;width:34.4pt;height:48.3pt;z-index:251659264"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">
                <v:shape id="Freeform 3" o:spid="_x0000_s1027"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4ICcMA&#10;AADaAAAADwAAAGRycy9kb3ducmV2LnhtbESPT2sCMRTE70K/Q3gFb5o1gsrWKFKpCJ7809LjY/O6&#10;u3TzsiRx3X77RhA8DjPzG2a57m0jOvKhdqxhMs5AEBfO1FxquJw/RgsQISIbbByThj8KsF69DJaY&#10;G3fjI3WnWIoE4ZCjhirGNpcyFBVZDGPXEifvx3mLMUlfSuPxluC2kSrLZtJizWmhwpbeKyp+T1er&#10;4dCp2df3bmvP01LNfTH93Kq60Xr42m/eQETq4zP8aO+NBgX3K+kG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Y4ICcMAAADaAAAADwAAAAAAAAAAAAAAAACYAgAAZHJzL2Rv&#10;d25yZXYueG1sUEsFBgAAAAAEAAQA9QAAAIgDA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4" o:spid="_x0000_s1028"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ij7MQA&#10;AADaAAAADwAAAGRycy9kb3ducmV2LnhtbESPQWvCQBSE74X+h+UVvBSziUIrMasUoVAVCsaC10f2&#10;mUSzb0N2m8R/7wqFHoeZ+YbJ1qNpRE+dqy0rSKIYBHFhdc2lgp/j53QBwnlkjY1lUnAjB+vV81OG&#10;qbYDH6jPfSkChF2KCirv21RKV1Rk0EW2JQ7e2XYGfZBdKXWHQ4CbRs7i+E0arDksVNjSpqLimv8a&#10;BfKYb/32vTavye70PSb2stkXF6UmL+PHEoSn0f+H/9pfWsEcHlfCDZCr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4o+zEAAAA2gAAAA8AAAAAAAAAAAAAAAAAmAIAAGRycy9k&#10;b3ducmV2LnhtbFBLBQYAAAAABAAEAPUAAACJAw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5" o:spid="_x0000_s1029"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aFxMUA&#10;AADaAAAADwAAAGRycy9kb3ducmV2LnhtbESPQWsCMRSE70L/Q3gFL1KzFS3r1iitoEgPglrvr5vX&#10;3a2bl20SdfXXm4LQ4zAz3zCTWWtqcSLnK8sKnvsJCOLc6ooLBZ+7xVMKwgdkjbVlUnAhD7PpQ2eC&#10;mbZn3tBpGwoRIewzVFCG0GRS+rwkg75vG+LofVtnMETpCqkdniPc1HKQJC/SYMVxocSG5iXlh+3R&#10;KFis6DDeN7/L4dWNivTna/3xvusp1X1s315BBGrDf/jeXmkFQ/i7Em+An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ZoXExQAAANoAAAAPAAAAAAAAAAAAAAAAAJgCAABkcnMv&#10;ZG93bnJldi54bWxQSwUGAAAAAAQABAD1AAAAigM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v:shape>
                <v:shape id="Freeform 6" o:spid="_x0000_s1030"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xWXMEA&#10;AADaAAAADwAAAGRycy9kb3ducmV2LnhtbESPQYvCMBSE74L/ITzBm00VXKSaFlEUwdO6otdn82yr&#10;zUtpou3++83Cwh6HmfmGWWW9qcWbWldZVjCNYhDEudUVFwrOX7vJAoTzyBpry6Tgmxxk6XCwwkTb&#10;jj/pffKFCBB2CSoovW8SKV1ekkEX2YY4eHfbGvRBtoXULXYBbmo5i+MPabDisFBiQ5uS8ufpZRTE&#10;x3l9u1+4X1y3+/z56HbcVVOlxqN+vQThqff/4b/2QSuYw++VcANk+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6sVlzBAAAA2gAAAA8AAAAAAAAAAAAAAAAAmAIAAGRycy9kb3du&#10;cmV2LnhtbFBLBQYAAAAABAAEAPUAAACGAw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v:shape>
                <v:shape id="Freeform 7" o:spid="_x0000_s1031"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KMUA&#10;AADaAAAADwAAAGRycy9kb3ducmV2LnhtbESPQWsCMRSE70L/Q3gFL1KzFSvr1iitoEgPQrXeXzev&#10;u1s3L9sk6uqvN4LQ4zAz3zCTWWtqcSTnK8sKnvsJCOLc6ooLBV/bxVMKwgdkjbVlUnAmD7PpQ2eC&#10;mbYn/qTjJhQiQthnqKAMocmk9HlJBn3fNsTR+7HOYIjSFVI7PEW4qeUgSUbSYMVxocSG5iXl+83B&#10;KFisaD/eNX/L4cW9FOnv9/rjfdtTqvvYvr2CCNSG//C9vdIKRnC7Em+An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L4oxQAAANoAAAAPAAAAAAAAAAAAAAAAAJgCAABkcnMv&#10;ZG93bnJldi54bWxQSwUGAAAAAAQABAD1AAAAig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v:shape>
                <v:shape id="Freeform 8" o:spid="_x0000_s1032"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JtsMIA&#10;AADaAAAADwAAAGRycy9kb3ducmV2LnhtbESPS4vCQBCE74L/YWjBm05c8EF0EsTFZcGTD/TaZtok&#10;mukJmVmT/ffOwoLHoqq+olZpZyrxpMaVlhVMxhEI4szqknMFp+N2tADhPLLGyjIp+CUHadLvrTDW&#10;tuU9PQ8+FwHCLkYFhfd1LKXLCjLoxrYmDt7NNgZ9kE0udYNtgJtKfkTRTBosOSwUWNOmoOxx+DEK&#10;ot20ut7O3C0un1/Z495uuS0nSg0H3XoJwlPn3+H/9rdWMIe/K+EGyOQ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Mm2wwgAAANoAAAAPAAAAAAAAAAAAAAAAAJgCAABkcnMvZG93&#10;bnJldi54bWxQSwUGAAAAAAQABAD1AAAAhw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v:shape>
                <v:shape id="Freeform 9" o:spid="_x0000_s1033"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ubIcAA&#10;AADaAAAADwAAAGRycy9kb3ducmV2LnhtbERPu2rDMBTdA/0HcQvZYjkxlNS1EoLbQte4ztDt1rp+&#10;YOvKWKrj9OujodDxcN7ZcTGDmGlynWUF2ygGQVxZ3XGjoPx83+xBOI+scbBMCm7k4Hh4WGWYanvl&#10;M82Fb0QIYZeigtb7MZXSVS0ZdJEdiQNX28mgD3BqpJ7wGsLNIHdx/CQNdhwaWhwpb6nqix+j4PLa&#10;98kzx8nv15zvXf5dlrv6Tan143J6AeFp8f/iP/eHVhC2hivhBsjD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CubIcAAAADaAAAADwAAAAAAAAAAAAAAAACYAgAAZHJzL2Rvd25y&#10;ZXYueG1sUEsFBgAAAAAEAAQA9QAAAIU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0" o:spid="_x0000_s1034"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y6QsYA&#10;AADaAAAADwAAAGRycy9kb3ducmV2LnhtbESPW2vCQBSE3wX/w3IEX0Q3ShGNriKlhRbsgxe8vB2y&#10;xySYPZtmtzHtr3cLgo/DzHzDzJeNKURNlcstKxgOIhDEidU5pwr2u/f+BITzyBoLy6TglxwsF+3W&#10;HGNtb7yheutTESDsYlSQeV/GUrokI4NuYEvi4F1sZdAHWaVSV3gLcFPIURSNpcGcw0KGJb1mlFy3&#10;P0bBC9Wn1frv/HU4fb95e+kdP93wqFS306xmIDw1/hl+tD+0gin8Xwk3QC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ny6QsYAAADaAAAADwAAAAAAAAAAAAAAAACYAgAAZHJz&#10;L2Rvd25yZXYueG1sUEsFBgAAAAAEAAQA9QAAAIs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1" o:spid="_x0000_s1035"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DmRsQA&#10;AADbAAAADwAAAGRycy9kb3ducmV2LnhtbESPQW/CMAyF75P2HyJP2m2kgISgEBDqNmnXQTlwM41p&#10;qzZO1WSl26+fD0jcbL3n9z5vdqNr1UB9qD0bmE4SUMSFtzWXBvLj59sSVIjIFlvPZOCXAuy2z08b&#10;TK2/8TcNh1gqCeGQooEqxi7VOhQVOQwT3xGLdvW9wyhrX2rb403CXatnSbLQDmuWhgo7yioqmsOP&#10;M3B6b5r5ipP533nIliG75Pns+mHM68u4X4OKNMaH+X79ZQVf6OUXGUB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g5kb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2" o:spid="_x0000_s1036"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PfScQA&#10;AADbAAAADwAAAGRycy9kb3ducmV2LnhtbERPS2vCQBC+C/6HZQq9FN2klFKiGxFRUGgPtcXHbchO&#10;HjQ7G7NrTP31bqHgbT6+50xnvalFR62rLCuIxxEI4szqigsF31+r0RsI55E11pZJwS85mKXDwRQT&#10;bS/8Sd3WFyKEsEtQQel9k0jpspIMurFtiAOX29agD7AtpG7xEsJNLZ+j6FUarDg0lNjQoqTsZ3s2&#10;Cl6oO8zfr8eP3eG09DZ/2m9cvFfq8aGfT0B46v1d/O9e6zA/hr9fwgEyv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T30n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3" o:spid="_x0000_s1037"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ltcQA&#10;AADbAAAADwAAAGRycy9kb3ducmV2LnhtbERP32vCMBB+H+x/CDfY20x1Y5NqlOFQBwPBKvp6NGdT&#10;bS61ibbbX78MBr7dx/fzxtPOVuJKjS8dK+j3EhDEudMlFwq2m/nTEIQPyBorx6TgmzxMJ/d3Y0y1&#10;a3lN1ywUIoawT1GBCaFOpfS5IYu+52riyB1cYzFE2BRSN9jGcFvJQZK8SoslxwaDNc0M5afsYhXs&#10;X55Xziwzd2k/Fj+n9fntuJt9KfX40L2PQATqwk387/7Ucf4A/n6JB8jJ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PpbXEAAAA2wAAAA8AAAAAAAAAAAAAAAAAmAIAAGRycy9k&#10;b3ducmV2LnhtbFBLBQYAAAAABAAEAPUAAACJAw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4" o:spid="_x0000_s1038"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Rbz8AA&#10;AADbAAAADwAAAGRycy9kb3ducmV2LnhtbERPS4vCMBC+L/gfwgje1lTFRapRVFRk97Q+7kMztsVm&#10;UptY47/fCMLe5uN7zmwRTCVaalxpWcGgn4AgzqwuOVdwOm4/JyCcR9ZYWSYFT3KwmHc+Zphq++Bf&#10;ag8+FzGEXYoKCu/rVEqXFWTQ9W1NHLmLbQz6CJtc6gYfMdxUcpgkX9JgybGhwJrWBWXXw90oGH2P&#10;bzu9yjdtNdm5n/1lG8pwVqrXDcspCE/B/4vf7r2O80fw+iUeIO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gRbz8AAAADbAAAADwAAAAAAAAAAAAAAAACYAgAAZHJzL2Rvd25y&#10;ZXYueG1sUEsFBgAAAAAEAAQA9QAAAIUD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5" o:spid="_x0000_s1039"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2CYcAA&#10;AADbAAAADwAAAGRycy9kb3ducmV2LnhtbERPTYvCMBC9C/6HMMLeNFXE1WoqogjC4mHVg8ehGZvS&#10;ZlKaWLv/frOw4G0e73M2297WoqPWl44VTCcJCOLc6ZILBbfrcbwE4QOyxtoxKfghD9tsONhgqt2L&#10;v6m7hELEEPYpKjAhNKmUPjdk0U9cQxy5h2sthgjbQuoWXzHc1nKWJAtpseTYYLChvaG8ujytgvvq&#10;vJr25pB8dZ+7U8gZseoWSn2M+t0aRKA+vMX/7pOO8+fw90s8QGa/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2CYcAAAADbAAAADwAAAAAAAAAAAAAAAACYAgAAZHJzL2Rvd25y&#10;ZXYueG1sUEsFBgAAAAAEAAQA9QAAAIUD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6" o:spid="_x0000_s1040"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Wl8IA&#10;AADbAAAADwAAAGRycy9kb3ducmV2LnhtbERPS2vCQBC+F/wPywi91Y0pFY2uIgWLFw++PQ7ZMYlm&#10;Z2N21dRf7wqF3ubje85o0phS3Kh2hWUF3U4Egji1uuBMwWY9++iDcB5ZY2mZFPySg8m49TbCRNs7&#10;L+m28pkIIewSVJB7XyVSujQng65jK+LAHW1t0AdYZ1LXeA/hppRxFPWkwYJDQ44VfeeUnldXo2Df&#10;XTwG1WezjQ/+Mj/FP5d0tusp9d5upkMQnhr/L/5zz3WY/wWvX8IBcvw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6xaXwgAAANsAAAAPAAAAAAAAAAAAAAAAAJgCAABkcnMvZG93&#10;bnJldi54bWxQSwUGAAAAAAQABAD1AAAAhwM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7" o:spid="_x0000_s1041"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pihL8A&#10;AADbAAAADwAAAGRycy9kb3ducmV2LnhtbERP3WrCMBS+H/gO4QjezdQhVapRimPg2JXVBzg0x7ba&#10;nIQks93bL4OBd+fj+z3b/Wh68SAfOssKFvMMBHFtdceNgsv543UNIkRkjb1lUvBDAfa7ycsWC20H&#10;PtGjio1IIRwKVNDG6AopQ92SwTC3jjhxV+sNxgR9I7XHIYWbXr5lWS4NdpwaWnR0aKm+V99GAXq3&#10;eneVHE757QuPt8+SlrZUajYdyw2ISGN8iv/dR53m5/D3SzpA7n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fKmKEvwAAANsAAAAPAAAAAAAAAAAAAAAAAJgCAABkcnMvZG93bnJl&#10;di54bWxQSwUGAAAAAAQABAD1AAAAhAM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8" o:spid="_x0000_s1042"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LbK8MA&#10;AADbAAAADwAAAGRycy9kb3ducmV2LnhtbERPTWvCQBC9C/0PyxR6040KVaKr2GpAai6NevA2ZMck&#10;mJ0N2VXT/nq3IPQ2j/c582VnanGj1lWWFQwHEQji3OqKCwWHfdKfgnAeWWNtmRT8kIPl4qU3x1jb&#10;O3/TLfOFCCHsYlRQet/EUrq8JINuYBviwJ1ta9AH2BZSt3gP4aaWoyh6lwYrDg0lNvRZUn7JrkZB&#10;mqRNuuPN9LS+foxP29/jhL8Spd5eu9UMhKfO/4uf7q0O8yfw90s4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ELbK8MAAADbAAAADwAAAAAAAAAAAAAAAACYAgAAZHJzL2Rv&#10;d25yZXYueG1sUEsFBgAAAAAEAAQA9QAAAIgDA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9" o:spid="_x0000_s1043"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A68UA&#10;AADbAAAADwAAAGRycy9kb3ducmV2LnhtbESPQWvCQBCF74X+h2UK3uqmHqSNriKC2IIVqoI9TrNj&#10;EpqdjbtrTP995yB4m+G9ee+b6bx3jeooxNqzgZdhBoq48Lbm0sBhv3p+BRUTssXGMxn4owjz2ePD&#10;FHPrr/xF3S6VSkI45migSqnNtY5FRQ7j0LfEop18cJhkDaW2Aa8S7ho9yrKxdlizNFTY0rKi4nd3&#10;cQa25/Fl0x2/1z+hX7Xn5mP5ad9qYwZP/WICKlGf7ubb9bsVfIGVX2QAPf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RkDrxQAAANsAAAAPAAAAAAAAAAAAAAAAAJgCAABkcnMv&#10;ZG93bnJldi54bWxQSwUGAAAAAAQABAD1AAAAigM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0" o:spid="_x0000_s1044"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C5LMEA&#10;AADbAAAADwAAAGRycy9kb3ducmV2LnhtbERP3WrCMBS+F3yHcITdaepgc+uMRQbdhghi5wMcmmNT&#10;TE5KE7Xb0y8Dwbvz8f2eZTE4Ky7Uh9azgvksA0Fce91yo+DwXU5fQISIrNF6JgU/FKBYjUdLzLW/&#10;8p4uVWxECuGQowITY5dLGWpDDsPMd8SJO/reYUywb6Tu8ZrCnZWPWfYsHbacGgx29G6oPlVnp4Az&#10;We62tdXy4/ew2HyaavN0rpR6mAzrNxCRhngX39xfOs1/hf9f0gFy9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wwuSzBAAAA2wAAAA8AAAAAAAAAAAAAAAAAmAIAAGRycy9kb3du&#10;cmV2LnhtbFBLBQYAAAAABAAEAPUAAACGAw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1" o:spid="_x0000_s1045"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SqmMEA&#10;AADbAAAADwAAAGRycy9kb3ducmV2LnhtbERPTYvCMBC9C/6HMII3TdVVtBpF3RVWb1ZBvA3N2Bab&#10;SWmy2t1fvzkIHh/ve7FqTCkeVLvCsoJBPwJBnFpdcKbgfNr1piCcR9ZYWiYFv+RgtWy3Fhhr++Qj&#10;PRKfiRDCLkYFufdVLKVLczLo+rYiDtzN1gZ9gHUmdY3PEG5KOYyiiTRYcGjIsaJtTuk9+TEKktv1&#10;qjf89bGfjt32cBj9zS67T6W6nWY9B+Gp8W/xy/2tFQzD+vAl/AC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I0qpjBAAAA2wAAAA8AAAAAAAAAAAAAAAAAmAIAAGRycy9kb3du&#10;cmV2LnhtbFBLBQYAAAAABAAEAPUAAACGAw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shape id="Freeform 22" o:spid="_x0000_s1046"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llab8A&#10;AADbAAAADwAAAGRycy9kb3ducmV2LnhtbESPzQrCMBCE74LvEFbwpqkKItUoIgoePPj3AEuzNtVm&#10;U5uo9e2NIHgcZr4ZZrZobCmeVPvCsYJBPwFBnDldcK7gfNr0JiB8QNZYOiYFb/KwmLdbM0y1e/GB&#10;nseQi1jCPkUFJoQqldJnhiz6vquIo3dxtcUQZZ1LXeMrlttSDpNkLC0WHBcMVrQylN2OD6tgeF5e&#10;V5f9aHe9jxJeW9OsHwejVLfTLKcgAjXhH/7RWx25AXy/xB8g5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eyWVpvwAAANsAAAAPAAAAAAAAAAAAAAAAAJgCAABkcnMvZG93bnJl&#10;di54bWxQSwUGAAAAAAQABAD1AAAAhAM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rect id="Rectangle 23" o:spid="_x0000_s1047" style="position:absolute;left:3834;top:1424;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fM8UA&#10;AADbAAAADwAAAGRycy9kb3ducmV2LnhtbESPQWvCQBSE74L/YXmCN900aLFpVqmC0Iugtod6e8m+&#10;JsHs23R3q2l/fVcQehxm5hsmX/WmFRdyvrGs4GGagCAurW64UvD+tp0sQPiArLG1TAp+yMNqORzk&#10;mGl75QNdjqESEcI+QwV1CF0mpS9rMuintiOO3qd1BkOUrpLa4TXCTSvTJHmUBhuOCzV2tKmpPB+/&#10;jYL102L9tZ/x7vdQnOj0UZznqUuUGo/6l2cQgfrwH763X7WCNIXbl/gD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Xd8zxQAAANsAAAAPAAAAAAAAAAAAAAAAAJgCAABkcnMv&#10;ZG93bnJldi54bWxQSwUGAAAAAAQABAD1AAAAigMAAAAA&#10;" fillcolor="black" stroked="f"/>
                <v:shape id="Freeform 24" o:spid="_x0000_s1048" style="position:absolute;left:3834;top:2172;width:40;height:163;visibility:visible;mso-wrap-style:square;v-text-anchor:top" coordsize="400,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qOF8QA&#10;AADbAAAADwAAAGRycy9kb3ducmV2LnhtbESPT4vCMBTE7wt+h/CEvSyaVpci1SgiCrtexH/g8dE8&#10;22LzUppYu9/eCAseh5n5DTNbdKYSLTWutKwgHkYgiDOrS84VnI6bwQSE88gaK8uk4I8cLOa9jxmm&#10;2j54T+3B5yJA2KWooPC+TqV0WUEG3dDWxMG72sagD7LJpW7wEeCmkqMoSqTBksNCgTWtCspuh7tR&#10;sJVZ+/X7TfEuby+39W5yNsk+Vuqz3y2nIDx1/h3+b/9oBaMxvL6EHyD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ajhfEAAAA2wAAAA8AAAAAAAAAAAAAAAAAmAIAAGRycy9k&#10;b3ducmV2LnhtbFBLBQYAAAAABAAEAPUAAACJAwAAAAA=&#10;" path="m400,1615r,9l400,,,,,1624r,8l,1624r,3l1,1632r399,-17xe" fillcolor="black" stroked="f">
                  <v:path arrowok="t" o:connecttype="custom" o:connectlocs="40,161;40,162;40,0;0,0;0,162;0,163;0,162;0,163;0,163;40,161" o:connectangles="0,0,0,0,0,0,0,0,0,0"/>
                </v:shape>
                <v:shape id="Freeform 25" o:spid="_x0000_s1049" style="position:absolute;left:3834;top:2333;width:175;height:210;visibility:visible;mso-wrap-style:square;v-text-anchor:top" coordsize="1748,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vOIsMA&#10;AADbAAAADwAAAGRycy9kb3ducmV2LnhtbESPUWvCQBCE3wv+h2OFvtWLosVGTxFRsFAoVX/Acrcm&#10;wdxeyK0m9df3CoU+DjPfDLNc975Wd2pjFdjAeJSBIrbBVVwYOJ/2L3NQUZAd1oHJwDdFWK8GT0vM&#10;Xej4i+5HKVQq4ZijgVKkybWOtiSPcRQa4uRdQutRkmwL7VrsUrmv9STLXrXHitNCiQ1tS7LX480b&#10;mNysWP/2/vjYnWX2eWq6bDbfGPM87DcLUEK9/If/6INL3BR+v6Qfo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RvOIsMAAADbAAAADwAAAAAAAAAAAAAAAACYAgAAZHJzL2Rv&#10;d25yZXYueG1sUEsFBgAAAAAEAAQA9QAAAIgDA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v:shape>
                <v:shape id="Freeform 26" o:spid="_x0000_s1050" style="position:absolute;left:3994;top:2506;width:419;height:206;visibility:visible;mso-wrap-style:square;v-text-anchor:top" coordsize="4190,2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8uE8UA&#10;AADbAAAADwAAAGRycy9kb3ducmV2LnhtbESPQWsCMRSE7wX/Q3gFbzXbLZayNUoRLQprRdtLb4/k&#10;uVm6eVk2Udd/b4SCx2FmvmEms9414kRdqD0reB5lIIi1NzVXCn6+l09vIEJENth4JgUXCjCbDh4m&#10;WBh/5h2d9rESCcKhQAU2xraQMmhLDsPIt8TJO/jOYUyyq6Tp8JzgrpF5lr1KhzWnBYstzS3pv/3R&#10;KdCfL+ViXf5afcy3m6r+2pZud1Bq+Nh/vIOI1Md7+L+9MgryMdy+pB8gp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Dy4TxQAAANsAAAAPAAAAAAAAAAAAAAAAAJgCAABkcnMv&#10;ZG93bnJldi54bWxQSwUGAAAAAAQABAD1AAAAigMAAAAA&#10;" path="m4038,1660r152,l152,,,369,4038,2029r152,l4038,2029r77,31l4190,2029,4038,1660xe" fillcolor="black" stroked="f">
                  <v:path arrowok="t" o:connecttype="custom" o:connectlocs="404,166;419,166;15,0;0,37;404,203;419,203;404,203;412,206;419,203;404,166" o:connectangles="0,0,0,0,0,0,0,0,0,0"/>
                </v:shape>
                <v:shape id="Freeform 27" o:spid="_x0000_s1051" style="position:absolute;left:4397;top:2506;width:419;height:203;visibility:visible;mso-wrap-style:square;v-text-anchor:top" coordsize="4190,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YPU8IA&#10;AADbAAAADwAAAGRycy9kb3ducmV2LnhtbESPT4vCMBTE78J+h/AEb5raQ5GuUaQg7F4E/yzu8dE8&#10;29LmpTTZtvrpjSDscZiZ3zDr7Wga0VPnKssKlosIBHFudcWFgst5P1+BcB5ZY2OZFNzJwXbzMVlj&#10;qu3AR+pPvhABwi5FBaX3bSqly0sy6Ba2JQ7ezXYGfZBdIXWHQ4CbRsZRlEiDFYeFElvKSsrr059R&#10;0JrHz+X3+9BHyyvGesh4qBNWajYdd58gPI3+P/xuf2kFcQKvL+EHyM0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Vg9TwgAAANsAAAAPAAAAAAAAAAAAAAAAAJgCAABkcnMvZG93&#10;bnJldi54bWxQSwUGAAAAAAQABAD1AAAAhwMAAAAA&#10;" path="m4042,r-4,2l,1662r152,369l4190,371r-4,1l4042,r-3,1l4038,2r4,-2xe" fillcolor="black" stroked="f">
                  <v:path arrowok="t" o:connecttype="custom" o:connectlocs="404,0;404,0;0,166;15,203;419,37;419,37;404,0;404,0;404,0;404,0" o:connectangles="0,0,0,0,0,0,0,0,0,0"/>
                </v:shape>
                <v:shape id="Freeform 28" o:spid="_x0000_s1052" style="position:absolute;left:4802;top:2333;width:174;height:210;visibility:visible;mso-wrap-style:square;v-text-anchor:top" coordsize="1744,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5/OcMA&#10;AADbAAAADwAAAGRycy9kb3ducmV2LnhtbESPQYvCMBSE78L+h/AWvNlUEd2tRpEFF0+CdqHr7dE8&#10;22LzUpqo1V9vBMHjMDPfMPNlZ2pxodZVlhUMoxgEcW51xYWCv3Q9+ALhPLLG2jIpuJGD5eKjN8dE&#10;2yvv6LL3hQgQdgkqKL1vEildXpJBF9mGOHhH2xr0QbaF1C1eA9zUchTHE2mw4rBQYkM/JeWn/dko&#10;GP9/r9KMDvdT9mszuUm3drs+K9X/7FYzEJ46/w6/2hutYDSF55fwA+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05/OcMAAADbAAAADwAAAAAAAAAAAAAAAACYAgAAZHJzL2Rv&#10;d25yZXYueG1sUEsFBgAAAAAEAAQA9QAAAIgDA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v:shape>
                <v:shape id="Freeform 29" o:spid="_x0000_s1053" style="position:absolute;left:4936;top:994;width:40;height:1340;visibility:visible;mso-wrap-style:square;v-text-anchor:top" coordsize="400,134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0Ix8EA&#10;AADbAAAADwAAAGRycy9kb3ducmV2LnhtbERPXWvCMBR9H/gfwhV8m6kVilSjiCJMBoOp4Ou1uba1&#10;zU1NMq3/fnkY7PFwvher3rTiQc7XlhVMxgkI4sLqmksFp+PufQbCB2SNrWVS8CIPq+XgbYG5tk/+&#10;pschlCKGsM9RQRVCl0vpi4oM+rHtiCN3tc5giNCVUjt8xnDTyjRJMmmw5thQYUebiorm8GMU3Kfb&#10;5stdzrfL5372yprinsp9ptRo2K/nIAL14V/85/7QCtI4Nn6JP0A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B9CMfBAAAA2wAAAA8AAAAAAAAAAAAAAAAAmAIAAGRycy9kb3du&#10;cmV2LnhtbFBLBQYAAAAABAAEAPUAAACGAwAAAAA=&#10;" path="m199,400l,200,,13403r400,l400,200,199,,400,200,400,,199,r,400xe" fillcolor="black" stroked="f">
                  <v:path arrowok="t" o:connecttype="custom" o:connectlocs="20,40;0,20;0,1340;40,1340;40,20;20,0;40,20;40,0;20,0;20,40" o:connectangles="0,0,0,0,0,0,0,0,0,0"/>
                </v:shape>
                <v:rect id="Rectangle 30" o:spid="_x0000_s1054" style="position:absolute;left:4405;top:994;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lNQsYA&#10;AADbAAAADwAAAGRycy9kb3ducmV2LnhtbESPQWvCQBSE74X+h+UVvNWNQUWja6iFQi9CtT3o7Zl9&#10;JiHZt+nuVtP+ercgeBxm5htmmfemFWdyvrasYDRMQBAXVtdcKvj6fHuegfABWWNrmRT8kod89fiw&#10;xEzbC2/pvAuliBD2GSqoQugyKX1RkUE/tB1x9E7WGQxRulJqh5cIN61Mk2QqDdYcFyrs6LWiotn9&#10;GAXr+Wz9/THmzd/2eKDD/thMUpcoNXjqXxYgAvXhHr6137WCdA7/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vlNQsYAAADbAAAADwAAAAAAAAAAAAAAAACYAgAAZHJz&#10;L2Rvd25yZXYueG1sUEsFBgAAAAAEAAQA9QAAAIsDAAAAAA==&#10;" fillcolor="black" stroked="f"/>
                <v:shape id="Freeform 31" o:spid="_x0000_s1055" style="position:absolute;left:3834;top:994;width:571;height:40;visibility:visible;mso-wrap-style:square;v-text-anchor:top" coordsize="571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rcNcEA&#10;AADbAAAADwAAAGRycy9kb3ducmV2LnhtbERP3WrCMBS+H+wdwhl4M2aqgrhqlDEcOCwUfx7g2Bzb&#10;YnJSkky7tzcXgpcf3/9i1VsjruRD61jBaJiBIK6cbrlWcDz8fMxAhIis0TgmBf8UYLV8fVlgrt2N&#10;d3Tdx1qkEA45Kmhi7HIpQ9WQxTB0HXHizs5bjAn6WmqPtxRujRxn2VRabDk1NNjRd0PVZf9nFazH&#10;J1+ecGuq7FCb4rcs3j/LQqnBW/81BxGpj0/xw73RCiZpffqSfoBc3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963DXBAAAA2wAAAA8AAAAAAAAAAAAAAAAAmAIAAGRycy9kb3du&#10;cmV2LnhtbFBLBQYAAAAABAAEAPUAAACGAwAAAAA=&#10;" path="m400,200l201,400r5510,l5711,,201,,,200,201,,,,,200r400,xe" fillcolor="black" stroked="f">
                  <v:path arrowok="t" o:connecttype="custom" o:connectlocs="40,20;20,40;571,40;571,0;20,0;0,20;20,0;0,0;0,20;40,20" o:connectangles="0,0,0,0,0,0,0,0,0,0"/>
                </v:shape>
                <v:shape id="Freeform 32" o:spid="_x0000_s1056" style="position:absolute;left:3834;top:1014;width:40;height:410;visibility:visible;mso-wrap-style:square;v-text-anchor:top" coordsize="400,4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IdxcQA&#10;AADbAAAADwAAAGRycy9kb3ducmV2LnhtbESPQWsCMRSE7wX/Q3iCN81aQexqFBUWBKFV68Hjc/Pc&#10;LG5etptU139vCkKPw8x8w8wWra3EjRpfOlYwHCQgiHOnSy4UHL+z/gSED8gaK8ek4EEeFvPO2wxT&#10;7e68p9shFCJC2KeowIRQp1L63JBFP3A1cfQurrEYomwKqRu8R7it5HuSjKXFkuOCwZrWhvLr4dcq&#10;sBJP52Kc5Z/L0fZr+1Gudj+ZUarXbZdTEIHa8B9+tTdawWgIf1/iD5Dz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CHcXEAAAA2wAAAA8AAAAAAAAAAAAAAAAAmAIAAGRycy9k&#10;b3ducmV2LnhtbFBLBQYAAAAABAAEAPUAAACJAwAAAAA=&#10;" path="m201,4097r199,l400,,,,,4097r201,xe" fillcolor="black" stroked="f">
                  <v:path arrowok="t" o:connecttype="custom" o:connectlocs="20,410;40,410;40,0;0,0;0,410;20,410" o:connectangles="0,0,0,0,0,0"/>
                </v:shape>
              </v:group>
            </w:pict>
          </mc:Fallback>
        </mc:AlternateContent>
      </w:r>
    </w:p>
    <w:p w:rsidR="00BE13F9" w:rsidRDefault="00BE13F9" w:rsidP="00BE13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BE13F9" w:rsidRDefault="00BE13F9" w:rsidP="00BE13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BE13F9" w:rsidRDefault="00BE13F9" w:rsidP="00BE13F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BE13F9" w:rsidRDefault="00BE13F9" w:rsidP="00BE13F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BE13F9" w:rsidRDefault="00BE13F9" w:rsidP="00BE13F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BE13F9" w:rsidRDefault="00BE13F9" w:rsidP="00BE13F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BE13F9" w:rsidRDefault="00BE13F9" w:rsidP="00BE13F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p>
    <w:p w:rsidR="00BE13F9" w:rsidRDefault="00BE13F9" w:rsidP="00BE13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4"/>
          <w:szCs w:val="24"/>
        </w:rPr>
      </w:pPr>
      <w:r>
        <w:rPr>
          <w:rFonts w:ascii="Times New Roman" w:hAnsi="Times New Roman" w:cs="Times New Roman"/>
          <w:b/>
          <w:sz w:val="24"/>
          <w:szCs w:val="24"/>
        </w:rPr>
        <w:t>Р І Ш Е Н Н Я</w:t>
      </w:r>
    </w:p>
    <w:p w:rsidR="00BE13F9" w:rsidRDefault="00BE13F9" w:rsidP="00BE13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p>
    <w:p w:rsidR="00BE13F9" w:rsidRDefault="00BE13F9" w:rsidP="00BE13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ХХХ</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 xml:space="preserve">ІІІ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BE13F9" w:rsidRDefault="00BE13F9" w:rsidP="00BE13F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jc w:val="center"/>
        <w:rPr>
          <w:rFonts w:ascii="Times New Roman" w:hAnsi="Times New Roman" w:cs="Times New Roman"/>
          <w:sz w:val="24"/>
          <w:szCs w:val="24"/>
        </w:rPr>
      </w:pPr>
      <w:r>
        <w:rPr>
          <w:rFonts w:ascii="Times New Roman" w:hAnsi="Times New Roman" w:cs="Times New Roman"/>
          <w:sz w:val="24"/>
          <w:szCs w:val="24"/>
        </w:rPr>
        <w:t>26.06.2020  року                                    Крупець                                                   №__</w:t>
      </w:r>
    </w:p>
    <w:p w:rsidR="00BE13F9" w:rsidRDefault="00BE13F9" w:rsidP="00BE13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BE13F9" w:rsidRDefault="00BE13F9" w:rsidP="00BE13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right="4252"/>
        <w:jc w:val="both"/>
        <w:rPr>
          <w:rFonts w:ascii="Times New Roman" w:hAnsi="Times New Roman"/>
          <w:b/>
          <w:sz w:val="24"/>
          <w:szCs w:val="24"/>
          <w:lang w:eastAsia="en-US"/>
        </w:rPr>
      </w:pPr>
      <w:r>
        <w:rPr>
          <w:rFonts w:ascii="Times New Roman" w:hAnsi="Times New Roman"/>
          <w:b/>
          <w:sz w:val="24"/>
          <w:szCs w:val="24"/>
          <w:lang w:eastAsia="en-US"/>
        </w:rPr>
        <w:t>Про затвердження передавального акта щодо передачі майна Спеціалізованого лісокомунального підприємства «Поляна», що реорганізується шляхом злиття</w:t>
      </w:r>
    </w:p>
    <w:p w:rsidR="00BE13F9" w:rsidRDefault="00BE13F9" w:rsidP="00BE13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sz w:val="24"/>
          <w:szCs w:val="24"/>
          <w:lang w:eastAsia="en-US"/>
        </w:rPr>
      </w:pPr>
    </w:p>
    <w:p w:rsidR="00BE13F9" w:rsidRDefault="00BE13F9" w:rsidP="00BE13F9">
      <w:pPr>
        <w:tabs>
          <w:tab w:val="left" w:pos="567"/>
        </w:tabs>
        <w:autoSpaceDE w:val="0"/>
        <w:autoSpaceDN w:val="0"/>
        <w:adjustRightInd w:val="0"/>
        <w:spacing w:after="0"/>
        <w:ind w:firstLine="567"/>
        <w:jc w:val="both"/>
        <w:rPr>
          <w:rFonts w:ascii="Times New Roman" w:hAnsi="Times New Roman"/>
          <w:sz w:val="24"/>
          <w:szCs w:val="24"/>
          <w:lang w:eastAsia="en-US"/>
        </w:rPr>
      </w:pPr>
      <w:r>
        <w:rPr>
          <w:rFonts w:ascii="Times New Roman" w:hAnsi="Times New Roman"/>
          <w:sz w:val="24"/>
          <w:szCs w:val="24"/>
          <w:lang w:eastAsia="en-US"/>
        </w:rPr>
        <w:t>Відповідно до статті 25, статті 60 Закону України «Про місцеве самоврядування в Україні», статей 104, 105, 107 Цивільного кодексу України, Законів України «Про державну реєстрацію юридичних осіб, фізичних осіб-підприємців та громадських формувань», «Про бухгалтерський облік та фінансову звітність в Україні», пункту 7 Розділу І Положення про інвентаризацію активів та зобов’язань, затвердженого наказом Міністерства фінансів України від 02 вересня 2014 року № 879, рішення Крупецької сільської ради від 21 лютого 2020 року № 96 «Про утворення Комунального підприємства Крупецької сільської ради «Спеціалізоване лісокомунальне господарство в результаті реорганізації шляхом злиття», сільська рада</w:t>
      </w:r>
    </w:p>
    <w:p w:rsidR="00BE13F9" w:rsidRDefault="00BE13F9" w:rsidP="00BE13F9">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lang w:eastAsia="en-US"/>
        </w:rPr>
      </w:pPr>
      <w:r>
        <w:rPr>
          <w:rFonts w:ascii="Times New Roman" w:hAnsi="Times New Roman"/>
          <w:sz w:val="24"/>
          <w:szCs w:val="24"/>
          <w:lang w:eastAsia="en-US"/>
        </w:rPr>
        <w:t xml:space="preserve">          ВИРІШИЛА:</w:t>
      </w:r>
    </w:p>
    <w:p w:rsidR="00BE13F9" w:rsidRDefault="00BE13F9" w:rsidP="00BE13F9">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pPr>
      <w:r>
        <w:t>1. Затвердити передавальний акт щодо передачі майна Спеціалізованого лісокомунального підприємства «Поляна» (ЄДРПОУ 31503613), місце знаходження: вул. Ветеранів, буд. 1, село Головлі, Славутський район, Хмельницька область, яке припиняється в результаті реорганізації шляхом злиття у нову юридичну особу – Комунальне підприємство Крупецької сільської ради «Спеціалізоване лісокомунальне підприємство» згідно з додатком, що додається.</w:t>
      </w:r>
    </w:p>
    <w:p w:rsidR="00BE13F9" w:rsidRDefault="00BE13F9" w:rsidP="00BE13F9">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lang w:eastAsia="ru-RU"/>
        </w:rPr>
      </w:pPr>
      <w:r>
        <w:t xml:space="preserve">2. Директору новоутвореного Комунального підприємства Крупецької сільської ради «Спеціалізоване лісокомунальне підприємство» </w:t>
      </w:r>
      <w:r>
        <w:rPr>
          <w:lang w:eastAsia="ru-RU"/>
        </w:rPr>
        <w:t>забезпечити облік майна, що підлягає передачі, на балансі підприємства.</w:t>
      </w:r>
    </w:p>
    <w:p w:rsidR="00BE13F9" w:rsidRDefault="00BE13F9" w:rsidP="00BE13F9">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lang w:eastAsia="ru-RU"/>
        </w:rPr>
      </w:pPr>
      <w:r>
        <w:t>3. Контроль за виконанням цього рішення покласти на постійну комісію з питань комунальної власності, житлово – комунального господарства, енергозбереження та транспорту та інфраструктури (Немец В.М.).</w:t>
      </w:r>
    </w:p>
    <w:p w:rsidR="00BE13F9" w:rsidRDefault="00BE13F9" w:rsidP="00BE13F9">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pPr>
    </w:p>
    <w:p w:rsidR="00BE13F9" w:rsidRDefault="00BE13F9" w:rsidP="00BE13F9">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pPr>
    </w:p>
    <w:p w:rsidR="00BE13F9" w:rsidRDefault="00BE13F9" w:rsidP="00BE13F9">
      <w:pPr>
        <w:pStyle w:val="HTML0"/>
        <w:spacing w:line="276" w:lineRule="auto"/>
        <w:rPr>
          <w:rFonts w:ascii="Times New Roman" w:hAnsi="Times New Roman"/>
        </w:rPr>
      </w:pPr>
      <w:r>
        <w:rPr>
          <w:rFonts w:ascii="Times New Roman" w:hAnsi="Times New Roman"/>
        </w:rPr>
        <w:t xml:space="preserve">Сільський голова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В.А. Михалюк </w:t>
      </w:r>
    </w:p>
    <w:p w:rsidR="004979B8" w:rsidRPr="00BE13F9" w:rsidRDefault="004979B8">
      <w:pPr>
        <w:rPr>
          <w:lang w:val="en-US"/>
        </w:rPr>
      </w:pPr>
      <w:bookmarkStart w:id="0" w:name="_GoBack"/>
      <w:bookmarkEnd w:id="0"/>
    </w:p>
    <w:sectPr w:rsidR="004979B8" w:rsidRPr="00BE13F9" w:rsidSect="00CC711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13F9"/>
    <w:rsid w:val="00171A2E"/>
    <w:rsid w:val="00304C90"/>
    <w:rsid w:val="004979B8"/>
    <w:rsid w:val="00505B6D"/>
    <w:rsid w:val="006D3977"/>
    <w:rsid w:val="007D6C18"/>
    <w:rsid w:val="00BE13F9"/>
    <w:rsid w:val="00D164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 w:type="character" w:customStyle="1" w:styleId="HTML">
    <w:name w:val="Стандартный HTML Знак"/>
    <w:aliases w:val="Знак2 Знак, Знак2 Знак"/>
    <w:basedOn w:val="a0"/>
    <w:link w:val="HTML0"/>
    <w:locked/>
    <w:rsid w:val="00BE13F9"/>
    <w:rPr>
      <w:rFonts w:ascii="SimSun" w:eastAsia="SimSun" w:hAnsi="SimSun" w:cs="Times New Roman"/>
      <w:sz w:val="24"/>
      <w:szCs w:val="24"/>
      <w:lang w:eastAsia="zh-CN"/>
    </w:rPr>
  </w:style>
  <w:style w:type="paragraph" w:styleId="HTML0">
    <w:name w:val="HTML Preformatted"/>
    <w:aliases w:val="Знак2, Знак2"/>
    <w:link w:val="HTML"/>
    <w:unhideWhenUsed/>
    <w:rsid w:val="00BE13F9"/>
    <w:pPr>
      <w:spacing w:after="0" w:line="240" w:lineRule="auto"/>
    </w:pPr>
    <w:rPr>
      <w:rFonts w:ascii="SimSun" w:eastAsia="SimSun" w:hAnsi="SimSun" w:cs="Times New Roman"/>
      <w:sz w:val="24"/>
      <w:szCs w:val="24"/>
      <w:lang w:eastAsia="zh-CN"/>
    </w:rPr>
  </w:style>
  <w:style w:type="character" w:customStyle="1" w:styleId="HTML1">
    <w:name w:val="Стандартный HTML Знак1"/>
    <w:basedOn w:val="a0"/>
    <w:uiPriority w:val="99"/>
    <w:semiHidden/>
    <w:rsid w:val="00BE13F9"/>
    <w:rPr>
      <w:rFonts w:ascii="Consolas" w:hAnsi="Consolas"/>
      <w:sz w:val="20"/>
      <w:szCs w:val="20"/>
      <w:lang w:val="uk-UA" w:eastAsia="uk-UA" w:bidi="ar-SA"/>
    </w:rPr>
  </w:style>
  <w:style w:type="character" w:customStyle="1" w:styleId="af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5"/>
    <w:uiPriority w:val="99"/>
    <w:locked/>
    <w:rsid w:val="00BE13F9"/>
    <w:rPr>
      <w:rFonts w:ascii="Times New Roman" w:eastAsia="Times New Roman" w:hAnsi="Times New Roman" w:cs="Times New Roman"/>
      <w:sz w:val="24"/>
      <w:szCs w:val="24"/>
    </w:rPr>
  </w:style>
  <w:style w:type="paragraph" w:styleId="af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f4"/>
    <w:uiPriority w:val="99"/>
    <w:unhideWhenUsed/>
    <w:qFormat/>
    <w:rsid w:val="00BE13F9"/>
    <w:pPr>
      <w:ind w:left="720"/>
      <w:contextualSpacing/>
    </w:pPr>
    <w:rPr>
      <w:rFonts w:ascii="Times New Roman" w:eastAsia="Times New Roman" w:hAnsi="Times New Roman" w:cs="Times New Roman"/>
      <w:sz w:val="24"/>
      <w:szCs w:val="24"/>
      <w:lang w:val="en-US" w:eastAsia="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 w:type="character" w:customStyle="1" w:styleId="HTML">
    <w:name w:val="Стандартный HTML Знак"/>
    <w:aliases w:val="Знак2 Знак, Знак2 Знак"/>
    <w:basedOn w:val="a0"/>
    <w:link w:val="HTML0"/>
    <w:locked/>
    <w:rsid w:val="00BE13F9"/>
    <w:rPr>
      <w:rFonts w:ascii="SimSun" w:eastAsia="SimSun" w:hAnsi="SimSun" w:cs="Times New Roman"/>
      <w:sz w:val="24"/>
      <w:szCs w:val="24"/>
      <w:lang w:eastAsia="zh-CN"/>
    </w:rPr>
  </w:style>
  <w:style w:type="paragraph" w:styleId="HTML0">
    <w:name w:val="HTML Preformatted"/>
    <w:aliases w:val="Знак2, Знак2"/>
    <w:link w:val="HTML"/>
    <w:unhideWhenUsed/>
    <w:rsid w:val="00BE13F9"/>
    <w:pPr>
      <w:spacing w:after="0" w:line="240" w:lineRule="auto"/>
    </w:pPr>
    <w:rPr>
      <w:rFonts w:ascii="SimSun" w:eastAsia="SimSun" w:hAnsi="SimSun" w:cs="Times New Roman"/>
      <w:sz w:val="24"/>
      <w:szCs w:val="24"/>
      <w:lang w:eastAsia="zh-CN"/>
    </w:rPr>
  </w:style>
  <w:style w:type="character" w:customStyle="1" w:styleId="HTML1">
    <w:name w:val="Стандартный HTML Знак1"/>
    <w:basedOn w:val="a0"/>
    <w:uiPriority w:val="99"/>
    <w:semiHidden/>
    <w:rsid w:val="00BE13F9"/>
    <w:rPr>
      <w:rFonts w:ascii="Consolas" w:hAnsi="Consolas"/>
      <w:sz w:val="20"/>
      <w:szCs w:val="20"/>
      <w:lang w:val="uk-UA" w:eastAsia="uk-UA" w:bidi="ar-SA"/>
    </w:rPr>
  </w:style>
  <w:style w:type="character" w:customStyle="1" w:styleId="af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5"/>
    <w:uiPriority w:val="99"/>
    <w:locked/>
    <w:rsid w:val="00BE13F9"/>
    <w:rPr>
      <w:rFonts w:ascii="Times New Roman" w:eastAsia="Times New Roman" w:hAnsi="Times New Roman" w:cs="Times New Roman"/>
      <w:sz w:val="24"/>
      <w:szCs w:val="24"/>
    </w:rPr>
  </w:style>
  <w:style w:type="paragraph" w:styleId="af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f4"/>
    <w:uiPriority w:val="99"/>
    <w:unhideWhenUsed/>
    <w:qFormat/>
    <w:rsid w:val="00BE13F9"/>
    <w:pPr>
      <w:ind w:left="720"/>
      <w:contextualSpacing/>
    </w:pPr>
    <w:rPr>
      <w:rFonts w:ascii="Times New Roman" w:eastAsia="Times New Roman" w:hAnsi="Times New Roman" w:cs="Times New Roman"/>
      <w:sz w:val="24"/>
      <w:szCs w:val="24"/>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057;&#1077;&#1089;&#1110;&#1103;\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Template>
  <TotalTime>0</TotalTime>
  <Pages>1</Pages>
  <Words>298</Words>
  <Characters>1705</Characters>
  <Application>Microsoft Office Word</Application>
  <DocSecurity>0</DocSecurity>
  <Lines>14</Lines>
  <Paragraphs>3</Paragraphs>
  <ScaleCrop>false</ScaleCrop>
  <Company>Microsoft</Company>
  <LinksUpToDate>false</LinksUpToDate>
  <CharactersWithSpaces>2000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Work</cp:lastModifiedBy>
  <cp:revision>1</cp:revision>
  <dcterms:created xsi:type="dcterms:W3CDTF">2020-06-24T15:09:00Z</dcterms:created>
  <dcterms:modified xsi:type="dcterms:W3CDTF">2020-06-24T15:09:00Z</dcterms:modified>
</cp:coreProperties>
</file>