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3B6" w:rsidRDefault="008F43B6" w:rsidP="008F43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F43B6" w:rsidRDefault="008F43B6" w:rsidP="008F43B6"/>
    <w:p w:rsidR="008F43B6" w:rsidRDefault="008F43B6" w:rsidP="008F43B6"/>
    <w:p w:rsidR="008F43B6" w:rsidRDefault="008F43B6" w:rsidP="008F43B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F43B6" w:rsidRDefault="008F43B6" w:rsidP="008F43B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F43B6" w:rsidRDefault="008F43B6" w:rsidP="008F43B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F43B6" w:rsidRDefault="008F43B6" w:rsidP="008F43B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F43B6" w:rsidRDefault="008F43B6" w:rsidP="008F43B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43B6" w:rsidRDefault="008F43B6" w:rsidP="008F43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F43B6" w:rsidRDefault="008F43B6" w:rsidP="008F43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F43B6" w:rsidRDefault="008F43B6" w:rsidP="008F43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F43B6" w:rsidRDefault="008F43B6" w:rsidP="008F43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43B6" w:rsidRDefault="008F43B6" w:rsidP="008F43B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№123</w:t>
      </w:r>
    </w:p>
    <w:p w:rsidR="008F43B6" w:rsidRDefault="008F43B6" w:rsidP="008F43B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F43B6" w:rsidRPr="006A5B10" w:rsidRDefault="008F43B6" w:rsidP="008F43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5B10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6A5B1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</w:p>
    <w:p w:rsidR="008F43B6" w:rsidRPr="006A5B10" w:rsidRDefault="008F43B6" w:rsidP="008F43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A5B10">
        <w:rPr>
          <w:rFonts w:ascii="Times New Roman" w:hAnsi="Times New Roman" w:cs="Times New Roman"/>
          <w:b/>
          <w:sz w:val="24"/>
          <w:szCs w:val="24"/>
        </w:rPr>
        <w:t>№27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b/>
          <w:sz w:val="24"/>
          <w:szCs w:val="24"/>
        </w:rPr>
        <w:t xml:space="preserve"> 24.04.2020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b/>
          <w:sz w:val="24"/>
          <w:szCs w:val="24"/>
        </w:rPr>
        <w:t xml:space="preserve">року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43B6" w:rsidRPr="006A5B10" w:rsidRDefault="008F43B6" w:rsidP="008F43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r w:rsidRPr="006A5B1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6A5B10"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 w:rsidRPr="006A5B10"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8F43B6" w:rsidRPr="006A5B10" w:rsidRDefault="008F43B6" w:rsidP="008F43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43B6" w:rsidRPr="006A5B10" w:rsidRDefault="008F43B6" w:rsidP="008F43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 1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26,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  Земельного кодексу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»,  ст.21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Х «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» Земельного кодексу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Мельничук С.О.,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8F43B6" w:rsidRPr="006A5B10" w:rsidRDefault="008F43B6" w:rsidP="008F43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>ВИРІШИЛА:</w:t>
      </w:r>
    </w:p>
    <w:p w:rsidR="008F43B6" w:rsidRPr="006A5B10" w:rsidRDefault="008F43B6" w:rsidP="008F43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 1.Внести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пункт 1.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№27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24.04.2020 року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6A5B10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A5B10"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 меж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Мельничук С.О.» 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доповнити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словами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виклавши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п.1, 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F43B6" w:rsidRPr="006A5B10" w:rsidRDefault="008F43B6" w:rsidP="008F43B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Мельничук </w:t>
      </w:r>
      <w:proofErr w:type="spellStart"/>
      <w:proofErr w:type="gramStart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Св</w:t>
      </w:r>
      <w:proofErr w:type="gram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ітлані</w:t>
      </w:r>
      <w:proofErr w:type="spell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Олександрівні</w:t>
      </w:r>
      <w:proofErr w:type="spell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B257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r w:rsidRPr="006A5B1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B2577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),та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½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частки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4,3184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5B10">
        <w:rPr>
          <w:rFonts w:ascii="Times New Roman" w:hAnsi="Times New Roman" w:cs="Times New Roman"/>
          <w:sz w:val="24"/>
          <w:szCs w:val="24"/>
        </w:rPr>
        <w:t xml:space="preserve">га у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>, (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номер: 6823984000:03:018:02162), для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район,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8F43B6" w:rsidRPr="006A5B10" w:rsidRDefault="008F43B6" w:rsidP="008F43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5B10">
        <w:rPr>
          <w:rFonts w:ascii="Times New Roman" w:hAnsi="Times New Roman" w:cs="Times New Roman"/>
          <w:sz w:val="24"/>
          <w:szCs w:val="24"/>
        </w:rPr>
        <w:t xml:space="preserve">          2. Контроль за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A5B1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6A5B1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8F43B6" w:rsidRPr="008F43B6" w:rsidRDefault="008F43B6" w:rsidP="008F43B6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35228C" w:rsidRPr="008F43B6" w:rsidRDefault="008F43B6" w:rsidP="008F43B6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6A5B10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6A5B10">
        <w:rPr>
          <w:rFonts w:ascii="Times New Roman" w:hAnsi="Times New Roman" w:cs="Times New Roman"/>
          <w:sz w:val="24"/>
          <w:szCs w:val="24"/>
        </w:rPr>
        <w:t xml:space="preserve">   голова                                                                                                </w:t>
      </w:r>
      <w:proofErr w:type="spellStart"/>
      <w:r w:rsidRPr="006A5B1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5228C" w:rsidRPr="008F43B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3B6"/>
    <w:rsid w:val="00171A2E"/>
    <w:rsid w:val="00304C90"/>
    <w:rsid w:val="0035228C"/>
    <w:rsid w:val="00505B6D"/>
    <w:rsid w:val="006D3977"/>
    <w:rsid w:val="007D6C18"/>
    <w:rsid w:val="008F43B6"/>
    <w:rsid w:val="00AB257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285</Words>
  <Characters>1631</Characters>
  <Application>Microsoft Office Word</Application>
  <DocSecurity>0</DocSecurity>
  <Lines>13</Lines>
  <Paragraphs>3</Paragraphs>
  <ScaleCrop>false</ScaleCrop>
  <Company>Microsoft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dcterms:created xsi:type="dcterms:W3CDTF">2020-07-02T12:23:00Z</dcterms:created>
  <dcterms:modified xsi:type="dcterms:W3CDTF">2020-07-02T13:35:00Z</dcterms:modified>
</cp:coreProperties>
</file>