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F2" w:rsidRPr="0066767B" w:rsidRDefault="00A977F2" w:rsidP="00A977F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A977F2" w:rsidRPr="0066767B" w:rsidRDefault="00A977F2" w:rsidP="00A9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77F2" w:rsidRPr="0066767B" w:rsidRDefault="00A977F2" w:rsidP="00A9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4A8EB3" wp14:editId="185129D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770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77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77F2" w:rsidRDefault="00A977F2" w:rsidP="00A97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C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MLsAA&#10;AADeAAAADwAAAGRycy9kb3ducmV2LnhtbERPy6rCMBDdX/AfwgjurmkVrFSjiKi4EMTXfmjGtthM&#10;ShO1/r0RBHdzOM+ZzltTiQc1rrSsIO5HIIgzq0vOFZxP6/8xCOeRNVaWScGLHMxnnb8ppto++UCP&#10;o89FCGGXooLC+zqV0mUFGXR9WxMH7mobgz7AJpe6wWcIN5UcRNFIGiw5NBRY07Kg7Ha8GwV2uNnu&#10;LvngMFxx4nmxH18v7U6pXrddTEB4av1P/HVvdZgfJ0kMn3fCDX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KML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g+scA&#10;AADeAAAADwAAAGRycy9kb3ducmV2LnhtbERPS2sCMRC+C/0PYQq9iGb14LZboxRh+/AguBV6HTbT&#10;zbabyZKkuvXXm4LQ23x8z1muB9uJI/nQOlYwm2YgiGunW24UHN7LyT2IEJE1do5JwS8FWK9uRkss&#10;tDvxno5VbEQK4VCgAhNjX0gZakMWw9T1xIn7dN5iTNA3Uns8pXDbyXmWLaTFllODwZ42hurv6scq&#10;+Cp35mOTn5/9+GFP53G5feneFkrd3Q5PjyAiDfFffHW/6jR/ludz+Hsn3S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0oP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hYMYA&#10;AADeAAAADwAAAGRycy9kb3ducmV2LnhtbESP3WrCQBCF74W+wzJCb6RuUqFK6ipStEhugj8PMGTH&#10;bDA7G7Jrkr69Wyj0boZz5nxn1tvRNqKnzteOFaTzBARx6XTNlYLr5fC2AuEDssbGMSn4IQ/bzctk&#10;jZl2A5+oP4dKxBD2GSowIbSZlL40ZNHPXUsctZvrLIa4dpXUHQ4x3DbyPUk+pMWaI8FgS1+Gyvv5&#10;YSOkWGCR34bL4XvEAfe54dnupNTrdNx9ggg0hn/z3/VRx/rpcrm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uhY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sLsQA&#10;AADeAAAADwAAAGRycy9kb3ducmV2LnhtbERPTUsDMRC9C/6HMII3m22pXVmbFqkKRfDQVhBvw2a6&#10;u7iZhGTsbv+9EYTe5vE+Z7keXa9OFFPn2cB0UoAirr3tuDHwcXi9ewCVBNli75kMnCnBenV9tcTK&#10;+oF3dNpLo3IIpwoNtCKh0jrVLTlMEx+IM3f00aFkGBttIw453PV6VhQL7bDj3NBioE1L9ff+xxl4&#10;H17CW7m4P4avOJ/p9GzlcyPG3N6MT4+ghEa5iP/dW5vnT8tyD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GLC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6cj8UA&#10;AADeAAAADwAAAGRycy9kb3ducmV2LnhtbESP0YrCMBBF34X9hzAL+yKaqqhLNYosKuJLUfcDhmZs&#10;is2kNFnb/XsjCL7NcO/cc2e57mwl7tT40rGC0TABQZw7XXKh4PeyG3yD8AFZY+WYFPyTh/Xqo7fE&#10;VLuWT3Q/h0LEEPYpKjAh1KmUPjdk0Q9dTRy1q2sshrg2hdQNtjHcVnKcJDNpseRIMFjTj6H8dv6z&#10;EZJNMDte28tu32GL26Ph/uak1Ndnt1mACNSFt/l1fdCx/mg+n8L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py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gXwsQA&#10;AADeAAAADwAAAGRycy9kb3ducmV2LnhtbERPTUvDQBC9C/0Pywje7KalJhK7LaVWEMGDVRBvQ3aa&#10;BLOzy+7YxH/vCoK3ebzPWW8nN6gzxdR7NrCYF6CIG297bg28vT5c34JKgmxx8EwGvinBdjO7WGNt&#10;/cgvdD5Kq3IIpxoNdCKh1jo1HTlMcx+IM3fy0aFkGFttI4453A16WRSldthzbugw0L6j5vP45Qw8&#10;j4fwVJU3p/ARV0ud7q2878WYq8tpdwdKaJJ/8Z/70eb5i6o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YF8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GvsMUA&#10;AADeAAAADwAAAGRycy9kb3ducmV2LnhtbERP30vDMBB+F/Y/hBN8EZdu4ip12dgGwYGCrAq+Hs2t&#10;LTaXksS1+++XgeDbfXw/b7kebSdO5EPrWMFsmoEgrpxpuVbw9akfnkGEiGywc0wKzhRgvZrcLLEw&#10;buADncpYixTCoUAFTYx9IWWoGrIYpq4nTtzReYsxQV9L43FI4baT8yxbSIstp4YGe9o1VP2Uv1bB&#10;9mOoH/19tR3d2/H1+0lro9+1Une34+YFRKQx/ov/3HuT5s/yPIfrO+kG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a+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5xPcYA&#10;AADeAAAADwAAAGRycy9kb3ducmV2LnhtbESPQW/CMAyF75P2HyJP4jZSEBuoEBDaVGmadhnwA6zG&#10;NIXGqZJQun8/HybtZus9v/d5sxt9pwaKqQ1sYDYtQBHXwbbcGDgdq+cVqJSRLXaBycAPJdhtHx82&#10;WNpw528aDrlREsKpRAMu577UOtWOPKZp6IlFO4foMcsaG20j3iXcd3peFK/aY8vS4LCnN0f19XDz&#10;BqrP+ddwvdlYhf248PTiLqt3Z8zkadyvQWUa87/57/rDCv5suRR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5xP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eWcUA&#10;AADeAAAADwAAAGRycy9kb3ducmV2LnhtbERP32vCMBB+H/g/hBvsRWbqZHN2RplCUHAw5ga+Hs3Z&#10;FptLSTJb/3szEPZ2H9/Pmy9724gz+VA7VjAeZSCIC2dqLhX8fOvHVxAhIhtsHJOCCwVYLgZ3c8yN&#10;6/iLzvtYihTCIUcFVYxtLmUoKrIYRq4lTtzReYsxQV9K47FL4baRT1n2Ii3WnBoqbGldUXHa/1oF&#10;q8+unPhhserd7rg5PGtt9IdW6uG+f38DEamP/+Kbe2vS/PF0OoO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p5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NHMYA&#10;AADeAAAADwAAAGRycy9kb3ducmV2LnhtbESPQWvDMAyF74P9B6PBbqvTsq0hrVtKS2CMXdbuB4hY&#10;i9PGcrDdNPv302Gwm4Se3nvfejv5Xo0UUxfYwHxWgCJugu24NfB1qp9KUCkjW+wDk4EfSrDd3N+t&#10;sbLhxp80HnOrxIRThQZczkOldWoceUyzMBDL7TtEj1nW2Gob8SbmvteLonjVHjuWBIcD7R01l+PV&#10;G6jfFx/j5WpjHXbTs6cXdy4PzpjHh2m3ApVpyv/iv+83K/Xny1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0NH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82b8IA&#10;AADeAAAADwAAAGRycy9kb3ducmV2LnhtbERPzWqDQBC+B/IOyxR6S1bTJg3WVUIhpR5r8gCDO1XR&#10;nTXuNurbdwuF3ubj+500n00v7jS61rKCeBuBIK6sbrlWcL2cN0cQziNr7C2TgoUc5Nl6lWKi7cSf&#10;dC99LUIIuwQVNN4PiZSuasig29qBOHBfdjToAxxrqUecQrjp5S6KDtJgy6GhwYHeGqq68tsoeF6m&#10;91u576KzNhQXT0PBvtor9fgwn15BeJr9v/jP/aHD/PjlGMPvO+EG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XzZ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++t8MA&#10;AADeAAAADwAAAGRycy9kb3ducmV2LnhtbERPS4vCMBC+C/sfwix409QefFTTIisu4mmt7p6HZmyL&#10;zaQ0Ueu/N8KCt/n4nrPKetOIG3WutqxgMo5AEBdW11wqOB23ozkI55E1NpZJwYMcZOnHYIWJtnc+&#10;0C33pQgh7BJUUHnfJlK6oiKDbmxb4sCdbWfQB9iVUnd4D+GmkXEUTaXBmkNDhS19VVRc8qtRcJ3+&#10;xSc+7/VPvnl8LzbbtZO/pVLDz369BOGp92/xv3unw/zJbB7D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++t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rMcYA&#10;AADeAAAADwAAAGRycy9kb3ducmV2LnhtbERPS2vCQBC+F/oflil4qxu1pDF1FRUE24Pi69DbNDtN&#10;0mZnY3ar8d+7QsHbfHzPGU1aU4kTNa60rKDXjUAQZ1aXnCvY7xbPCQjnkTVWlknBhRxMxo8PI0y1&#10;PfOGTlufixDCLkUFhfd1KqXLCjLourYmDty3bQz6AJtc6gbPIdxUsh9FsTRYcmgosKZ5Qdnv9s8o&#10;OKyTeLievb/8fKy+cGD08VOXsVKdp3b6BsJT6+/if/dSh/m912QAt3fCDX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yrM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k0cUA&#10;AADeAAAADwAAAGRycy9kb3ducmV2LnhtbERPTWvCQBC9F/wPywje6iZRYkhdRVtqS0/RFnodsmMS&#10;zM6G7FZjf70rFHqbx/uc5XowrThT7xrLCuJpBIK4tLrhSsHX5+tjBsJ5ZI2tZVJwJQfr1ehhibm2&#10;F97T+eArEULY5aig9r7LpXRlTQbd1HbEgTva3qAPsK+k7vESwk0rkyhKpcGGQ0ONHT3XVJ4OP0bB&#10;b/qNhXtLti8z7ek6z3b2o9gpNRkPmycQngb/L/5zv+swP15kc7i/E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KTR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lo5MQA&#10;AADeAAAADwAAAGRycy9kb3ducmV2LnhtbERP3WrCMBS+H+wdwhnsbk0VnbUziojC7jarD3BozpJi&#10;c1KbTOuefhkMvDsf3+9ZrAbXigv1ofGsYJTlIIhrrxs2Co6H3UsBIkRkja1nUnCjAKvl48MCS+2v&#10;vKdLFY1IIRxKVGBj7EopQ23JYch8R5y4L987jAn2RuoerynctXKc56/SYcOpwWJHG0v1qfp2Cs5+&#10;PNVDtcWP03b+2RgzOf/sJ0o9Pw3rNxCRhngX/7vfdZo/mhVT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JaO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QeMQA&#10;AADeAAAADwAAAGRycy9kb3ducmV2LnhtbERPyW7CMBC9I/UfrKnUGzhQNaRpDAKkSlyhPfQ4tSdL&#10;G49DbCDt12MkJG7z9NYploNtxYl63zhWMJ0kIIi1Mw1XCj4/3scZCB+QDbaOScEfeVguHkYF5sad&#10;eUenfahEDGGfo4I6hC6X0uuaLPqJ64gjV7reYoiwr6Tp8RzDbStnSZJKiw3Hhho72tSkf/dHq2Db&#10;fNNLqstXm6317uv/EJ7nP0app8dh9QYi0BDu4pt7a+L86TxL4fpOv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nkH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MNMYA&#10;AADeAAAADwAAAGRycy9kb3ducmV2LnhtbERPXYvCMBB8F+4/hD24N0314fSqUc4DQfEDzhN9XZq1&#10;KTab0sRa/70RhHub3dmZ2ZnMWluKhmpfOFbQ7yUgiDOnC84VHP4W3REIH5A1lo5JwZ08zKZvnQmm&#10;2t34l5p9yEU0YZ+iAhNClUrpM0MWfc9VxJE7u9piiGOdS13jLZrbUg6S5FNaLDgmGKzox1B22V+t&#10;ggZ39+Rk5tuvVbHJBrv5ca3jXn28t99jEIHa8H/8Ui91fL8/HA3hWSdi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MN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H3MUA&#10;AADeAAAADwAAAGRycy9kb3ducmV2LnhtbESPQU/DMAyF70j7D5GRuLF0PcDULZsmpE0coXDY0Wu8&#10;pltjV0lYC7+eHJC42XrP731ebyffqxuF2AkbWMwLUMSN2I5bA58f+8clqJiQLfbCZOCbImw3s7s1&#10;VlZGfqdbnVqVQzhWaMClNFRax8aRxziXgThrZwkeU15Dq23AMYf7XpdF8aQ9dpwbHA704qi51l/e&#10;wHhoTpfyfLTuJwyyr9/kUvZizMP9tFuBSjSlf/Pf9avN+IvnZebN7+Q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WIf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yUMQA&#10;AADeAAAADwAAAGRycy9kb3ducmV2LnhtbERPS2sCMRC+F/ofwhS81awedLsaxSdIqRRf93Ez7m6b&#10;TJZN1O2/bwoFb/PxPWc8ba0RN2p85VhBr5uAIM6drrhQcDysX1MQPiBrNI5JwQ95mE6en8aYaXfn&#10;Hd32oRAxhH2GCsoQ6kxKn5dk0XddTRy5i2sshgibQuoG7zHcGtlPkoG0WHFsKLGmRUn59/5qFaw/&#10;l+arv93NTjIsVsOzSd/nyw+lOi/tbAQiUBse4n/3Rsf5vWH6Bn/vxBv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sMl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QhMgA&#10;AADeAAAADwAAAGRycy9kb3ducmV2LnhtbESPQWvCQBCF7wX/wzIFL0U3Vmw1uooURIUWWi30Oman&#10;STA7G7JrjP/eORR6m2HevPe+xapzlWqpCaVnA6NhAoo487bk3MD3cTOYggoR2WLlmQzcKMBq2XtY&#10;YGr9lb+oPcRciQmHFA0UMdap1iEryGEY+ppYbr++cRhlbXJtG7yKuav0c5K8aIclS0KBNb0VlJ0P&#10;F2eg/Xw/5bs21Pvz9ClMxqft9sP+GNN/7NZzUJG6+C/++95ZqT96nQmA4MgMenk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+dCE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LAsYA&#10;AADeAAAADwAAAGRycy9kb3ducmV2LnhtbERPS2sCMRC+F/wPYQRvNbtSq65G0UKhl0J9HPQ2bsbd&#10;xc1kTaKu/fVNodDbfHzPmS1aU4sbOV9ZVpD2ExDEudUVFwp22/fnMQgfkDXWlknBgzws5p2nGWba&#10;3nlNt00oRAxhn6GCMoQmk9LnJRn0fdsQR+5kncEQoSukdniP4aaWgyR5lQYrjg0lNvRWUn7eXI2C&#10;1WS8uny98Of3+nigw/54Hg5colSv2y6nIAK14V/85/7QcX46mqT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kLAsYAAADeAAAADwAAAAAAAAAAAAAAAACYAgAAZHJz&#10;L2Rvd25yZXYueG1sUEsFBgAAAAAEAAQA9QAAAIsDAAAAAA==&#10;" fillcolor="black" stroked="f"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ibdcYA&#10;AADeAAAADwAAAGRycy9kb3ducmV2LnhtbERPS2vCQBC+C/6HZQq96cZAfaSuon1AoXrwcfA4zU6T&#10;JdnZkN1q2l/fFQRv8/E9Z77sbC3O1HrjWMFomIAgzp02XCg4Ht4HUxA+IGusHZOCX/KwXPR7c8y0&#10;u/COzvtQiBjCPkMFZQhNJqXPS7Loh64hjty3ay2GCNtC6hYvMdzWMk2SsbRoODaU2NBLSXm1/7EK&#10;Tp9jM90ZSr82f+s3vXmq1tvXSqnHh271DCJQF+7im/tDx/mjySyF6zvxBr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ibd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ZT3MQA&#10;AADeAAAADwAAAGRycy9kb3ducmV2LnhtbERPTWsCMRC9F/wPYQq91awW1G6NIpaiFw/all6HzXSz&#10;3c1kTaKu/nojCL3N433OdN7ZRhzJh8qxgkE/A0FcOF1xqeDr8+N5AiJEZI2NY1JwpgDzWe9hirl2&#10;J97ScRdLkUI45KjAxNjmUobCkMXQdy1x4n6dtxgT9KXUHk8p3DZymGUjabHi1GCwpaWhot4drAK/&#10;+HmvL3z4rrPL5hxWf91+gkapp8du8QYiUhf/xXf3Wqf5g/HrC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WU9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5948QA&#10;AADeAAAADwAAAGRycy9kb3ducmV2LnhtbERP22oCMRB9L/gPYYS+lJpVpNbVKCIUCpWClw8YN+Pu&#10;YjJZNlNd+/WmUPBtDuc682XnnbpQG+vABoaDDBRxEWzNpYHD/uP1HVQUZIsuMBm4UYTlovc0x9yG&#10;K2/pspNSpRCOORqoRJpc61hU5DEOQkOcuFNoPUqCbalti9cU7p0eZdmb9lhzaqiwoXVFxXn34w24&#10;0dFNvyZxI7eD3mS/XrYv39aY5363moES6uQh/nd/2jR/OJmO4e+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Ofe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ZIsUA&#10;AADeAAAADwAAAGRycy9kb3ducmV2LnhtbERPS2sCMRC+F/ofwhS81ayCfaxGqYqwFw/dWryOm3Gz&#10;NJksm6hrf70pFLzNx/ec2aJ3VpypC41nBaNhBoK48rrhWsHua/P8BiJEZI3WMym4UoDF/PFhhrn2&#10;F/6kcxlrkUI45KjAxNjmUobKkMMw9C1x4o6+cxgT7GqpO7ykcGflOMtepMOGU4PBllaGqp/y5BSs&#10;y9aOd4VZhv339nCwxe+G9mulBk/9xxREpD7exf/uQqf5o9f3Cf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0pki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1Y8IA&#10;AADeAAAADwAAAGRycy9kb3ducmV2LnhtbERPTYvCMBC9L/gfwgje1sQ91LUaRURB8LSuHrwNydhW&#10;m0lpsrb+e7OwsLd5vM9ZrHpXiwe1ofKsYTJWIIiNtxUXGk7fu/dPECEiW6w9k4YnBVgtB28LzK3v&#10;+Isex1iIFMIhRw1ljE0uZTAlOQxj3xAn7upbhzHBtpC2xS6Fu1p+KJVJhxWnhhIb2pRk7scfp+G2&#10;kwdvFJrz6dzt7fSyzahWWo+G/XoOIlIf/8V/7r1N8yfTWQa/76Qb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bVj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Hjn8QA&#10;AADeAAAADwAAAGRycy9kb3ducmV2LnhtbERPTWvCQBC9C/0PyxR6040W1EZXsYVCUTw0FvE4Zsck&#10;JDsbdleN/94VhN7m8T5nvuxMIy7kfGVZwXCQgCDOra64UPC3++5PQfiArLGxTApu5GG5eOnNMdX2&#10;yr90yUIhYgj7FBWUIbSplD4vyaAf2JY4cifrDIYIXSG1w2sMN40cJclYGqw4NpTY0ldJeZ2djYLD&#10;ecOn7ft65T7D3nY7X4+O01qpt9duNQMRqAv/4qf7R8f5w8nHBB7vxB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h45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in8kA&#10;AADeAAAADwAAAGRycy9kb3ducmV2LnhtbESPQW/CMAyF70j7D5En7QYpaGzQEdCYNIkL0mA7jJtp&#10;vLaicbokg8Kvxwek3Wy95/c+zxada9SRQqw9GxgOMlDEhbc1lwa+Pt/7E1AxIVtsPJOBM0VYzO96&#10;M8ytP/GGjttUKgnhmKOBKqU21zoWFTmMA98Si/bjg8Mkayi1DXiScNfoUZY9aYc1S0OFLb1VVBy2&#10;f87AcjpZ/n488vqy2e9o970/jEchM+bhvnt9AZWoS//m2/XKCv7weSq88o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eOin8kAAADeAAAADwAAAAAAAAAAAAAAAACYAgAA&#10;ZHJzL2Rvd25yZXYueG1sUEsFBgAAAAAEAAQA9QAAAI4DAAAAAA==&#10;" fillcolor="black" stroked="f"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kMrsQA&#10;AADeAAAADwAAAGRycy9kb3ducmV2LnhtbERPTUsDMRC9C/6HMII3m20FbbdNy1Ioiqdtq/Q63Yyb&#10;xc1kSWK6/nsjCL3N433OajPaXiTyoXOsYDopQBA3TnfcKng/7h7mIEJE1tg7JgU/FGCzvr1ZYand&#10;hfeUDrEVOYRDiQpMjEMpZWgMWQwTNxBn7tN5izFD30rt8ZLDbS9nRfEkLXacGwwOtDXUfB2+rYJ0&#10;3tbVYzols3/zVetd/fJxrpW6vxurJYhIY7yK/92vOs+fPi8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ZDK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Hg68cA&#10;AADeAAAADwAAAGRycy9kb3ducmV2LnhtbESPQU/DMAyF70j8h8hI3FhaDtPWLa3QBAi4sBWkcbQa&#10;01Q0TtWErvDr8QFpN1t+fu9922r2vZpojF1gA/kiA0XcBNtxa+D97eFmBSomZIt9YDLwQxGq8vJi&#10;i4UNJz7QVKdWiQnHAg24lIZC69g48hgXYSCW22cYPSZZx1bbEU9i7nt9m2VL7bFjSXA40M5R81V/&#10;ewMx390fX/zvevp4dPxaP7vlvnXGXF/NdxtQieZ0Fv9/P1mpn68yARAcmUG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x4Ov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77F2" w:rsidRDefault="00A977F2" w:rsidP="00A97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977F2" w:rsidRPr="0066767B" w:rsidRDefault="00A977F2" w:rsidP="00A977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977F2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A977F2" w:rsidRPr="0066767B" w:rsidRDefault="00A977F2" w:rsidP="00A977F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977F2" w:rsidRPr="0066767B" w:rsidRDefault="00A977F2" w:rsidP="00A977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A977F2" w:rsidRPr="0066767B" w:rsidRDefault="00A977F2" w:rsidP="00A977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A977F2" w:rsidRPr="0066767B" w:rsidRDefault="00A977F2" w:rsidP="00A977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A977F2" w:rsidRPr="0066767B" w:rsidRDefault="00A977F2" w:rsidP="00A977F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A977F2" w:rsidRPr="0066767B" w:rsidRDefault="00A977F2" w:rsidP="00A977F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A977F2" w:rsidRPr="0066767B" w:rsidRDefault="00A977F2" w:rsidP="00A977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A977F2" w:rsidRPr="0066767B" w:rsidRDefault="00A977F2" w:rsidP="00A977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A977F2" w:rsidRPr="0066767B" w:rsidRDefault="00A977F2" w:rsidP="00A977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Шинкаруку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 Г.П.</w:t>
      </w:r>
    </w:p>
    <w:p w:rsidR="00A977F2" w:rsidRPr="0066767B" w:rsidRDefault="00A977F2" w:rsidP="00A977F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977F2" w:rsidRPr="0066767B" w:rsidRDefault="00A977F2" w:rsidP="00A977F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977F2" w:rsidRPr="0066767B" w:rsidRDefault="00A977F2" w:rsidP="00A977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Шинкарука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Г.П.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A977F2" w:rsidRPr="0066767B" w:rsidRDefault="00A977F2" w:rsidP="00A977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A977F2" w:rsidRPr="0066767B" w:rsidRDefault="00A977F2" w:rsidP="00A977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977F2" w:rsidRPr="0066767B" w:rsidRDefault="00A977F2" w:rsidP="00A977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Шинкаруку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Георгію Петровичу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0,1939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977F2" w:rsidRDefault="00A977F2" w:rsidP="00A977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Шинкаруку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Геогію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Петровичу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FB2338">
        <w:rPr>
          <w:rFonts w:ascii="Times New Roman" w:eastAsia="Calibri" w:hAnsi="Times New Roman" w:cs="Times New Roman"/>
          <w:sz w:val="24"/>
          <w:lang w:val="en-US"/>
        </w:rPr>
        <w:t>_____________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FB233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0,1939 га, кадастровий номер: 6823984000:03:018:0322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рахунок 16.00 землі запасу (земельні ділянки кожної категорії земель, які не надані у  власність або користування громадянам чи юридичним особам)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977F2" w:rsidRPr="0066767B" w:rsidRDefault="00A977F2" w:rsidP="00A977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Шинкаруку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Г.П.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якому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977F2" w:rsidRPr="00A977F2" w:rsidRDefault="00A977F2" w:rsidP="00A977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977F2" w:rsidRPr="0066767B" w:rsidRDefault="00A977F2" w:rsidP="00A977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35141" w:rsidRPr="00A977F2" w:rsidRDefault="00A977F2" w:rsidP="00A977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235141" w:rsidRPr="00A977F2" w:rsidSect="00A977F2">
      <w:pgSz w:w="12240" w:h="15840"/>
      <w:pgMar w:top="568" w:right="144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04" w:rsidRDefault="00927004">
      <w:pPr>
        <w:spacing w:after="0" w:line="240" w:lineRule="auto"/>
      </w:pPr>
      <w:r>
        <w:separator/>
      </w:r>
    </w:p>
  </w:endnote>
  <w:endnote w:type="continuationSeparator" w:id="0">
    <w:p w:rsidR="00927004" w:rsidRDefault="0092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04" w:rsidRDefault="00927004">
      <w:pPr>
        <w:spacing w:after="0" w:line="240" w:lineRule="auto"/>
      </w:pPr>
      <w:r>
        <w:separator/>
      </w:r>
    </w:p>
  </w:footnote>
  <w:footnote w:type="continuationSeparator" w:id="0">
    <w:p w:rsidR="00927004" w:rsidRDefault="00927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7F2"/>
    <w:rsid w:val="00235141"/>
    <w:rsid w:val="00927004"/>
    <w:rsid w:val="009E4A2A"/>
    <w:rsid w:val="00A977F2"/>
    <w:rsid w:val="00FB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F2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F2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2021-01-18T12:01:00Z</dcterms:created>
  <dcterms:modified xsi:type="dcterms:W3CDTF">2021-01-18T12:21:00Z</dcterms:modified>
</cp:coreProperties>
</file>