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45" w:rsidRDefault="00213C45" w:rsidP="00213C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3C45" w:rsidRDefault="00213C45" w:rsidP="00213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3C45" w:rsidRDefault="00213C45" w:rsidP="00213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3C45" w:rsidRDefault="00213C45" w:rsidP="00213C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3C45" w:rsidRDefault="00213C45" w:rsidP="00213C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3C45" w:rsidRDefault="00213C45" w:rsidP="00213C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13C45" w:rsidRDefault="00213C45" w:rsidP="00213C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3C45" w:rsidRDefault="00213C45" w:rsidP="00213C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№50</w:t>
      </w:r>
    </w:p>
    <w:p w:rsidR="00213C45" w:rsidRPr="00B60227" w:rsidRDefault="00213C45" w:rsidP="00213C4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3C45" w:rsidRPr="00B60227" w:rsidRDefault="00213C45" w:rsidP="00213C4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B60227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B60227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Шпак В.І.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Шпак В.І.,  сільська рада </w:t>
      </w:r>
    </w:p>
    <w:p w:rsidR="00213C45" w:rsidRPr="00C21DA8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1. Надати  Шпак Валентині Іванівні, яка зареєстрована за адресою: </w:t>
      </w:r>
      <w:r w:rsidR="00CD5D95" w:rsidRPr="00CD5D95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B60227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0,1580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 xml:space="preserve">га, для </w:t>
      </w:r>
      <w:r w:rsidRPr="00B60227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B60227">
        <w:rPr>
          <w:rFonts w:ascii="Times New Roman" w:eastAsia="Calibri" w:hAnsi="Times New Roman" w:cs="Times New Roman"/>
          <w:sz w:val="24"/>
        </w:rPr>
        <w:t>,  яка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>.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2. Шпак В.І., розробити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13C45" w:rsidRPr="00B60227" w:rsidRDefault="00213C45" w:rsidP="00213C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13C45" w:rsidRPr="00B60227" w:rsidRDefault="00213C45" w:rsidP="00213C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3C45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3C45" w:rsidRPr="00B60227" w:rsidRDefault="00213C45" w:rsidP="00213C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3C45" w:rsidRPr="00B60227" w:rsidRDefault="00213C45" w:rsidP="00213C4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805C62" w:rsidRDefault="00805C62"/>
    <w:sectPr w:rsidR="00805C6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45"/>
    <w:rsid w:val="00171A2E"/>
    <w:rsid w:val="00213C45"/>
    <w:rsid w:val="00304C90"/>
    <w:rsid w:val="00505B6D"/>
    <w:rsid w:val="006D3977"/>
    <w:rsid w:val="007D6C18"/>
    <w:rsid w:val="00805C62"/>
    <w:rsid w:val="00CD5D9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13C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13C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13C4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13C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13C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13C4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980</Words>
  <Characters>560</Characters>
  <Application>Microsoft Office Word</Application>
  <DocSecurity>0</DocSecurity>
  <Lines>4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2021-03-31T05:43:00Z</dcterms:created>
  <dcterms:modified xsi:type="dcterms:W3CDTF">2021-03-31T06:14:00Z</dcterms:modified>
</cp:coreProperties>
</file>