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EAF" w:rsidRPr="00D815F3" w:rsidRDefault="003F7EAF" w:rsidP="003F7EAF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  <w:r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3F7EAF" w:rsidRPr="001869AA" w:rsidRDefault="003F7EAF" w:rsidP="003F7EAF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256" name="Группа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5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EAF" w:rsidRDefault="003F7EAF" w:rsidP="003F7E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7EAF" w:rsidRDefault="003F7EAF" w:rsidP="003F7E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EAF" w:rsidRDefault="003F7EAF" w:rsidP="003F7E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7EAF" w:rsidRDefault="003F7EAF" w:rsidP="003F7E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EAF" w:rsidRDefault="003F7EAF" w:rsidP="003F7E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7EAF" w:rsidRDefault="003F7EAF" w:rsidP="003F7E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EAF" w:rsidRDefault="003F7EAF" w:rsidP="003F7E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7EAF" w:rsidRDefault="003F7EAF" w:rsidP="003F7E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EAF" w:rsidRDefault="003F7EAF" w:rsidP="003F7E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7EAF" w:rsidRDefault="003F7EAF" w:rsidP="003F7E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EAF" w:rsidRDefault="003F7EAF" w:rsidP="003F7E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7EAF" w:rsidRDefault="003F7EAF" w:rsidP="003F7E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EAF" w:rsidRDefault="003F7EAF" w:rsidP="003F7E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7EAF" w:rsidRDefault="003F7EAF" w:rsidP="003F7E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EAF" w:rsidRDefault="003F7EAF" w:rsidP="003F7E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7EAF" w:rsidRDefault="003F7EAF" w:rsidP="003F7E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EAF" w:rsidRDefault="003F7EAF" w:rsidP="003F7E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7EAF" w:rsidRDefault="003F7EAF" w:rsidP="003F7E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EAF" w:rsidRDefault="003F7EAF" w:rsidP="003F7E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7EAF" w:rsidRDefault="003F7EAF" w:rsidP="003F7E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EAF" w:rsidRDefault="003F7EAF" w:rsidP="003F7E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EAF" w:rsidRDefault="003F7EAF" w:rsidP="003F7E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EAF" w:rsidRDefault="003F7EAF" w:rsidP="003F7E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EAF" w:rsidRDefault="003F7EAF" w:rsidP="003F7E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EAF" w:rsidRDefault="003F7EAF" w:rsidP="003F7E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EAF" w:rsidRDefault="003F7EAF" w:rsidP="003F7E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EAF" w:rsidRDefault="003F7EAF" w:rsidP="003F7E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EAF" w:rsidRDefault="003F7EAF" w:rsidP="003F7E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EAF" w:rsidRDefault="003F7EAF" w:rsidP="003F7E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EAF" w:rsidRDefault="003F7EAF" w:rsidP="003F7E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7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k+0cUA&#10;AADcAAAADwAAAGRycy9kb3ducmV2LnhtbESPzWrDMBCE74W+g9hCb41cm9bBiRJCaUsOgWInvi/W&#10;+odaK2OpjvP2USGQ4zAz3zDr7Wx6MdHoOssKXhcRCOLK6o4bBafj18sShPPIGnvLpOBCDrabx4c1&#10;ZtqeOaep8I0IEHYZKmi9HzIpXdWSQbewA3Hwajsa9EGOjdQjngPc9DKOondpsOOw0OJAHy1Vv8Wf&#10;UWCT7/2hbOI8+eTU8+5nWZfzQannp3m3AuFp9vfwrb3XCuK3FP7PhCMgN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ST7RxQAAANw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F7EAF" w:rsidRDefault="003F7EAF" w:rsidP="003F7E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Y0vMQA&#10;AADcAAAADwAAAGRycy9kb3ducmV2LnhtbERPy2oCMRTdC/5DuIIbqRmF2nY0igjTh4uCttDtZXKd&#10;jE5uhiTq1K9vFgWXh/NerDrbiAv5UDtWMBlnIIhLp2uuFHx/FQ/PIEJE1tg4JgW/FGC17PcWmGt3&#10;5R1d9rESKYRDjgpMjG0uZSgNWQxj1xIn7uC8xZigr6T2eE3htpHTLJtJizWnBoMtbQyVp/3ZKjgW&#10;n+Zn83R79aOXHd1Gxfat+ZgpNRx06zmISF28i//d71rB9DGtTWfSEZ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GNLz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F7EAF" w:rsidRDefault="003F7EAF" w:rsidP="003F7E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BEL8IA&#10;AADcAAAADwAAAGRycy9kb3ducmV2LnhtbESP3YrCMBCF7wXfIYzgjaypLspajSKyLuJN8ecBhmZs&#10;is2kNFlb336zIHh5OD8fZ7XpbCUe1PjSsYLJOAFBnDtdcqHgetl/fIHwAVlj5ZgUPMnDZt3vrTDV&#10;ruUTPc6hEHGEfYoKTAh1KqXPDVn0Y1cTR+/mGoshyqaQusE2jttKTpNkLi2WHAkGa9oZyu/nXxsh&#10;2Sdmx1t72f902OL30fBoe1JqOOi2SxCBuvAOv9oHrWA6W8D/mXgE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MEQvwgAAANw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F7EAF" w:rsidRDefault="003F7EAF" w:rsidP="003F7E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9+0MIA&#10;AADcAAAADwAAAGRycy9kb3ducmV2LnhtbERPTUvDQBC9C/0PyxS82U2DRondllIVRPDQKpTehuw0&#10;CWZnl92xif/ePQgeH+97tZncoC4UU+/ZwHJRgCJuvO25NfD58XLzACoJssXBMxn4oQSb9exqhbX1&#10;I+/pcpBW5RBONRroREKtdWo6cpgWPhBn7uyjQ8kwttpGHHO4G3RZFJV22HNu6DDQrqPm6/DtDLyP&#10;z+Htvro7h1O8LXV6snLciTHX82n7CEpokn/xn/vVGiirPD+fyUdAr3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f37QwgAAANw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F7EAF" w:rsidRDefault="003F7EAF" w:rsidP="003F7E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qClMIA&#10;AADcAAAADwAAAGRycy9kb3ducmV2LnhtbESP3YrCMBCF7wXfIYywN7KmKojURpFlXcQbse4DDM20&#10;KTaT0mRt9+2NIHh5OD8fJ9sNthF36nztWMF8loAgLpyuuVLwez18rkH4gKyxcUwK/snDbjseZZhq&#10;1/OF7nmoRBxhn6ICE0KbSukLQxb9zLXE0StdZzFE2VVSd9jHcdvIRZKspMWaI8FgS1+Gilv+ZyPk&#10;vMTzqeyvh58Be/w+GZ7uL0p9TIb9BkSgIbzDr/ZRK1is5vA8E4+A3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KoKU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F7EAF" w:rsidRDefault="003F7EAF" w:rsidP="003F7E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FFPMUA&#10;AADcAAAADwAAAGRycy9kb3ducmV2LnhtbESPQUvDQBSE74L/YXmCN7sxaCyx21LaCiJ4sArF2yP7&#10;mgSzb5fd1yb+e1cQPA4z8w2zWE1uUGeKqfds4HZWgCJuvO25NfDx/nQzB5UE2eLgmQx8U4LV8vJi&#10;gbX1I7/ReS+tyhBONRroREKtdWo6cphmPhBn7+ijQ8kyttpGHDPcDbosiko77DkvdBho01HztT85&#10;A6/jLrw8VPfH8BnvSp22Vg4bMeb6alo/ghKa5D/81362BsqqhN8z+Qjo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4UU8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F7EAF" w:rsidRDefault="003F7EAF" w:rsidP="003F7E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YctsUA&#10;AADcAAAADwAAAGRycy9kb3ducmV2LnhtbESPQWsCMRSE7wX/Q3iCl6LZKhVZjaKF0IKFUhW8PjbP&#10;3cXNy5JEd/vvG6HQ4zAz3zCrTW8bcScfascKXiYZCOLCmZpLBaejHi9AhIhssHFMCn4owGY9eFph&#10;blzH33Q/xFIkCIccFVQxtrmUoajIYpi4ljh5F+ctxiR9KY3HLsFtI6dZNpcWa04LFbb0VlFxPdys&#10;gt1XV878c7Hr3f7yfn7V2uhPrdRo2G+XICL18T/81/4wCqbzGTzOpCM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Fhy2xQAAANw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F7EAF" w:rsidRDefault="003F7EAF" w:rsidP="003F7E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1NgR8MA&#10;AADcAAAADwAAAGRycy9kb3ducmV2LnhtbESP3YrCMBSE7xd8h3AWvFvTLSpSjSIuhUX2xp8HODRn&#10;m67NSUlirW9vFgQvh5n5hlltBtuKnnxoHCv4nGQgiCunG64VnE/lxwJEiMgaW8ek4E4BNuvR2woL&#10;7W58oP4Ya5EgHApUYGLsCilDZchimLiOOHm/zluMSfpaao+3BLetzLNsLi02nBYMdrQzVF2OV6ug&#10;3Oc//eWqfem2w9TSzPwtvoxS4/dhuwQRaYiv8LP9rRXk8yn8n0lHQK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1NgR8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F7EAF" w:rsidRDefault="003F7EAF" w:rsidP="003F7E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MhWcUA&#10;AADcAAAADwAAAGRycy9kb3ducmV2LnhtbESPQWsCMRSE7wX/Q3iCl6LZWhRZjaKF0IKFUhW8PjbP&#10;3cXNy5JEd/vvTaHQ4zAz3zCrTW8bcScfascKXiYZCOLCmZpLBaejHi9AhIhssHFMCn4owGY9eFph&#10;blzH33Q/xFIkCIccFVQxtrmUoajIYpi4ljh5F+ctxiR9KY3HLsFtI6dZNpcWa04LFbb0VlFxPdys&#10;gt1XV77652LXu/3l/TzT2uhPrdRo2G+XICL18T/81/4wCqbzGfyeSUdAr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syFZxQAAANw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F7EAF" w:rsidRDefault="003F7EAF" w:rsidP="003F7E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ZTAcQA&#10;AADcAAAADwAAAGRycy9kb3ducmV2LnhtbESPwWrDMBBE74X8g9hAb41c0zTBjRxCiyGUXprkAxZr&#10;a7m2VkZSHOfvq0Cgx2Fm3jCb7WR7MZIPrWMFz4sMBHHtdMuNgtOxelqDCBFZY++YFFwpwLacPWyw&#10;0O7C3zQeYiMShEOBCkyMQyFlqA1ZDAs3ECfvx3mLMUnfSO3xkuC2l3mWvUqLLacFgwO9G6q7w9kq&#10;qD7zr7E7a1+53fRiaWl+1x9Gqcf5tHsDEWmK/+F7e68V5Ksl3M6kIy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GUwHEAAAA3A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F7EAF" w:rsidRDefault="003F7EAF" w:rsidP="003F7E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+4tcEA&#10;AADcAAAADwAAAGRycy9kb3ducmV2LnhtbESP3YrCMBSE7wXfIRzBO039q1KNIgsuemn1AQ7NsS02&#10;J7XJ2vr2G0HwcpiZb5jNrjOVeFLjSssKJuMIBHFmdcm5guvlMFqBcB5ZY2WZFLzIwW7b720w0bbl&#10;Mz1Tn4sAYZeggsL7OpHSZQUZdGNbEwfvZhuDPsgml7rBNsBNJadRFEuDJYeFAmv6KSi7p39GwfzV&#10;/j7SxT06aEOT06w+sc8WSg0H3X4NwlPnv+FP+6gVTJcxvM+EIyC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n/uLXBAAAA3A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F7EAF" w:rsidRDefault="003F7EAF" w:rsidP="003F7E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juW8IA&#10;AADcAAAADwAAAGRycy9kb3ducmV2LnhtbESPzarCMBSE9xd8h3AEd9fULvRajSKKIq689Wd9aI5t&#10;sTkpTdT69kYQXA4z8w0znbemEndqXGlZwaAfgSDOrC45V3A8rH//QDiPrLGyTAqe5GA+6/xMMdH2&#10;wf90T30uAoRdggoK7+tESpcVZND1bU0cvIttDPogm1zqBh8BbioZR9FQGiw5LBRY07Kg7JrejILb&#10;8Bwf+bLT+3T13IxX64WTp1ypXrddTEB4av03/GlvtYJ4NIL3mXAE5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eO5b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F7EAF" w:rsidRDefault="003F7EAF" w:rsidP="003F7E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4dO8QA&#10;AADcAAAADwAAAGRycy9kb3ducmV2LnhtbERPu27CMBTdK/EP1kXqVpzSKkCIg9pKSLRDEa+B7RLf&#10;JoH4Oo1dCH+Ph0qMR+edzjpTizO1rrKs4HkQgSDOra64ULDdzJ/GIJxH1lhbJgVXcjDLeg8pJtpe&#10;eEXntS9ECGGXoILS+yaR0uUlGXQD2xAH7se2Bn2AbSF1i5cQbmo5jKJYGqw4NJTY0EdJ+Wn9ZxTs&#10;luN4snz/fD1+fR/wxejfva5ipR773dsUhKfO38X/7oVWMByFteFMOAIy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uHTvEAAAA3A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F7EAF" w:rsidRDefault="003F7EAF" w:rsidP="003F7E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Ox28YA&#10;AADcAAAADwAAAGRycy9kb3ducmV2LnhtbESPS2vDMBCE74X8B7GB3hK5bsjDjWzahqQhJ+cBvS7W&#10;1ja1VsZSEqe/vioEehxm5htmmfWmERfqXG1ZwdM4AkFcWF1zqeB0XI/mIJxH1thYJgU3cpClg4cl&#10;JtpeeU+Xgy9FgLBLUEHlfZtI6YqKDLqxbYmD92U7gz7IrpS6w2uAm0bGUTSVBmsOCxW29F5R8X04&#10;GwU/00/M3Uf8tnrWnm6T+cbu8o1Sj8P+9QWEp97/h+/trVYQzxbwdyYcAZn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2Ox28YAAADc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F7EAF" w:rsidRDefault="003F7EAF" w:rsidP="003F7E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sVj8IA&#10;AADcAAAADwAAAGRycy9kb3ducmV2LnhtbERP3WrCMBS+F/YO4Qi709TSja4zypAOdrdZ9wCH5iwt&#10;Nie1iW3n05uLwS4/vv/tfradGGnwrWMFm3UCgrh2umWj4Pv0vspB+ICssXNMCn7Jw373sNhiod3E&#10;RxqrYEQMYV+ggiaEvpDS1w1Z9GvXE0fuxw0WQ4SDkXrAKYbbTqZJ8iwtthwbGuzp0FB9rq5WwcWl&#10;T3quSvw8ly9frTHZ5XbMlHpczm+vIALN4V/85/7QCtI8zo9n4hGQu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axWPwgAAANw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F7EAF" w:rsidRDefault="003F7EAF" w:rsidP="003F7E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oiQ8UA&#10;AADcAAAADwAAAGRycy9kb3ducmV2LnhtbESPS2/CMBCE75X6H6ytxI04gKBpiEFQqRJXHocet/bm&#10;QeN1GruQ8uvrSkg9jmbmG02xHmwrLtT7xrGCSZKCINbONFwpOB3fxhkIH5ANto5JwQ95WK8eHwrM&#10;jbvyni6HUIkIYZ+jgjqELpfS65os+sR1xNErXW8xRNlX0vR4jXDbymmaLqTFhuNCjR291qQ/D99W&#10;wa75oPlCly822+r9++0rzJ7PRqnR07BZggg0hP/wvb0zCqbZBP7OxCM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GiJDxQAAANw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F7EAF" w:rsidRDefault="003F7EAF" w:rsidP="003F7E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gAE8EA&#10;AADcAAAADwAAAGRycy9kb3ducmV2LnhtbERPW2vCMBR+F/YfwhnsTdP1YbhqFCsIjm2CF/T10Byb&#10;suakNLGt/34ZDHz87nzz5WBr0VHrK8cKXicJCOLC6YpLBafjZjwF4QOyxtoxKbiTh+XiaTTHTLue&#10;99QdQiliCfsMFZgQmkxKXxiy6CeuIY7a1bUWQ4RtKXWLfSy3tUyT5E1arDguGGxobaj4Odysgg53&#10;9+Ri8u/3j+qrSHf5+VNHXr08D6sZiEBDeJj/01utIJ2m8HcmHgG5+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d4ABP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F7EAF" w:rsidRDefault="003F7EAF" w:rsidP="003F7E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UtacMA&#10;AADcAAAADwAAAGRycy9kb3ducmV2LnhtbESPQUvDQBSE70L/w/IKvdmNgUqJ3ZYiVDxq9NDjM/ua&#10;TZt9L+yuTfTXu4LgcZiZb5jNbvK9ulKInbCBu2UBirgR23Fr4P3tcLsGFROyxV6YDHxRhN12drPB&#10;ysrIr3StU6syhGOFBlxKQ6V1bBx5jEsZiLN3kuAxZRlabQOOGe57XRbFvfbYcV5wONCjo+ZSf3oD&#10;41PzcS5PR+u+wyCH+kXOZS/GLObT/gFUoin9h//az9ZAuV7B75l8BP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8UtacMAAADc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F7EAF" w:rsidRDefault="003F7EAF" w:rsidP="003F7E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j+P8UA&#10;AADcAAAADwAAAGRycy9kb3ducmV2LnhtbESPS2vDMBCE74X+B7GB3Bo5PiTGiRLyhBJaSl73jbWx&#10;nUorY6mJ+++rQqHHYWa+Yabzzhpxp9bXjhUMBwkI4sLpmksFp+P2JQPhA7JG45gUfJOH+ez5aYq5&#10;dg/e0/0QShEh7HNUUIXQ5FL6oiKLfuAa4uhdXWsxRNmWUrf4iHBrZJokI2mx5rhQYUOriorPw5dV&#10;sP1Ym1v6vl+cZVhtxheT7ZbrN6X6vW4xARGoC//hv/arVpBmI/g9E4+An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6P4/xQAAANw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F7EAF" w:rsidRDefault="003F7EAF" w:rsidP="003F7E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QoD8YA&#10;AADcAAAADwAAAGRycy9kb3ducmV2LnhtbESPQWvCQBSE7wX/w/IEL6VuatGGmI1IQbSgoLbg9Zl9&#10;JsHs25DdxvTfu0Khx2FmvmHSRW9q0VHrKssKXscRCOLc6ooLBd9fq5cYhPPIGmvLpOCXHCyywVOK&#10;ibY3PlB39IUIEHYJKii9bxIpXV6SQTe2DXHwLrY16INsC6lbvAW4qeUkimbSYMVhocSGPkrKr8cf&#10;o6Dbb8/FpnPN5zV+dtO383q90yelRsN+OQfhqff/4b/2RiuYxO/wOBOOgMz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iQoD8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F7EAF" w:rsidRDefault="003F7EAF" w:rsidP="003F7E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kQ18UA&#10;AADbAAAADwAAAGRycy9kb3ducmV2LnhtbESPQWsCMRSE70L/Q3iF3txsRUVXo1RB6KWgtod6e26e&#10;u4ublzVJdfXXG0HocZiZb5jpvDW1OJPzlWUF70kKgji3uuJCwc/3qjsC4QOyxtoyKbiSh/nspTPF&#10;TNsLb+i8DYWIEPYZKihDaDIpfV6SQZ/Yhjh6B+sMhihdIbXDS4SbWvbSdCgNVhwXSmxoWVJ+3P4Z&#10;BYvxaHFa9/nrttnvaPe7Pw56LlXq7bX9mIAI1Ib/8LP9qRWMh/D4En+An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2RDXxQAAANsAAAAPAAAAAAAAAAAAAAAAAJgCAABkcnMv&#10;ZG93bnJldi54bWxQSwUGAAAAAAQABAD1AAAAigMAAAAA&#10;" fillcolor="black" stroked="f">
                  <v:textbox>
                    <w:txbxContent>
                      <w:p w:rsidR="003F7EAF" w:rsidRDefault="003F7EAF" w:rsidP="003F7E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rAWscA&#10;AADbAAAADwAAAGRycy9kb3ducmV2LnhtbESPzWvCQBTE70L/h+UVvOmmgh9NXaV+FITaQ2wPPb5m&#10;X5Ml2bchu2rqX98VBI/DzPyGmS87W4sTtd44VvA0TEAQ504bLhR8fb4NZiB8QNZYOyYFf+RhuXjo&#10;zTHV7swZnQ6hEBHCPkUFZQhNKqXPS7Loh64hjt6vay2GKNtC6hbPEW5rOUqSibRoOC6U2NC6pLw6&#10;HK2C7/eJmWWGRj/7y2qr9+Nq9bGplOo/dq8vIAJ14R6+tXdawfMUrl/iD5CL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zqwFrHAAAA2w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F7EAF" w:rsidRDefault="003F7EAF" w:rsidP="003F7E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+QoDMAA&#10;AADbAAAADwAAAGRycy9kb3ducmV2LnhtbERPPW/CMBDdK/EfrENiKw4MiKYYhIoqWBigINZTfI3T&#10;xOfUNhD49XhAYnx637NFZxtxIR8qxwpGwwwEceF0xaWCw8/3+xREiMgaG8ek4EYBFvPe2wxz7a68&#10;o8s+liKFcMhRgYmxzaUMhSGLYeha4sT9Om8xJuhLqT1eU7ht5DjLJtJixanBYEtfhop6f7YK/PK0&#10;qu98PtbZfXsL67/uf4pGqUG/W36CiNTFl/jp3mgFH2ls+pJ+gJw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+QoDMAAAADbAAAADwAAAAAAAAAAAAAAAACYAgAAZHJzL2Rvd25y&#10;ZXYueG1sUEsFBgAAAAAEAAQA9QAAAIU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F7EAF" w:rsidRDefault="003F7EAF" w:rsidP="003F7E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bHf8QA&#10;AADbAAAADwAAAGRycy9kb3ducmV2LnhtbESPUWvCQBCE3wX/w7FCX6Re9KE2qaeUQqFQEYz+gG1u&#10;m4Te7YXcqrG/vlcQfBxm5htmtRm8U2fqYxvYwHyWgSKugm25NnA8vD8+g4qCbNEFJgNXirBZj0cr&#10;LGy48J7OpdQqQTgWaKAR6QqtY9WQxzgLHXHyvkPvUZLsa217vCS4d3qRZU/aY8tpocGO3hqqfsqT&#10;N+AWXy7/XMatXI96m/162U931piHyfD6AkpokHv41v6wBvIc/r+kH6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mx3/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F7EAF" w:rsidRDefault="003F7EAF" w:rsidP="003F7E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ImyMUA&#10;AADcAAAADwAAAGRycy9kb3ducmV2LnhtbESPQW/CMAyF75P4D5GRdhspHKapI6ANhNQLh3VMXE3j&#10;NdUSp2oCFH79fJi0m633/N7n5XoMXl1oSF1kA/NZAYq4ibbj1sDhc/f0AiplZIs+Mhm4UYL1avKw&#10;xNLGK3/Qpc6tkhBOJRpwOfel1qlxFDDNYk8s2nccAmZZh1bbAa8SHrxeFMWzDtixNDjsaeOo+anP&#10;wcC27v3iULn3dPzan06+uu/ouDXmcTq+vYLKNOZ/8991ZQW/EHx5Rib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AibIxQAAANw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F7EAF" w:rsidRDefault="003F7EAF" w:rsidP="003F7E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D9F8EA&#10;AADcAAAADwAAAGRycy9kb3ducmV2LnhtbERPPWvDMBDdA/0P4grdEskdnOBGCaXUEOhUJx6yHdLV&#10;dmKdjKXG7r+vAoVu93ift93Prhc3GkPnWUO2UiCIjbcdNxpOx3K5AREissXeM2n4oQD73cNii4X1&#10;E3/SrYqNSCEcCtTQxjgUUgbTksOw8gNx4r786DAmODbSjjilcNfLZ6Vy6bDj1NDiQG8tmWv17TRc&#10;SvnhjUJTn+rpYNfn95x6pfXT4/z6AiLSHP/Ff+6DTfNVBvdn0gVy9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TA/RfBAAAA3A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F7EAF" w:rsidRDefault="003F7EAF" w:rsidP="003F7E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h3dsMA&#10;AADcAAAADwAAAGRycy9kb3ducmV2LnhtbERPTWvCQBC9C/0PyxR6001TKCF1lVgQpKWHRpEex+yY&#10;hGRnw+5G03/fLQje5vE+Z7meTC8u5HxrWcHzIgFBXFndcq3gsN/OMxA+IGvsLZOCX/KwXj3Mlphr&#10;e+VvupShFjGEfY4KmhCGXEpfNWTQL+xAHLmzdQZDhK6W2uE1hptepknyKg22HBsaHOi9oaorR6Pg&#10;Z/zk89fLR+E24Winve/SU9Yp9fQ4FW8gAk3hLr65dzrOT1L4fyZe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Qh3dsMAAADc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F7EAF" w:rsidRDefault="003F7EAF" w:rsidP="003F7E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/NWsQA&#10;AADcAAAADwAAAGRycy9kb3ducmV2LnhtbERPS2sCMRC+F/ofwhR6q4nWiq5GqYVCL0J9HPQ2bsbd&#10;xc1km6S6+usboeBtPr7nTGatrcWJfKgca+h2FAji3JmKCw2b9efLEESIyAZrx6ThQgFm08eHCWbG&#10;nXlJp1UsRArhkKGGMsYmkzLkJVkMHdcQJ+7gvMWYoC+k8XhO4baWPaUG0mLFqaHEhj5Kyo+rX6th&#10;PhrOf777vLgu9zvabffHt55XWj8/te9jEJHaeBf/u79Mmq9e4fZMuk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/zVrEAAAA3AAAAA8AAAAAAAAAAAAAAAAAmAIAAGRycy9k&#10;b3ducmV2LnhtbFBLBQYAAAAABAAEAPUAAACJAwAAAAA=&#10;" fillcolor="black" stroked="f">
                  <v:textbox>
                    <w:txbxContent>
                      <w:p w:rsidR="003F7EAF" w:rsidRDefault="003F7EAF" w:rsidP="003F7E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5YD8EA&#10;AADcAAAADwAAAGRycy9kb3ducmV2LnhtbERPS0vEMBC+C/6HMII3N1UXkbppKQuieOo+xOtsM9uU&#10;bSYlidn67zeC4G0+vues6tmOIpEPg2MF94sCBHHn9MC9gv3u9e4ZRIjIGkfHpOCHAtTV9dUKS+3O&#10;vKG0jb3IIRxKVGBinEopQ2fIYli4iThzR+ctxgx9L7XHcw63o3woiidpceDcYHCitaHutP22CtJh&#10;3TaP6SuZzYdveu/at89Dq9Ttzdy8gIg0x3/xn/td5/nFEn6fyRfI6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7+WA/BAAAA3AAAAA8AAAAAAAAAAAAAAAAAmAIAAGRycy9kb3du&#10;cmV2LnhtbFBLBQYAAAAABAAEAPUAAACG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F7EAF" w:rsidRDefault="003F7EAF" w:rsidP="003F7E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B6FsMA&#10;AADcAAAADwAAAGRycy9kb3ducmV2LnhtbERPTWvCQBC9C/0PyxR6MxsLFRtdpUhb1Is2LdjjkJ1m&#10;Q7OzIbvG6K93BcHbPN7nzBa9rUVHra8cKxglKQjiwumKSwU/3x/DCQgfkDXWjknBiTws5g+DGWba&#10;HfmLujyUIoawz1CBCaHJpPSFIYs+cQ1x5P5cazFE2JZSt3iM4baWz2k6lhYrjg0GG1oaKv7zg1Xg&#10;R8v3/caeX7vfT8PbfG3Gu9Io9fTYv01BBOrDXXxzr3Scn77A9Zl4gZx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vB6FsMAAADc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F7EAF" w:rsidRDefault="003F7EAF" w:rsidP="003F7E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F7EAF" w:rsidRPr="00D815F3" w:rsidRDefault="003F7EAF" w:rsidP="003F7EAF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</w:p>
    <w:p w:rsidR="003F7EAF" w:rsidRPr="001869AA" w:rsidRDefault="003F7EAF" w:rsidP="003F7EAF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3F7EAF" w:rsidRPr="001869AA" w:rsidRDefault="003F7EAF" w:rsidP="003F7EAF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3F7EAF" w:rsidRPr="001869AA" w:rsidRDefault="003F7EAF" w:rsidP="003F7EA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3F7EAF" w:rsidRPr="00D815F3" w:rsidRDefault="003F7EAF" w:rsidP="003F7EAF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6"/>
          <w:szCs w:val="16"/>
          <w:lang w:val="ru-RU" w:eastAsia="uk-UA"/>
        </w:rPr>
      </w:pPr>
    </w:p>
    <w:p w:rsidR="003F7EAF" w:rsidRPr="001869AA" w:rsidRDefault="003F7EAF" w:rsidP="003F7EAF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3F7EAF" w:rsidRPr="001869AA" w:rsidRDefault="003F7EAF" w:rsidP="003F7EAF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3F7EAF" w:rsidRPr="001869AA" w:rsidRDefault="003F7EAF" w:rsidP="003F7EAF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3F7EAF" w:rsidRPr="001869AA" w:rsidRDefault="003F7EAF" w:rsidP="003F7EAF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3F7EAF" w:rsidRPr="001869AA" w:rsidRDefault="003F7EAF" w:rsidP="003F7EAF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EAF" w:rsidRDefault="003F7EAF" w:rsidP="003F7E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7EAF" w:rsidRDefault="003F7EAF" w:rsidP="003F7E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EAF" w:rsidRDefault="003F7EAF" w:rsidP="003F7E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7EAF" w:rsidRDefault="003F7EAF" w:rsidP="003F7E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EAF" w:rsidRDefault="003F7EAF" w:rsidP="003F7E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7EAF" w:rsidRDefault="003F7EAF" w:rsidP="003F7E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EAF" w:rsidRDefault="003F7EAF" w:rsidP="003F7E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7EAF" w:rsidRDefault="003F7EAF" w:rsidP="003F7E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EAF" w:rsidRDefault="003F7EAF" w:rsidP="003F7E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7EAF" w:rsidRDefault="003F7EAF" w:rsidP="003F7E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EAF" w:rsidRDefault="003F7EAF" w:rsidP="003F7E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7EAF" w:rsidRDefault="003F7EAF" w:rsidP="003F7E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EAF" w:rsidRDefault="003F7EAF" w:rsidP="003F7E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7EAF" w:rsidRDefault="003F7EAF" w:rsidP="003F7E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EAF" w:rsidRDefault="003F7EAF" w:rsidP="003F7E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7EAF" w:rsidRDefault="003F7EAF" w:rsidP="003F7E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EAF" w:rsidRDefault="003F7EAF" w:rsidP="003F7E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7EAF" w:rsidRDefault="003F7EAF" w:rsidP="003F7E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EAF" w:rsidRDefault="003F7EAF" w:rsidP="003F7E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7EAF" w:rsidRDefault="003F7EAF" w:rsidP="003F7E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EAF" w:rsidRDefault="003F7EAF" w:rsidP="003F7E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EAF" w:rsidRDefault="003F7EAF" w:rsidP="003F7E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EAF" w:rsidRDefault="003F7EAF" w:rsidP="003F7E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EAF" w:rsidRDefault="003F7EAF" w:rsidP="003F7E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EAF" w:rsidRDefault="003F7EAF" w:rsidP="003F7E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EAF" w:rsidRDefault="003F7EAF" w:rsidP="003F7E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EAF" w:rsidRDefault="003F7EAF" w:rsidP="003F7E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EAF" w:rsidRDefault="003F7EAF" w:rsidP="003F7E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EAF" w:rsidRDefault="003F7EAF" w:rsidP="003F7E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EAF" w:rsidRDefault="003F7EAF" w:rsidP="003F7E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98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F7EAF" w:rsidRDefault="003F7EAF" w:rsidP="003F7E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F7EAF" w:rsidRDefault="003F7EAF" w:rsidP="003F7E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F7EAF" w:rsidRDefault="003F7EAF" w:rsidP="003F7E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F7EAF" w:rsidRDefault="003F7EAF" w:rsidP="003F7E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F7EAF" w:rsidRDefault="003F7EAF" w:rsidP="003F7E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F7EAF" w:rsidRDefault="003F7EAF" w:rsidP="003F7E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F7EAF" w:rsidRDefault="003F7EAF" w:rsidP="003F7E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F7EAF" w:rsidRDefault="003F7EAF" w:rsidP="003F7E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F7EAF" w:rsidRDefault="003F7EAF" w:rsidP="003F7E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F7EAF" w:rsidRDefault="003F7EAF" w:rsidP="003F7E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F7EAF" w:rsidRDefault="003F7EAF" w:rsidP="003F7E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F7EAF" w:rsidRDefault="003F7EAF" w:rsidP="003F7E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F7EAF" w:rsidRDefault="003F7EAF" w:rsidP="003F7E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F7EAF" w:rsidRDefault="003F7EAF" w:rsidP="003F7E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F7EAF" w:rsidRDefault="003F7EAF" w:rsidP="003F7E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F7EAF" w:rsidRDefault="003F7EAF" w:rsidP="003F7E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F7EAF" w:rsidRDefault="003F7EAF" w:rsidP="003F7E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F7EAF" w:rsidRDefault="003F7EAF" w:rsidP="003F7E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F7EAF" w:rsidRDefault="003F7EAF" w:rsidP="003F7E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F7EAF" w:rsidRDefault="003F7EAF" w:rsidP="003F7E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3F7EAF" w:rsidRDefault="003F7EAF" w:rsidP="003F7E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F7EAF" w:rsidRDefault="003F7EAF" w:rsidP="003F7E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F7EAF" w:rsidRDefault="003F7EAF" w:rsidP="003F7E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F7EAF" w:rsidRDefault="003F7EAF" w:rsidP="003F7E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F7EAF" w:rsidRDefault="003F7EAF" w:rsidP="003F7E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F7EAF" w:rsidRDefault="003F7EAF" w:rsidP="003F7E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F7EAF" w:rsidRDefault="003F7EAF" w:rsidP="003F7E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3F7EAF" w:rsidRDefault="003F7EAF" w:rsidP="003F7E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F7EAF" w:rsidRDefault="003F7EAF" w:rsidP="003F7E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F7EAF" w:rsidRDefault="003F7EAF" w:rsidP="003F7E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3F7EAF" w:rsidRDefault="003F7EAF" w:rsidP="003F7EAF">
      <w:pPr>
        <w:spacing w:after="0" w:line="240" w:lineRule="auto"/>
        <w:jc w:val="center"/>
        <w:rPr>
          <w:rFonts w:ascii="Times New Roman" w:hAnsi="Times New Roman"/>
          <w:b/>
        </w:rPr>
      </w:pPr>
      <w:r w:rsidRPr="001869AA">
        <w:rPr>
          <w:rFonts w:ascii="Times New Roman" w:hAnsi="Times New Roman"/>
          <w:b/>
        </w:rPr>
        <w:t>РІШЕННЯ</w:t>
      </w:r>
    </w:p>
    <w:p w:rsidR="003F7EAF" w:rsidRPr="001869AA" w:rsidRDefault="003F7EAF" w:rsidP="003F7EA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3F7EAF" w:rsidRDefault="003F7EAF" w:rsidP="003F7EAF">
      <w:pPr>
        <w:spacing w:after="0" w:line="240" w:lineRule="auto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lang w:val="en-US"/>
        </w:rPr>
        <w:t>III</w:t>
      </w:r>
      <w:r w:rsidRPr="001869AA">
        <w:rPr>
          <w:rFonts w:ascii="Times New Roman" w:hAnsi="Times New Roman"/>
          <w:color w:val="FF0000"/>
        </w:rPr>
        <w:t xml:space="preserve">  </w:t>
      </w:r>
      <w:r w:rsidRPr="001869AA">
        <w:rPr>
          <w:rFonts w:ascii="Times New Roman" w:hAnsi="Times New Roman"/>
        </w:rPr>
        <w:t>сесії</w:t>
      </w:r>
      <w:proofErr w:type="gramEnd"/>
      <w:r w:rsidRPr="001869AA">
        <w:rPr>
          <w:rFonts w:ascii="Times New Roman" w:hAnsi="Times New Roman"/>
        </w:rPr>
        <w:t xml:space="preserve"> сільської ради  </w:t>
      </w:r>
      <w:r>
        <w:rPr>
          <w:rFonts w:ascii="Times New Roman" w:hAnsi="Times New Roman"/>
          <w:lang w:val="en-US"/>
        </w:rPr>
        <w:t>VIII</w:t>
      </w:r>
      <w:r w:rsidRPr="001869AA">
        <w:rPr>
          <w:rFonts w:ascii="Times New Roman" w:hAnsi="Times New Roman"/>
        </w:rPr>
        <w:t xml:space="preserve"> скликання</w:t>
      </w:r>
    </w:p>
    <w:p w:rsidR="003F7EAF" w:rsidRPr="001869AA" w:rsidRDefault="003F7EAF" w:rsidP="003F7EAF">
      <w:pPr>
        <w:spacing w:after="0" w:line="240" w:lineRule="auto"/>
        <w:jc w:val="center"/>
        <w:rPr>
          <w:rFonts w:ascii="Times New Roman" w:hAnsi="Times New Roman"/>
        </w:rPr>
      </w:pPr>
    </w:p>
    <w:p w:rsidR="003F7EAF" w:rsidRPr="00312454" w:rsidRDefault="003F7EAF" w:rsidP="003F7EAF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_____.11</w:t>
      </w:r>
      <w:r w:rsidRPr="00312454">
        <w:rPr>
          <w:rFonts w:ascii="Times New Roman" w:hAnsi="Times New Roman"/>
          <w:sz w:val="24"/>
        </w:rPr>
        <w:t>.2020р.                         Крупець                                        №_____</w:t>
      </w:r>
    </w:p>
    <w:p w:rsidR="003F7EAF" w:rsidRPr="00A31AA4" w:rsidRDefault="003F7EAF" w:rsidP="003F7EAF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3F7EAF" w:rsidRPr="00A31AA4" w:rsidRDefault="003F7EAF" w:rsidP="003F7EAF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Про затвердження проекту землеустрою</w:t>
      </w:r>
    </w:p>
    <w:p w:rsidR="003F7EAF" w:rsidRPr="00A31AA4" w:rsidRDefault="003F7EAF" w:rsidP="003F7EAF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щодо відведення земельної ділянки  та</w:t>
      </w:r>
    </w:p>
    <w:p w:rsidR="003F7EAF" w:rsidRPr="00243225" w:rsidRDefault="003F7EAF" w:rsidP="003F7EAF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передачі  її у власність  </w:t>
      </w:r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Жук Л.М.</w:t>
      </w:r>
    </w:p>
    <w:p w:rsidR="003F7EAF" w:rsidRPr="00A31AA4" w:rsidRDefault="003F7EAF" w:rsidP="003F7EAF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3F7EAF" w:rsidRPr="00A31AA4" w:rsidRDefault="003F7EAF" w:rsidP="003F7EAF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розглянувши заяву Жук Л.М.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, сільська   рада    </w:t>
      </w:r>
    </w:p>
    <w:p w:rsidR="003F7EAF" w:rsidRPr="00A31AA4" w:rsidRDefault="003F7EAF" w:rsidP="003F7EAF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ВИРІШИЛА:</w:t>
      </w:r>
    </w:p>
    <w:p w:rsidR="003F7EAF" w:rsidRPr="00A31AA4" w:rsidRDefault="003F7EAF" w:rsidP="003F7EAF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3F7EAF" w:rsidRPr="00A31AA4" w:rsidRDefault="003F7EAF" w:rsidP="003F7EAF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1.Затвердит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и Жук Любові Михайлівні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проект землеустрою щодо відведення земельної ділянки, </w:t>
      </w:r>
      <w:r w:rsidRPr="00A31AA4">
        <w:rPr>
          <w:rFonts w:ascii="Times New Roman" w:eastAsia="Arial Unicode MS" w:hAnsi="Times New Roman"/>
          <w:sz w:val="24"/>
          <w:szCs w:val="24"/>
          <w:lang w:eastAsia="uk-UA"/>
        </w:rPr>
        <w:t xml:space="preserve">для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 </w:t>
      </w:r>
      <w:r w:rsidRPr="00A31AA4">
        <w:rPr>
          <w:rFonts w:ascii="Times New Roman" w:eastAsia="Arial Unicode MS" w:hAnsi="Times New Roman"/>
          <w:sz w:val="24"/>
          <w:szCs w:val="24"/>
          <w:lang w:eastAsia="uk-UA"/>
        </w:rPr>
        <w:t>ведення  особистого селянського господарства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, </w:t>
      </w:r>
      <w:r w:rsidRPr="00A31AA4">
        <w:rPr>
          <w:rFonts w:ascii="Times New Roman" w:eastAsia="Arial Unicode MS" w:hAnsi="Times New Roman"/>
          <w:sz w:val="24"/>
          <w:szCs w:val="24"/>
          <w:lang w:eastAsia="uk-UA"/>
        </w:rPr>
        <w:t xml:space="preserve">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площею 0,1500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га, яка розташована Хмельницька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  <w:lang w:eastAsia="uk-UA"/>
        </w:rPr>
        <w:t>с.Головлі</w:t>
      </w:r>
      <w:proofErr w:type="spellEnd"/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 на території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Крупецької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сільської ради.</w:t>
      </w:r>
    </w:p>
    <w:p w:rsidR="003F7EAF" w:rsidRDefault="003F7EAF" w:rsidP="003F7EAF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uk-UA"/>
        </w:rPr>
      </w:pPr>
      <w:r w:rsidRPr="004E3D91"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 xml:space="preserve">          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>2.Передат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и Жук Любові Михайлівні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>,  я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ка зареєстрована за адресою: </w:t>
      </w:r>
      <w:r w:rsidR="00833075">
        <w:rPr>
          <w:rFonts w:ascii="Times New Roman" w:eastAsia="Arial Unicode MS" w:hAnsi="Times New Roman"/>
          <w:sz w:val="24"/>
          <w:szCs w:val="24"/>
          <w:lang w:val="en-US" w:eastAsia="uk-UA"/>
        </w:rPr>
        <w:t>_______________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,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 xml:space="preserve"> ідентифікаційний номер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 </w:t>
      </w:r>
      <w:r w:rsidR="00833075">
        <w:rPr>
          <w:rFonts w:ascii="Times New Roman" w:eastAsia="Arial Unicode MS" w:hAnsi="Times New Roman"/>
          <w:sz w:val="24"/>
          <w:szCs w:val="24"/>
          <w:lang w:val="en-US" w:eastAsia="uk-UA"/>
        </w:rPr>
        <w:t>____________</w:t>
      </w:r>
      <w:bookmarkStart w:id="0" w:name="_GoBack"/>
      <w:bookmarkEnd w:id="0"/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>, у власність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 земельну ділянку, площею 0,1500 га, кадастровий номер: 68239821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>00:0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3:015:0037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 xml:space="preserve">,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для  </w:t>
      </w:r>
      <w:r w:rsidRPr="00A31AA4">
        <w:rPr>
          <w:rFonts w:ascii="Times New Roman" w:eastAsia="Arial Unicode MS" w:hAnsi="Times New Roman"/>
          <w:sz w:val="24"/>
          <w:szCs w:val="24"/>
          <w:lang w:eastAsia="uk-UA"/>
        </w:rPr>
        <w:t>ведення  особистого селянського господарства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>, яка розташована</w:t>
      </w:r>
      <w:r w:rsidRPr="00BB60A5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Хмельницька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район,</w:t>
      </w:r>
      <w:r w:rsidRPr="00D82676">
        <w:rPr>
          <w:rFonts w:ascii="Times New Roman" w:eastAsia="Arial Unicode MS" w:hAnsi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  <w:lang w:eastAsia="uk-UA"/>
        </w:rPr>
        <w:t>с.Головлі</w:t>
      </w:r>
      <w:proofErr w:type="spellEnd"/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 на території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Крупецької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сільської ради.</w:t>
      </w:r>
    </w:p>
    <w:p w:rsidR="003F7EAF" w:rsidRPr="00A31AA4" w:rsidRDefault="003F7EAF" w:rsidP="003F7EAF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3.Жук Л.М., якій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3F7EAF" w:rsidRPr="00A31AA4" w:rsidRDefault="003F7EAF" w:rsidP="003F7EAF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3F7EAF" w:rsidRDefault="003F7EAF" w:rsidP="003F7EAF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3F7EAF" w:rsidRPr="00A31AA4" w:rsidRDefault="003F7EAF" w:rsidP="003F7EAF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FA17FF" w:rsidRPr="003F7EAF" w:rsidRDefault="003F7EAF" w:rsidP="003F7EAF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val="en-US" w:eastAsia="uk-UA"/>
        </w:rPr>
      </w:pP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Валерій   МИХАЛЮК</w:t>
      </w:r>
    </w:p>
    <w:sectPr w:rsidR="00FA17FF" w:rsidRPr="003F7EA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EAF"/>
    <w:rsid w:val="00171A2E"/>
    <w:rsid w:val="00304C90"/>
    <w:rsid w:val="003F7EAF"/>
    <w:rsid w:val="00505B6D"/>
    <w:rsid w:val="006D3977"/>
    <w:rsid w:val="007D6C18"/>
    <w:rsid w:val="00833075"/>
    <w:rsid w:val="00D1641A"/>
    <w:rsid w:val="00FA1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EAF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EAF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280</Words>
  <Characters>1602</Characters>
  <Application>Microsoft Office Word</Application>
  <DocSecurity>0</DocSecurity>
  <Lines>13</Lines>
  <Paragraphs>3</Paragraphs>
  <ScaleCrop>false</ScaleCrop>
  <Company>Microsoft</Company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2020-11-17T15:56:00Z</dcterms:created>
  <dcterms:modified xsi:type="dcterms:W3CDTF">2020-11-18T06:42:00Z</dcterms:modified>
</cp:coreProperties>
</file>