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D79" w:rsidRPr="00C623C0" w:rsidRDefault="00FB0D79" w:rsidP="00FB0D79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FB0D79" w:rsidRPr="00C623C0" w:rsidRDefault="00FB0D79" w:rsidP="00FB0D79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FB0D79" w:rsidRPr="00C623C0" w:rsidRDefault="005045A8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5045A8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WlP8MA&#10;AADdAAAADwAAAGRycy9kb3ducmV2LnhtbERPz2vCMBS+D/wfwhN2m6kt2NGZFlEcg520U3Z8NG9t&#10;WfNSkqx2//1yGHj8+H5vq9kMYiLne8sK1qsEBHFjdc+tgo/6+PQMwgdkjYNlUvBLHqpy8bDFQtsb&#10;n2g6h1bEEPYFKuhCGAspfdORQb+yI3HkvqwzGCJ0rdQObzHcDDJNko002HNs6HCkfUfN9/nHKHif&#10;0s318/Vg6qxNc9dkl0PaD0o9LufdC4hAc7iL/91vWkGe5XF/fBOfgC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nWlP8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1Xl8UA&#10;AADdAAAADwAAAGRycy9kb3ducmV2LnhtbESP3YrCMBSE7xd8h3AEbxZNq7CVahQRBH9gYavg7aE5&#10;ttXmpDRR69ubhYW9HGbmG2a+7EwtHtS6yrKCeBSBIM6trrhQcDpuhlMQziNrrC2Tghc5WC56H3NM&#10;tX3yDz0yX4gAYZeigtL7JpXS5SUZdCPbEAfvYluDPsi2kLrFZ4CbWo6j6EsarDgslNjQuqT8lt2N&#10;AnnMdn6XVOYz3p+/u9he14f8qtSg361mIDx1/j/8195qBckkieH3TXgCcvE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nVeXxQAAAN0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LjqMkA&#10;AADdAAAADwAAAGRycy9kb3ducmV2LnhtbESPW2sCMRSE3wv+h3AEX4pma1svW6PYgkX6IHh7P25O&#10;d7duTtYk1dVf3xQKfRxm5htmMmtMJc7kfGlZwUMvAUGcWV1yrmC3XXRHIHxA1lhZJgVX8jCbtu4m&#10;mGp74TWdNyEXEcI+RQVFCHUqpc8KMuh7tiaO3qd1BkOULpfa4SXCTSX7STKQBkuOCwXW9FZQdtx8&#10;GwWLJR3H+/r0/nRzz/no67D6eN3eK9VpN/MXEIGa8B/+ay+1guHjsA+/b+ITkNM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ELjqMkAAADdAAAADwAAAAAAAAAAAAAAAACYAgAA&#10;ZHJzL2Rvd25yZXYueG1sUEsFBgAAAAAEAAQA9QAAAI4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8hHMUA&#10;AADdAAAADwAAAGRycy9kb3ducmV2LnhtbESPT4vCMBTE7wt+h/AEb2uqslaqUURxWdiTf9Drs3m2&#10;1ealNNF2v/1GEDwOM/MbZrZoTSkeVLvCsoJBPwJBnFpdcKbgsN98TkA4j6yxtEwK/sjBYt75mGGi&#10;bcNbeux8JgKEXYIKcu+rREqX5mTQ9W1FHLyLrQ36IOtM6hqbADelHEbRWBosOCzkWNEqp/S2uxsF&#10;0e9Xeb4cuZ2c1t/p7dpsuCkGSvW67XIKwlPr3+FX+0criEfxCJ5vwhO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nyEc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feR8gA&#10;AADdAAAADwAAAGRycy9kb3ducmV2LnhtbESPT2sCMRTE7wW/Q3iCl6LZWv91NYotWMSDoLb3181z&#10;d+vmZZukuvrpm0Khx2FmfsPMFo2pxJmcLy0reOglIIgzq0vOFbwdVt0JCB+QNVaWScGVPCzmrbsZ&#10;ptpeeEfnfchFhLBPUUERQp1K6bOCDPqerYmjd7TOYIjS5VI7vES4qWQ/SUbSYMlxocCaXgrKTvtv&#10;o2C1ptPTe/31Ori5YT75/Nhung/3SnXazXIKIlAT/sN/7bVWMH4cD+D3TXwCcv4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595H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oc88QA&#10;AADdAAAADwAAAGRycy9kb3ducmV2LnhtbESPT4vCMBTE7wt+h/AEb2uq4h+qUURRFjytil6fzbOt&#10;Ni+libb77c2C4HGYmd8ws0VjCvGkyuWWFfS6EQjixOqcUwXHw+Z7AsJ5ZI2FZVLwRw4W89bXDGNt&#10;a/6l596nIkDYxagg876MpXRJRgZd15bEwbvayqAPskqlrrAOcFPIfhSNpMGcw0KGJa0ySu77h1EQ&#10;7YbF5XriZnJeb5P7rd5wnfeU6rSb5RSEp8Z/wu/2j1YwHoyH8P8mPAE5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6HPPEAAAA3Q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0jDMUA&#10;AADdAAAADwAAAGRycy9kb3ducmV2LnhtbESPQWvCQBSE74L/YXmF3nRTA2pTV5HYgtdqPPT2mn0m&#10;Idm3IbvG1F/fFQSPw8x8w6w2g2lET52rLCt4m0YgiHOrKy4UZMevyRKE88gaG8uk4I8cbNbj0QoT&#10;ba/8Tf3BFyJA2CWooPS+TaR0eUkG3dS2xME7286gD7IrpO7wGuCmkbMomkuDFYeFEltKS8rrw8Uo&#10;OO3qOn7nKL799OnSpb9ZNjt/KvX6Mmw/QHga/DP8aO+1gkW8mMP9TXg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TSMM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2BOsgA&#10;AADdAAAADwAAAGRycy9kb3ducmV2LnhtbESPQWvCQBSE70L/w/IKvYhurNJI6ipSKljQQ62ovT2y&#10;zyQ0+zbNrjH117uC0OMwM98wk1lrStFQ7QrLCgb9CARxanXBmYLt16I3BuE8ssbSMin4Iwez6UNn&#10;gom2Z/6kZuMzESDsElSQe18lUro0J4Oubyvi4B1tbdAHWWdS13gOcFPK5yh6kQYLDgs5VvSWU/qz&#10;ORkFI2oO89Xle707/L57e+zuP9xgr9TTYzt/BeGp9f/he3upFcTDOIbbm/AE5P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rYE6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4S5cIA&#10;AADdAAAADwAAAGRycy9kb3ducmV2LnhtbERPPW/CMBDdK/EfrEPqVhyIVCBgEApU6loIA9sRH0mU&#10;+BzFJgR+fT1U6vj0vtfbwTSip85VlhVMJxEI4tzqigsF2enrYwHCeWSNjWVS8CQH283obY2Jtg/+&#10;of7oCxFC2CWooPS+TaR0eUkG3cS2xIG72c6gD7ArpO7wEcJNI2dR9CkNVhwaSmwpLSmvj3ej4Lyv&#10;63jJUfy69OnCpdcsm90OSr2Ph90KhKfB/4v/3N9awTyeh7nhTXgC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nhLlwgAAAN0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6w08kA&#10;AADdAAAADwAAAGRycy9kb3ducmV2LnhtbESPT2vCQBTE7wW/w/IKvZS60Yq2qauIKFjQg3+o9vbI&#10;PpNg9m2aXWP003cLQo/DzPyGGY4bU4iaKpdbVtBpRyCIE6tzThXstvOXNxDOI2ssLJOCKzkYj1oP&#10;Q4y1vfCa6o1PRYCwi1FB5n0ZS+mSjAy6ti2Jg3e0lUEfZJVKXeElwE0hu1HUlwZzDgsZljTNKDlt&#10;zkZBj+rDZHn7Xn0dfmbeHp/3n66zV+rpsZl8gPDU+P/wvb3QCgavg3f4exOegBz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H6w08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W38UA&#10;AADdAAAADwAAAGRycy9kb3ducmV2LnhtbERPXWvCMBR9F/wP4Qp709Q5plSjiMNNGAzsxny9NNem&#10;2tzUJtpuv948DPZ4ON+LVWcrcaPGl44VjEcJCOLc6ZILBV+f2+EMhA/IGivHpOCHPKyW/d4CU+1a&#10;3tMtC4WIIexTVGBCqFMpfW7Ioh+5mjhyR9dYDBE2hdQNtjHcVvIxSZ6lxZJjg8GaNobyc3a1Cg5P&#10;kw9n3jJ3bV9ef8/7y/T0vXlX6mHQrecgAnXhX/zn3mkF08ks7o9v4hO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xbf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WQ2cUA&#10;AADdAAAADwAAAGRycy9kb3ducmV2LnhtbESPQWvCQBSE70L/w/IK3nSjUhtSV2lFRfSkbe+P7DMJ&#10;zb6N2TVu/70rCB6HmfmGmS2CqUVHrassKxgNExDEudUVFwp+vteDFITzyBpry6Tgnxws5i+9GWba&#10;XvlA3dEXIkLYZaig9L7JpHR5SQbd0DbE0TvZ1qCPsi2kbvEa4aaW4ySZSoMVx4USG1qWlP8dL0bB&#10;ZPd23uivYtXV6cbtt6d1qMKvUv3X8PkBwlPwz/CjvdUK3ifpCO5v4hO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VZDZ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G08sMA&#10;AADdAAAADwAAAGRycy9kb3ducmV2LnhtbESPzarCMBSE94LvEI7gTlMV/KlGEUUQLi6uunB5aI5N&#10;sTkpTaz17c0F4S6HmfmGWW1aW4qGal84VjAaJiCIM6cLzhVcL4fBHIQPyBpLx6TgTR42625nhal2&#10;L/6l5hxyESHsU1RgQqhSKX1myKIfuoo4endXWwxR1rnUNb4i3JZynCRTabHguGCwop2h7HF+WgW3&#10;xWkxas0++Wlm22PIGPHRTJXq99rtEkSgNvyHv+2jVjCbzMfw9yY+Ab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G08s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byMgA&#10;AADdAAAADwAAAGRycy9kb3ducmV2LnhtbESPT2vCQBTE74V+h+UVeqsbE/BPzEaKoHjxUG2rx0f2&#10;NUmbfRuzW4399K4g9DjMzG+YbN6bRpyoc7VlBcNBBIK4sLrmUsH7bvkyAeE8ssbGMim4kIN5/viQ&#10;Yartmd/otPWlCBB2KSqovG9TKV1RkUE3sC1x8L5sZ9AH2ZVSd3gOcNPIOIpG0mDNYaHClhYVFT/b&#10;X6NgP9z8Tduk/4gP/rj+jlfHYvk5Uur5qX+dgfDU+//wvb3WCsbJJIHbm/AEZH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MtvI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VycMA&#10;AADdAAAADwAAAGRycy9kb3ducmV2LnhtbESPUWvCMBSF3wf+h3AF32Y6FZXOKMUhKD7Z7Qdcmru2&#10;rrkJSWbrvzeDgY+Hc853OJvdYDpxIx9aywrephkI4srqlmsFX5+H1zWIEJE1dpZJwZ0C7Lajlw3m&#10;2vZ8oVsZa5EgHHJU0MTocilD1ZDBMLWOOHnf1huMSfpaao99gptOzrJsKQ22nBYadLRvqPopf40C&#10;9G714UrZX5bXMx6vp4IWtlBqMh6KdxCRhvgM/7ePWsFqvl7A35v0BO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8Vyc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WhVMcA&#10;AADdAAAADwAAAGRycy9kb3ducmV2LnhtbESPT2vCQBTE74V+h+UJvdWNijVEV2mtAam5+O/g7ZF9&#10;JqHZtyG7atpP7wqFHoeZ+Q0zW3SmFldqXWVZwaAfgSDOra64UHDYp68xCOeRNdaWScEPOVjMn59m&#10;mGh74y1dd74QAcIuQQWl900ipctLMuj6tiEO3tm2Bn2QbSF1i7cAN7UcRtGbNFhxWCixoWVJ+ffu&#10;YhRkadZkG17Fp8/Lx+i0/j1O+CtV6qXXvU9BeOr8f/ivvdYKJqN4DI834QnI+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1oVT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/aYMcA&#10;AADdAAAADwAAAGRycy9kb3ducmV2LnhtbESPQWvCQBSE7wX/w/IEb3VjC9GmrlIEqYVW0Ar2+Jp9&#10;TYLZt3F3jfHfuwXB4zAz3zDTeWdq0ZLzlWUFo2ECgji3uuJCwe57+TgB4QOyxtoyKbiQh/ms9zDF&#10;TNszb6jdhkJECPsMFZQhNJmUPi/JoB/ahjh6f9YZDFG6QmqH5wg3tXxKklQarDgulNjQoqT8sD0Z&#10;Betjevps9z/vv65bNsf6Y/GlXyqlBv3u7RVEoC7cw7f2SisYP09S+H8Tn4C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zv2mD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ERT8UA&#10;AADdAAAADwAAAGRycy9kb3ducmV2LnhtbESP0WrCQBRE3wv+w3IF33SjpUZiNiKCtUihNPoBl+w1&#10;G8zeDdlV0359t1Do4zAzZ5h8M9hW3Kn3jWMF81kCgrhyuuFawfm0n65A+ICssXVMCr7Iw6YYPeWY&#10;affgT7qXoRYRwj5DBSaELpPSV4Ys+pnriKN3cb3FEGVfS93jI8JtKxdJspQWG44LBjvaGaqu5c0q&#10;4ETuP96rVsvX73N6PJjy+HIrlZqMh+0aRKAh/If/2m9aQfq8Su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8RFP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U+RcQA&#10;AADdAAAADwAAAGRycy9kb3ducmV2LnhtbERPy2rCQBTdF/oPwy2400mr1TR1lPoCdWcUxN0lc01C&#10;M3dCZtTYr3cWQpeH8x5PW1OJKzWutKzgvReBIM6sLjlXcNivujEI55E1VpZJwZ0cTCevL2NMtL3x&#10;jq6pz0UIYZeggsL7OpHSZQUZdD1bEwfubBuDPsAml7rBWwg3lfyIoqE0WHJoKLCmeUHZb3oxCtLz&#10;6aRnvBxs4k833277f1/H1UKpzlv78w3CU+v/xU/3WisY9eMwN7wJT0B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VPkX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SA8YA&#10;AADdAAAADwAAAGRycy9kb3ducmV2LnhtbESPQWvCQBSE7wX/w/KE3urGBFobs4pICh56qNYf8Mg+&#10;s4nZtzG7avz33UKhx2FmvmGK9Wg7caPBN44VzGcJCOLK6YZrBcfvj5cFCB+QNXaOScGDPKxXk6cC&#10;c+3uvKfbIdQiQtjnqMCE0OdS+sqQRT9zPXH0Tm6wGKIcaqkHvEe47WSaJK/SYsNxwWBPW0PV+XC1&#10;CtLjpt2evrLP9pIlXFozlte9Uep5Om6WIAKN4T/8195pBW/Z4h1+38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LESA8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FzMMUA&#10;AADdAAAADwAAAGRycy9kb3ducmV2LnhtbERPPW/CMBDdK/EfrEPqVhxoS0nAIKhUqQsS0A5lu8RH&#10;EhGfU9uFwK/HQyXGp/c9W3SmESdyvrasYDhIQBAXVtdcKvj++niagPABWWNjmRRcyMNi3nuYYabt&#10;mbd02oVSxBD2GSqoQmgzKX1RkUE/sC1x5A7WGQwRulJqh+cYbho5SpKxNFhzbKiwpfeKiuPuzyhY&#10;pZPV7+aF19dtvqf9T358HblEqcd+t5yCCNSFu/jf/akVvD2ncX98E5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YXMwxQAAAN0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9NKccA&#10;AADdAAAADwAAAGRycy9kb3ducmV2LnhtbESPQWvCQBSE7wX/w/IEL8Vs0pYYo6tIUWi9iLaFHh/Z&#10;ZxLMvg3ZNab/vlsoeBxm5htmuR5MI3rqXG1ZQRLFIIgLq2suFXx+7KYZCOeRNTaWScEPOVivRg9L&#10;zLW98ZH6ky9FgLDLUUHlfZtL6YqKDLrItsTBO9vOoA+yK6Xu8BbgppFPcZxKgzWHhQpbeq2ouJyu&#10;RsFeFv3j+wslh7L/vmwP2ZdJj4lSk/GwWYDwNPh7+L/9phXMnucJ/L0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5vTSn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SqN8YA&#10;AADdAAAADwAAAGRycy9kb3ducmV2LnhtbESP3UrDQBSE7wXfYTmCd3ZjpLZNuy1FFCwI0p8HOOye&#10;JsHs2ZA9baJP3y0UvBxm5htmsRp8o87UxTqwgedRBorYBldzaeCw/3iagoqC7LAJTAZ+KcJqeX+3&#10;wMKFnrd03kmpEoRjgQYqkbbQOtqKPMZRaImTdwydR0myK7XrsE9w3+g8y161x5rTQoUtvVVkf3Yn&#10;byA/WbF+tvn7ej/I+Hvf9tl4ujbm8WFYz0EJDfIfvrU/nYHJyyyH65v0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SqN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wC8cA&#10;AADdAAAADwAAAGRycy9kb3ducmV2LnhtbESPQWsCMRSE7wX/Q3hCbzVbF1q7NUoprSisitaLt0fy&#10;3CzdvCybqNt/bwqFHoeZ+YaZznvXiAt1ofas4HGUgSDW3tRcKTh8fT5MQISIbLDxTAp+KMB8Nrib&#10;YmH8lXd02cdKJAiHAhXYGNtCyqAtOQwj3xIn7+Q7hzHJrpKmw2uCu0aOs+xJOqw5LVhs6d2S/t6f&#10;nQK9yMuPVXm0+jzerqt6sy3d7qTU/bB/ewURqY//4b/20ih4zl9y+H2Tno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G8Av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++L8YA&#10;AADdAAAADwAAAGRycy9kb3ducmV2LnhtbESPQWvCQBSE7wX/w/IKvdVNrGibuhEJCPUiGC3t8ZF9&#10;TYLZtyG7Jml/fVcQPA4z8w2zWo+mET11rrasIJ5GIIgLq2suFZyO2+dXEM4ja2wsk4JfcrBOJw8r&#10;TLQd+EB97ksRIOwSVFB53yZSuqIig25qW+Lg/djOoA+yK6XucAhw08hZFC2kwZrDQoUtZRUV5/xi&#10;FLTm7/P0vdv3UfyFMz1kPJwXrNTT47h5B+Fp9Pfwrf2hFSxf3uZwfROegE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++L8YAAADdAAAADwAAAAAAAAAAAAAAAACYAgAAZHJz&#10;L2Rvd25yZXYueG1sUEsFBgAAAAAEAAQA9QAAAIs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vRusYA&#10;AADdAAAADwAAAGRycy9kb3ducmV2LnhtbESPT4vCMBTE78J+h/AW9qbp/tHVrlFkwcWToF2o3h7N&#10;sy02L6VJtfrpjSB4HGbmN8x03plKnKhxpWUF74MIBHFmdcm5gv9k2R+DcB5ZY2WZFFzIwXz20pti&#10;rO2ZN3Ta+lwECLsYFRTe17GULivIoBvYmjh4B9sY9EE2udQNngPcVPIjikbSYMlhocCafgvKjtvW&#10;KPjaTRZJSvvrMf2zqVwla7tetkq9vXaLHxCeOv8MP9orreD7czKE+5vw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vRus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4LGsYA&#10;AADdAAAADwAAAGRycy9kb3ducmV2LnhtbESPQWvCQBSE74L/YXkFb7qpQrSpq0iLUBEKaqHXZ/Y1&#10;SZN9G3e3Gv+9WxA8DjPzDTNfdqYRZ3K+sqzgeZSAIM6trrhQ8HVYD2cgfEDW2FgmBVfysFz0e3PM&#10;tL3wjs77UIgIYZ+hgjKENpPS5yUZ9CPbEkfvxzqDIUpXSO3wEuGmkeMkSaXBiuNCiS29lZTX+z+j&#10;4DR5rz/d8fv3uN3Mrmmdn8Zykyo1eOpWryACdeERvrc/tILp5CWF/zfxCc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+4LGsYAAADd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jrRMcA&#10;AADdAAAADwAAAGRycy9kb3ducmV2LnhtbESPzWsCMRTE7wX/h/AEbzWr/VBXo6hQ8FLw66C35+a5&#10;u7h52Saprv3rm0LB4zAzv2Ems8ZU4krOl5YV9LoJCOLM6pJzBfvdx/MQhA/IGivLpOBOHmbT1tME&#10;U21vvKHrNuQiQtinqKAIoU6l9FlBBn3X1sTRO1tnMETpcqkd3iLcVLKfJO/SYMlxocCalgVll+23&#10;UbAYDRdf61f+/NmcjnQ8nC5vfZco1Wk38zGIQE14hP/bK61g8DIawN+b+ATk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I60THAAAA3QAAAA8AAAAAAAAAAAAAAAAAmAIAAGRy&#10;cy9kb3ducmV2LnhtbFBLBQYAAAAABAAEAPUAAACM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iZBcMA&#10;AADdAAAADwAAAGRycy9kb3ducmV2LnhtbERP3WrCMBS+H/gO4QjeDE3nYNNqFBkKGysUfx7g2Bzb&#10;YnJSkqjd2y8Xg11+fP/LdW+NuJMPrWMFL5MMBHHldMu1gtNxN56BCBFZo3FMCn4owHo1eFpirt2D&#10;93Q/xFqkEA45Kmhi7HIpQ9WQxTBxHXHiLs5bjAn6WmqPjxRujZxm2Zu02HJqaLCjj4aq6+FmFWyn&#10;Z1+e8dtU2bE2xVdZPM/LQqnRsN8sQETq47/4z/2pFby/ztPc9CY9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iZBc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rtMYA&#10;AADdAAAADwAAAGRycy9kb3ducmV2LnhtbESPT2vCQBTE74V+h+UJvdWNFayJrmILAUGofw8en9ln&#10;Nph9m2ZXTb+9Wyj0OMzMb5jpvLO1uFHrK8cKBv0EBHHhdMWlgsM+fx2D8AFZY+2YFPyQh/ns+WmK&#10;mXZ33tJtF0oRIewzVGBCaDIpfWHIou+7hjh6Z9daDFG2pdQt3iPc1vItSUbSYsVxwWBDn4aKy+5q&#10;FViJx1M5youvxXC1XqXVx+Y7N0q99LrFBESgLvyH/9pLreB9mKbw+yY+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nrtM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B0D79" w:rsidRPr="00C623C0" w:rsidRDefault="00FB0D79" w:rsidP="00FB0D79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FB0D79" w:rsidRPr="00C623C0" w:rsidRDefault="00FB0D79" w:rsidP="00FB0D7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FB0D79" w:rsidRPr="00C623C0" w:rsidRDefault="00FB0D79" w:rsidP="00FB0D7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FB0D79" w:rsidRPr="00C623C0" w:rsidRDefault="00FB0D79" w:rsidP="00FB0D79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FB0D79" w:rsidRPr="00C623C0" w:rsidRDefault="00FB0D79" w:rsidP="00FB0D7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FB0D79" w:rsidRPr="00C623C0" w:rsidRDefault="00FB0D79" w:rsidP="00FB0D7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FB0D79" w:rsidRPr="00C623C0" w:rsidRDefault="00FB0D79" w:rsidP="00FB0D7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5045A8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+vMYA&#10;AADdAAAADwAAAGRycy9kb3ducmV2LnhtbESPQWvCQBSE70L/w/IKvekmsRiJrqFUWgqe1FY8PrKv&#10;SWj2bdjdxvTfdwXB4zAz3zDrcjSdGMj51rKCdJaAIK6sbrlW8Hl8my5B+ICssbNMCv7IQ7l5mKyx&#10;0PbCexoOoRYRwr5ABU0IfSGlrxoy6Ge2J47et3UGQ5SultrhJcJNJ7MkWUiDLceFBnt6baj6Ofwa&#10;BbshW5zO71tznNdZ7qr51zZrO6WeHseXFYhAY7iHb+0PrSB/TlK4volPQG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ZW+v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3+MYA&#10;AADdAAAADwAAAGRycy9kb3ducmV2LnhtbESPQWvCQBSE74L/YXlCL9JsIqWWmFWKUGgqFJoUvD6y&#10;zySafRuyW5P+e7dQ8DjMzDdMtptMJ640uNaygiSKQRBXVrdcK/gu3x5fQDiPrLGzTAp+ycFuO59l&#10;mGo78hddC1+LAGGXooLG+z6V0lUNGXSR7YmDd7KDQR/kUEs94BjgppOrOH6WBlsOCw32tG+ouhQ/&#10;RoEsi9zn69Ysk4/j55TY8/5QnZV6WEyvGxCeJn8P/7fftYL1U7yCvzfhCcjt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N3+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L4K8gA&#10;AADdAAAADwAAAGRycy9kb3ducmV2LnhtbESPQUvDQBSE7wX/w/IEL9JsqrWtsdugQiV4ENro/Zl9&#10;Jmmzb+Pu2kZ/vSsIPQ4z8w2zzAfTiQM531pWMElSEMSV1S3XCl7L9XgBwgdkjZ1lUvBNHvLV2WiJ&#10;mbZH3tBhG2oRIewzVNCE0GdS+qohgz6xPXH0PqwzGKJ0tdQOjxFuOnmVpjNpsOW40GBPjw1V++2X&#10;UbAuaH/71n8+TX/cTb3Yvb88P5SXSl2cD/d3IAIN4RT+bxdawXyaXsPfm/gE5Oo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ovgr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oHcMUA&#10;AADdAAAADwAAAGRycy9kb3ducmV2LnhtbESPQWvCQBSE7wX/w/IEb82uYlVSVxFFEXqqlnp9Zp9J&#10;avZtyK4m/ffdguBxmJlvmPmys5W4U+NLxxqGiQJBnDlTcq7h67h9nYHwAdlg5Zg0/JKH5aL3MsfU&#10;uJY/6X4IuYgQ9ilqKEKoUyl9VpBFn7iaOHoX11gMUTa5NA22EW4rOVJqIi2WHBcKrGldUHY93KwG&#10;9fFWnS/f3M1Om112/Wm33JZDrQf9bvUOIlAXnuFHe280TMdqDP9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2gdw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fFxMgA&#10;AADdAAAADwAAAGRycy9kb3ducmV2LnhtbESPW2sCMRSE3wv9D+EU+iKatXjdGqUVLNKHgrf34+Z0&#10;d3Vzsk1SXfvrjSD0cZiZb5jJrDGVOJHzpWUF3U4CgjizuuRcwXazaI9A+ICssbJMCi7kYTZ9fJhg&#10;qu2ZV3Rah1xECPsUFRQh1KmUPivIoO/Ymjh639YZDFG6XGqH5wg3lXxJkoE0WHJcKLCmeUHZcf1r&#10;FCyWdBzv6p+P3p/r56PD/uvzfdNS6vmpeXsFEagJ/+F7e6kVDHtJH25v4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B8XE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Q8nMUA&#10;AADdAAAADwAAAGRycy9kb3ducmV2LnhtbESPQWvCQBSE74X+h+UVemt2lWolukqpWARPWtHrM/tM&#10;otm3Ibs18d+7guBxmJlvmMmss5W4UONLxxp6iQJBnDlTcq5h+7f4GIHwAdlg5Zg0XMnDbPr6MsHU&#10;uJbXdNmEXEQI+xQ1FCHUqZQ+K8iiT1xNHL2jayyGKJtcmgbbCLeV7Cs1lBZLjgsF1vRTUHbe/FsN&#10;ajWoDscdd6P9/Dc7n9oFt2VP6/e37nsMIlAXnuFHe2k0fH2qIdzfxCc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Dyc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04j8YA&#10;AADdAAAADwAAAGRycy9kb3ducmV2LnhtbESPQWvCQBSE74X+h+UVvNXdqlQbXaWkCl5r00Nvz+wz&#10;Ccm+DdltjP56t1DwOMzMN8xqM9hG9NT5yrGGl7ECQZw7U3GhIfvaPS9A+IBssHFMGi7kYbN+fFhh&#10;YtyZP6k/hEJECPsENZQhtImUPi/Joh+7ljh6J9dZDFF2hTQdniPcNnKi1Ku0WHFcKLGltKS8Pvxa&#10;Dd8fdT19YzW9/vTpwqfHLJuctlqPnob3JYhAQ7iH/9t7o2E+U3P4exOf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04j8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6rUMYA&#10;AADdAAAADwAAAGRycy9kb3ducmV2LnhtbERPy2rCQBTdF/yH4QrdFJ1YRCU6CVIqtNAufOBjd8lc&#10;k2DmTsxMY9qv7ywEl4fzXqSdqURLjSstKxgNIxDEmdUl5wp229VgBsJ5ZI2VZVLwSw7SpPe0wFjb&#10;G6+p3fhchBB2MSoovK9jKV1WkEE3tDVx4M62MegDbHKpG7yFcFPJ1yiaSIMlh4YCa3orKLtsfoyC&#10;MbXH5dff6Xt/vL57e345fLrRQannfrecg/DU+Yf47v7QCqbjKMwNb8ITk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56rU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4JZsYA&#10;AADdAAAADwAAAGRycy9kb3ducmV2LnhtbESPQWvCQBSE74X+h+UVvNXdqrQaXaWkCl5r00Nvz+wz&#10;Ccm+DdltjP56t1DwOMzMN8xqM9hG9NT5yrGGl7ECQZw7U3GhIfvaPc9B+IBssHFMGi7kYbN+fFhh&#10;YtyZP6k/hEJECPsENZQhtImUPi/Joh+7ljh6J9dZDFF2hTQdniPcNnKi1Ku0WHFcKLGltKS8Pvxa&#10;Dd8fdT1dsJpef/p07tNjlk1OW61HT8P7EkSgIdzD/+290fA2Uwv4exOf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4JZ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Exi8YA&#10;AADdAAAADwAAAGRycy9kb3ducmV2LnhtbERPy2rCQBTdC/2H4QpuxEwi0krMKCIWWmgX2uJjd8lc&#10;k9DMnTQzjbFf7ywKXR7OO1v1phYdta6yrCCJYhDEudUVFwo+P54ncxDOI2usLZOCGzlYLR8GGaba&#10;XnlH3d4XIoSwS1FB6X2TSunykgy6yDbEgbvY1qAPsC2kbvEawk0tp3H8KA1WHBpKbGhTUv61/zEK&#10;ZtSd1m+/5/fD6Xvr7WV8fHXJUanRsF8vQHjq/b/4z/2iFTzNkrA/vAlP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DExi8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frpsgA&#10;AADdAAAADwAAAGRycy9kb3ducmV2LnhtbESP3WrCQBSE7wu+w3IKvaubtFIldRWx9AcKglH09pA9&#10;zaZmz6bZ1USfvlsoeDnMzDfMdN7bWpyo9ZVjBekwAUFcOF1xqWC7eb2fgPABWWPtmBScycN8NriZ&#10;YqZdx2s65aEUEcI+QwUmhCaT0heGLPqha4ij9+VaiyHKtpS6xS7CbS0fkuRJWqw4LhhsaGmoOORH&#10;q2A/elw58567Y/fydjmsf8bfu+WnUne3/eIZRKA+XMP/7Q+tYDxKU/h7E5+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t+um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WTMUA&#10;AADdAAAADwAAAGRycy9kb3ducmV2LnhtbESPQWsCMRSE7wX/Q3iCN81qrZXVKFpURE+19f7YPHcX&#10;Ny/rJq7pv28KQo/DzHzDzJfBVKKlxpWWFQwHCQjizOqScwXfX9v+FITzyBory6TghxwsF52XOaba&#10;PviT2pPPRYSwS1FB4X2dSumyggy6ga2Jo3exjUEfZZNL3eAjwk0lR0kykQZLjgsF1vRRUHY93Y2C&#10;18PbbafX+aatpjt33F+2oQxnpXrdsJqB8BT8f/jZ3msF7+PhCP7e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J1ZM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1Ji8QA&#10;AADdAAAADwAAAGRycy9kb3ducmV2LnhtbESPQYvCMBSE78L+h/AWvGnaXdG1axRxEQTxoO7B46N5&#10;NsXmpTSx1n9vBMHjMDPfMLNFZyvRUuNLxwrSYQKCOHe65ELB/3E9+AHhA7LGyjEpuJOHxfyjN8NM&#10;uxvvqT2EQkQI+wwVmBDqTEqfG7Loh64mjt7ZNRZDlE0hdYO3CLeV/EqSsbRYclwwWNPKUH45XK2C&#10;03Q3TTvzl2zbyXITcka8tGOl+p/d8hdEoC68w6/2RiuYjNJveL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tSYv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bXscA&#10;AADdAAAADwAAAGRycy9kb3ducmV2LnhtbESPQWvCQBSE74X+h+UVvOkmUWybuooIihcPtdr2+Mg+&#10;k2j2bcyuGv31bkHocZiZb5jRpDWVOFPjSssK4l4EgjizuuRcweZr3n0D4TyyxsoyKbiSg8n4+WmE&#10;qbYX/qTz2uciQNilqKDwvk6ldFlBBl3P1sTB29nGoA+yyaVu8BLgppJJFA2lwZLDQoE1zQrKDuuT&#10;UfATr27vdb/dJr/+uNwni2M2/x4q1Xlppx8gPLX+P/xoL7WC10E8gL834QnI8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7G17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PosMMA&#10;AADdAAAADwAAAGRycy9kb3ducmV2LnhtbESPUWvCMBSF3wX/Q7iCb5oqTkdnlOIQHD7Z7Qdcmru2&#10;rrkJSWa7f78Igo+Hc853ONv9YDpxIx9aywoW8wwEcWV1y7WCr8/j7BVEiMgaO8uk4I8C7Hfj0RZz&#10;bXu+0K2MtUgQDjkqaGJ0uZShashgmFtHnLxv6w3GJH0ttcc+wU0nl1m2lgZbTgsNOjo0VP2Uv0YB&#10;erd5d6XsL+vrGU/Xj4JWtlBqOhmKNxCRhvgMP9onrWCzWrzA/U16AnL3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PosMMAAADd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nwccA&#10;AADdAAAADwAAAGRycy9kb3ducmV2LnhtbESPQWvCQBSE7wX/w/IEb3VjKyqpq2hrQDQXbXvw9sg+&#10;k2D2bciuGvvr3YLgcZiZb5jpvDWVuFDjSssKBv0IBHFmdcm5gp/v5HUCwnlkjZVlUnAjB/NZ52WK&#10;sbZX3tFl73MRIOxiVFB4X8dSuqwgg65va+LgHW1j0AfZ5FI3eA1wU8m3KBpJgyWHhQJr+iwoO+3P&#10;RkGapHW65dXk8HVevh/Wf79j3iRK9brt4gOEp9Y/w4/2WisYDwcj+H8TnoCc3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3HZ8H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MnGccA&#10;AADdAAAADwAAAGRycy9kb3ducmV2LnhtbESP3WoCMRSE7wu+QziCdzVrKf6sRimC1EJbqAp6edwc&#10;dxc3J2sS1/XtTaHQy2FmvmFmi9ZUoiHnS8sKBv0EBHFmdcm5gt129TwG4QOyxsoyKbiTh8W88zTD&#10;VNsb/1CzCbmIEPYpKihCqFMpfVaQQd+3NXH0TtYZDFG6XGqHtwg3lXxJkqE0WHJcKLCmZUHZeXM1&#10;Cr4vw+tnsz+8H127qi/Vx/JLT0qlet32bQoiUBv+w3/ttVYweh2M4PdNfAJy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DJxn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7d38MA&#10;AADdAAAADwAAAGRycy9kb3ducmV2LnhtbERP3WrCMBS+F3yHcITdaerY7Oiayhg4RQRZ5wMcmrOm&#10;rDkpTWyrT79cDHb58f3n28m2YqDeN44VrFcJCOLK6YZrBZev3fIFhA/IGlvHpOBGHrbFfJZjpt3I&#10;nzSUoRYxhH2GCkwIXSalrwxZ9CvXEUfu2/UWQ4R9LXWPYwy3rXxMko202HBsMNjRu6Hqp7xaBZzI&#10;3flUtVp+3C/pcW/K4/O1VOphMb29ggg0hX/xn/ugFaRP6zg3volPQB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7d38MAAADd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nDPMgA&#10;AADdAAAADwAAAGRycy9kb3ducmV2LnhtbESPT2vCQBTE70K/w/KE3nTjv9ZEV1GrYL01LZTcHtln&#10;Epp9G7Jbjf303YLQ4zAzv2GW687U4kKtqywrGA0jEMS51RUXCj7eD4M5COeRNdaWScGNHKxXD70l&#10;Jtpe+Y0uqS9EgLBLUEHpfZNI6fKSDLqhbYiDd7atQR9kW0jd4jXATS3HUfQkDVYcFkpsaFdS/pV+&#10;GwXpOcv0lvfT1/nM7U6nyU/8eXhR6rHfbRYgPHX+P3xvH7WC5+kohr834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ucM8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cpwcMA&#10;AADdAAAADwAAAGRycy9kb3ducmV2LnhtbERPS27CMBDdV+IO1iCxKw6halHAiRAKEosuCuUAo3iI&#10;A/E4xA6kt68Xlbp8ev9NMdpWPKj3jWMFi3kCgrhyuuFawfl7/7oC4QOyxtYxKfghD0U+edlgpt2T&#10;j/Q4hVrEEPYZKjAhdJmUvjJk0c9dRxy5i+sthgj7WuoenzHctjJNkndpseHYYLCjnaHqdhqsgvS8&#10;ve4uX8vP632ZcGnNWA5Ho9RsOm7XIAKN4V/85z5oBR9vadwf38Qn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0cpwcMAAADd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jSKccA&#10;AADd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12E2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40inHAAAA3QAAAA8AAAAAAAAAAAAAAAAAmAIAAGRy&#10;cy9kb3ducmV2LnhtbFBLBQYAAAAABAAEAPUAAACMAwAAAAA=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X3MUA&#10;AADdAAAADwAAAGRycy9kb3ducmV2LnhtbESPQYvCMBSE78L+h/AEL6Jpi6hUoyzignoR3RU8Pppn&#10;W2xeSpOt9d+bhQWPw8x8wyzXnalES40rLSuIxxEI4szqknMFP99fozkI55E1VpZJwZMcrFcfvSWm&#10;2j74RO3Z5yJA2KWooPC+TqV0WUEG3djWxMG72cagD7LJpW7wEeCmkkkUTaXBksNCgTVtCsru51+j&#10;4CCzdrifUHzM2+t9e5xfzPQUKzXod58LEJ46/w7/t3dawWySJPD3JjwBuX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qNfcxQAAAN0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0LLsYA&#10;AADdAAAADwAAAGRycy9kb3ducmV2LnhtbESPUUvDQBCE3wX/w7FC3+zF2GqNvZYiLVQQxLY/YLlb&#10;k2BuL+S2Tdpf3xMEH4eZ+YaZLwffqBN1sQ5s4GGcgSK2wdVcGjjsN/czUFGQHTaBycCZIiwXtzdz&#10;LFzo+YtOOylVgnAs0EAl0hZaR1uRxzgOLXHyvkPnUZLsSu067BPcNzrPsiftsea0UGFLbxXZn93R&#10;G8iPVqx/eb98rA8y/dy3fTadrYwZ3Q2rV1BCg/yH/9pbZ+B5kj/C75v0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Q0LL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ps/ccA&#10;AADdAAAADwAAAGRycy9kb3ducmV2LnhtbESPQWsCMRSE7wX/Q3iCt5rtVmrZGqWUViysitaLt0fy&#10;3CzdvCybqOu/bwqFHoeZ+YaZLXrXiAt1ofas4GGcgSDW3tRcKTh8fdw/gwgR2WDjmRTcKMBiPrib&#10;YWH8lXd02cdKJAiHAhXYGNtCyqAtOQxj3xIn7+Q7hzHJrpKmw2uCu0bmWfYkHdacFiy29GZJf+/P&#10;ToFePpbvn+XR6nO+XVf1Zlu63Ump0bB/fQERqY//4b/2yiiYTvIJ/L5JT0DO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K6bP3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fNsUA&#10;AADdAAAADwAAAGRycy9kb3ducmV2LnhtbESPT4vCMBTE78J+h/AWvGlqcVW6RhFB0Iuw/kGPj+Zt&#10;W2xeShPb6qffLAgeh5n5DTNfdqYUDdWusKxgNIxAEKdWF5wpOB03gxkI55E1lpZJwYMcLBcfvTkm&#10;2rb8Q83BZyJA2CWoIPe+SqR0aU4G3dBWxMH7tbVBH2SdSV1jG+CmlHEUTaTBgsNCjhWtc0pvh7tR&#10;UJnn+XTd7ZtodMFYt2tubxNWqv/Zrb5BeOr8O/xqb7WC6Tj+gv834Qn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Zh82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xLT8YA&#10;AADdAAAADwAAAGRycy9kb3ducmV2LnhtbESPQWvCQBSE7wX/w/KE3ppNRaymWUUExZNQI8TeHtnX&#10;JJh9G7KbmPbXdwsFj8PMfMOkm9E0YqDO1ZYVvEYxCOLC6ppLBZds/7IE4TyyxsYyKfgmB5v15CnF&#10;RNs7f9Bw9qUIEHYJKqi8bxMpXVGRQRfZljh4X7Yz6IPsSqk7vAe4aeQsjhfSYM1hocKWdhUVt3Nv&#10;FMyvq22W0+fPLT/YXB6zkz3te6Wep+P2HYSn0T/C/+2jVvA2ny3g701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xLT8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eqA8cA&#10;AADdAAAADwAAAGRycy9kb3ducmV2LnhtbESPQWvCQBSE70L/w/IK3nRjLFGiq5SWQqVQ0Apen9ln&#10;EpN9G3e3Gv99t1DocZiZb5jlujetuJLztWUFk3ECgriwuuZSwf7rbTQH4QOyxtYyKbiTh/XqYbDE&#10;XNsbb+m6C6WIEPY5KqhC6HIpfVGRQT+2HXH0TtYZDFG6UmqHtwg3rUyTJJMGa44LFXb0UlHR7L6N&#10;gsv0tfl0x8P5+LGZ37OmuKRykyk1fOyfFyAC9eE//Nd+1wpmT+kMft/EJ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3qgP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J7tMQA&#10;AADdAAAADwAAAGRycy9kb3ducmV2LnhtbERPz2vCMBS+C/sfwht403RFnVajTGHgZaDOg96ezVtb&#10;bF66JNPOv94cBI8f3+/ZojW1uJDzlWUFb/0EBHFudcWFgv33Z28MwgdkjbVlUvBPHhbzl84MM22v&#10;vKXLLhQihrDPUEEZQpNJ6fOSDPq+bYgj92OdwRChK6R2eI3hppZpkoykwYpjQ4kNrUrKz7s/o2A5&#10;GS9/NwP+um1PRzoeTudh6hKluq/txxREoDY8xQ/3Wit4H6R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Ce7TEAAAA3QAAAA8AAAAAAAAAAAAAAAAAmAIAAGRycy9k&#10;b3ducmV2LnhtbFBLBQYAAAAABAAEAPUAAACJAwAAAAA=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E4HMcA&#10;AADdAAAADwAAAGRycy9kb3ducmV2LnhtbESPzWrDMBCE74W+g9hCLyWRY0qTOFFCKC201GDy8wAb&#10;a2ObSCsjqYn79lWhkOMwM98wy/VgjbiQD51jBZNxBoK4drrjRsFh/z6agQgRWaNxTAp+KMB6dX+3&#10;xEK7K2/psouNSBAOBSpoY+wLKUPdksUwdj1x8k7OW4xJ+kZqj9cEt0bmWfYiLXacFlrs6bWl+rz7&#10;tgre8qOvjvhl6mzfmPKzKp/mVanU48OwWYCINMRb+L/9oRVMn/M5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xOBz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/QdsMA&#10;AADdAAAADwAAAGRycy9kb3ducmV2LnhtbERPz2vCMBS+C/4P4Qm7aTodulWj6KAwENSphx2fzVtT&#10;bF5qk2n335uD4PHj+z1btLYSV2p86VjB6yABQZw7XXKh4HjI+u8gfEDWWDkmBf/kYTHvdmaYanfj&#10;b7ruQyFiCPsUFZgQ6lRKnxuy6AeuJo7cr2sshgibQuoGbzHcVnKYJGNpseTYYLCmT0P5ef9nFViJ&#10;P6dinOWb5Wi9XX+Uq90lM0q99NrlFESgNjzFD/eXVjB5G8X98U18AnJ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a/QdsMAAADd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FB0D79" w:rsidRPr="00C623C0" w:rsidRDefault="00FB0D79" w:rsidP="00FB0D79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FB0D79" w:rsidRPr="00C623C0" w:rsidRDefault="00FB0D79" w:rsidP="00FB0D79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FB0D79" w:rsidRPr="00C623C0" w:rsidRDefault="00FB0D79" w:rsidP="00FB0D79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FB0D79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FB0D79" w:rsidRPr="006A0E0F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Корнієнко</w:t>
      </w:r>
      <w:proofErr w:type="spellEnd"/>
      <w:proofErr w:type="gram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І.</w:t>
      </w:r>
      <w:proofErr w:type="gram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П.</w:t>
      </w: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Корнієнко І.П.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Корнієнко Івану Петровичу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2D6758" w:rsidRPr="002D6758">
        <w:rPr>
          <w:rFonts w:ascii="Times New Roman" w:hAnsi="Times New Roman" w:cs="Times New Roman"/>
          <w:lang w:val="ru-RU"/>
        </w:rPr>
        <w:t>_____________________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0,4500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в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сел</w:t>
      </w:r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ідова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Гора.</w:t>
      </w: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Корнієнко І.П.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FB0D79" w:rsidRPr="00062C82" w:rsidRDefault="00FB0D79" w:rsidP="00FB0D79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B0D79" w:rsidRPr="00062C82" w:rsidRDefault="00FB0D79" w:rsidP="00FB0D79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FB0D79" w:rsidRPr="00C623C0" w:rsidRDefault="00FB0D79" w:rsidP="00FB0D79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0B2DEC" w:rsidRDefault="000B2DEC"/>
    <w:sectPr w:rsidR="000B2DEC" w:rsidSect="000B2D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FB0D79"/>
    <w:rsid w:val="000B2DEC"/>
    <w:rsid w:val="00171A2E"/>
    <w:rsid w:val="002D6758"/>
    <w:rsid w:val="00304C90"/>
    <w:rsid w:val="005045A8"/>
    <w:rsid w:val="00505B6D"/>
    <w:rsid w:val="006D3977"/>
    <w:rsid w:val="007D6C18"/>
    <w:rsid w:val="00D1641A"/>
    <w:rsid w:val="00FB0D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D7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2020-02-13T11:47:00Z</dcterms:created>
  <dcterms:modified xsi:type="dcterms:W3CDTF">2020-02-13T12:54:00Z</dcterms:modified>
</cp:coreProperties>
</file>